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8ED946" w14:textId="77777777" w:rsidR="006106BE" w:rsidRDefault="00000000">
      <w:pPr>
        <w:pStyle w:val="Standard"/>
        <w:rPr>
          <w:rFonts w:hint="eastAsia"/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                                                                                                          Załącznik cenowy Nr. 4</w:t>
      </w:r>
    </w:p>
    <w:p w14:paraId="5A323077" w14:textId="77777777" w:rsidR="006106BE" w:rsidRDefault="006106BE">
      <w:pPr>
        <w:pStyle w:val="Standard"/>
        <w:rPr>
          <w:rFonts w:hint="eastAsia"/>
          <w:b/>
          <w:bCs/>
          <w:sz w:val="26"/>
          <w:szCs w:val="26"/>
        </w:rPr>
      </w:pPr>
    </w:p>
    <w:p w14:paraId="527A1D7F" w14:textId="77777777" w:rsidR="006106BE" w:rsidRDefault="006106BE">
      <w:pPr>
        <w:pStyle w:val="Standard"/>
        <w:rPr>
          <w:rFonts w:hint="eastAsia"/>
          <w:b/>
          <w:bCs/>
          <w:sz w:val="26"/>
          <w:szCs w:val="26"/>
        </w:rPr>
      </w:pPr>
    </w:p>
    <w:p w14:paraId="31CA69EE" w14:textId="77777777" w:rsidR="006106BE" w:rsidRDefault="00000000">
      <w:pPr>
        <w:pStyle w:val="Standard"/>
        <w:rPr>
          <w:rFonts w:hint="eastAsia"/>
        </w:rPr>
      </w:pPr>
      <w:r>
        <w:rPr>
          <w:b/>
          <w:bCs/>
          <w:sz w:val="26"/>
          <w:szCs w:val="26"/>
        </w:rPr>
        <w:t xml:space="preserve">                      </w:t>
      </w:r>
      <w:r>
        <w:rPr>
          <w:b/>
          <w:bCs/>
          <w:sz w:val="28"/>
          <w:szCs w:val="28"/>
        </w:rPr>
        <w:t>ARTYKUŁY OGÓLNOSPOŻYWCZE I RYBY</w:t>
      </w:r>
    </w:p>
    <w:p w14:paraId="3D4E8C4E" w14:textId="77777777" w:rsidR="006106BE" w:rsidRDefault="006106BE">
      <w:pPr>
        <w:pStyle w:val="Standard"/>
        <w:rPr>
          <w:rFonts w:hint="eastAsia"/>
          <w:sz w:val="28"/>
          <w:szCs w:val="28"/>
        </w:rPr>
      </w:pPr>
    </w:p>
    <w:p w14:paraId="096952B2" w14:textId="77777777" w:rsidR="006106BE" w:rsidRDefault="00000000">
      <w:pPr>
        <w:pStyle w:val="Standard"/>
        <w:rPr>
          <w:rFonts w:hint="eastAsia"/>
        </w:rPr>
      </w:pPr>
      <w:r>
        <w:t>Szczegółowy zakres zamówienia wraz z cenami jednostkowymi</w:t>
      </w:r>
    </w:p>
    <w:p w14:paraId="28963FA5" w14:textId="77777777" w:rsidR="006106BE" w:rsidRDefault="006106BE">
      <w:pPr>
        <w:pStyle w:val="Standard"/>
        <w:rPr>
          <w:rFonts w:hint="eastAsia"/>
        </w:rPr>
      </w:pPr>
    </w:p>
    <w:p w14:paraId="271473A3" w14:textId="77777777" w:rsidR="006106BE" w:rsidRDefault="00000000">
      <w:pPr>
        <w:pStyle w:val="Standard"/>
        <w:rPr>
          <w:rFonts w:hint="eastAsia"/>
        </w:rPr>
      </w:pPr>
      <w:r>
        <w:t>15000000 - 6 - RÓŻNE PRODUKTY SPOŻYWCZE</w:t>
      </w:r>
    </w:p>
    <w:p w14:paraId="56A4EDC2" w14:textId="77777777" w:rsidR="006106BE" w:rsidRDefault="00000000">
      <w:pPr>
        <w:pStyle w:val="Standard"/>
        <w:rPr>
          <w:rFonts w:hint="eastAsia"/>
        </w:rPr>
      </w:pPr>
      <w:r>
        <w:t>15830000 - 5 - CUKIER I PRODUKTY POKREWNE</w:t>
      </w:r>
    </w:p>
    <w:p w14:paraId="10421880" w14:textId="77777777" w:rsidR="006106BE" w:rsidRDefault="00000000">
      <w:pPr>
        <w:pStyle w:val="Standard"/>
        <w:rPr>
          <w:rFonts w:hint="eastAsia"/>
        </w:rPr>
      </w:pPr>
      <w:r>
        <w:t>15840000 - 8 - KAKAO, CZEKOLADA I WYROBY CUKIERNICZE</w:t>
      </w:r>
    </w:p>
    <w:p w14:paraId="52B2A4FD" w14:textId="77777777" w:rsidR="006106BE" w:rsidRDefault="00000000">
      <w:pPr>
        <w:pStyle w:val="Standard"/>
        <w:rPr>
          <w:rFonts w:hint="eastAsia"/>
        </w:rPr>
      </w:pPr>
      <w:r>
        <w:t>15700000 - 7 - PRZYPRAWY I PRZYPRAWY KORZENNE</w:t>
      </w:r>
    </w:p>
    <w:p w14:paraId="2A706A7C" w14:textId="77777777" w:rsidR="006106BE" w:rsidRDefault="00000000">
      <w:pPr>
        <w:pStyle w:val="Standard"/>
        <w:rPr>
          <w:rFonts w:hint="eastAsia"/>
        </w:rPr>
      </w:pPr>
      <w:r>
        <w:t>15890000 - 3 - RÓŻNE PRODUKTY SPOŻYWCZE I PRODUKTY SUSZONE</w:t>
      </w:r>
    </w:p>
    <w:p w14:paraId="35B1D217" w14:textId="77777777" w:rsidR="006106BE" w:rsidRDefault="00000000">
      <w:pPr>
        <w:pStyle w:val="Standard"/>
        <w:rPr>
          <w:rFonts w:hint="eastAsia"/>
        </w:rPr>
      </w:pPr>
      <w:r>
        <w:t>15600000 - 4 - PRODUKTY PRZEMIAŁU ZIARNA, SKROBI I PRODUKTÓW</w:t>
      </w:r>
    </w:p>
    <w:p w14:paraId="01D59B4B" w14:textId="77777777" w:rsidR="006106BE" w:rsidRDefault="00000000">
      <w:pPr>
        <w:pStyle w:val="Standard"/>
        <w:rPr>
          <w:rFonts w:hint="eastAsia"/>
        </w:rPr>
      </w:pPr>
      <w:r>
        <w:t xml:space="preserve">                         SKROBIOWYCH</w:t>
      </w:r>
    </w:p>
    <w:p w14:paraId="7AB3450A" w14:textId="77777777" w:rsidR="006106BE" w:rsidRDefault="00000000">
      <w:pPr>
        <w:pStyle w:val="Standard"/>
        <w:rPr>
          <w:rFonts w:hint="eastAsia"/>
        </w:rPr>
      </w:pPr>
      <w:r>
        <w:t>15400000 - 2 - OLEJE I TŁUSZCZE ZWIERZĘCE LUB ROŚLINNE</w:t>
      </w:r>
    </w:p>
    <w:p w14:paraId="4A6C84B3" w14:textId="77777777" w:rsidR="006106BE" w:rsidRDefault="00000000">
      <w:pPr>
        <w:pStyle w:val="Standard"/>
        <w:rPr>
          <w:rFonts w:hint="eastAsia"/>
        </w:rPr>
      </w:pPr>
      <w:r>
        <w:t>15850000 - 1 - PRODUKTY Z CIASTA MAKARONOWEGO</w:t>
      </w:r>
    </w:p>
    <w:p w14:paraId="402B9F5E" w14:textId="77777777" w:rsidR="006106BE" w:rsidRDefault="00000000">
      <w:pPr>
        <w:pStyle w:val="Standard"/>
        <w:rPr>
          <w:rFonts w:hint="eastAsia"/>
        </w:rPr>
      </w:pPr>
      <w:r>
        <w:t>15330000 - 0 - PRZETWORZONE OWOCE I WARZYWA</w:t>
      </w:r>
    </w:p>
    <w:p w14:paraId="648DB8E8" w14:textId="77777777" w:rsidR="006106BE" w:rsidRDefault="00000000">
      <w:pPr>
        <w:pStyle w:val="Standard"/>
        <w:rPr>
          <w:rFonts w:hint="eastAsia"/>
        </w:rPr>
      </w:pPr>
      <w:r>
        <w:t>03142500 - 3 - JAJA</w:t>
      </w:r>
    </w:p>
    <w:p w14:paraId="2BFB7B5E" w14:textId="77777777" w:rsidR="006106BE" w:rsidRDefault="00000000">
      <w:pPr>
        <w:pStyle w:val="Standard"/>
        <w:rPr>
          <w:rFonts w:hint="eastAsia"/>
        </w:rPr>
      </w:pPr>
      <w:r>
        <w:t>15331170 - 9 - WARZYWA MROŻONE</w:t>
      </w:r>
    </w:p>
    <w:p w14:paraId="69B88BE1" w14:textId="77777777" w:rsidR="006106BE" w:rsidRDefault="00000000">
      <w:pPr>
        <w:pStyle w:val="Standard"/>
        <w:rPr>
          <w:rFonts w:hint="eastAsia"/>
        </w:rPr>
      </w:pPr>
      <w:r>
        <w:t>15300000 - 1 - OWOCE,WARZYWA I PODOBNE PRODUKTY MROŻONE</w:t>
      </w:r>
    </w:p>
    <w:p w14:paraId="67DB228F" w14:textId="77777777" w:rsidR="006106BE" w:rsidRDefault="00000000">
      <w:pPr>
        <w:pStyle w:val="Standard"/>
        <w:rPr>
          <w:rFonts w:hint="eastAsia"/>
        </w:rPr>
      </w:pPr>
      <w:r>
        <w:t>03310000 - 5 - RYBY, SKORUPIAKI I PRODUKTY WODNE</w:t>
      </w:r>
    </w:p>
    <w:p w14:paraId="5CC9B066" w14:textId="77777777" w:rsidR="006106BE" w:rsidRDefault="00000000">
      <w:pPr>
        <w:pStyle w:val="Standard"/>
        <w:rPr>
          <w:rFonts w:hint="eastAsia"/>
        </w:rPr>
      </w:pPr>
      <w:r>
        <w:t>15200000 - 0 - RYBY PRZETWORZONE I KONSERWOWANE</w:t>
      </w:r>
    </w:p>
    <w:p w14:paraId="40811AD6" w14:textId="77777777" w:rsidR="006106BE" w:rsidRDefault="00000000">
      <w:pPr>
        <w:pStyle w:val="Standard"/>
        <w:rPr>
          <w:rFonts w:hint="eastAsia"/>
        </w:rPr>
      </w:pPr>
      <w:r>
        <w:t>15220000 - 6 - RYBY MROŻONE, FILETY RYBNE I POZOSTAŁE MIĘSO RYB</w:t>
      </w:r>
    </w:p>
    <w:p w14:paraId="33EF5F28" w14:textId="77777777" w:rsidR="006106BE" w:rsidRDefault="00000000">
      <w:pPr>
        <w:pStyle w:val="Standard"/>
        <w:rPr>
          <w:rFonts w:hint="eastAsia"/>
        </w:rPr>
      </w:pPr>
      <w:r>
        <w:t>15810000 - 9 - PIECZYWO, ŚWIEŻE WYROBY PIEKARNICZE</w:t>
      </w:r>
    </w:p>
    <w:p w14:paraId="01224C17" w14:textId="77777777" w:rsidR="006106BE" w:rsidRDefault="006106BE">
      <w:pPr>
        <w:pStyle w:val="Standard"/>
        <w:rPr>
          <w:rFonts w:hint="eastAsia"/>
        </w:rPr>
      </w:pPr>
    </w:p>
    <w:p w14:paraId="1BCDB792" w14:textId="77777777" w:rsidR="006106BE" w:rsidRDefault="006106BE">
      <w:pPr>
        <w:pStyle w:val="Standard"/>
        <w:rPr>
          <w:rFonts w:hint="eastAsia"/>
        </w:rPr>
      </w:pPr>
    </w:p>
    <w:p w14:paraId="3E080BC5" w14:textId="77777777" w:rsidR="006106BE" w:rsidRDefault="00000000">
      <w:pPr>
        <w:pStyle w:val="Standard"/>
        <w:jc w:val="both"/>
        <w:rPr>
          <w:rFonts w:hint="eastAsia"/>
        </w:rPr>
      </w:pPr>
      <w:r>
        <w:t>1. Każdy oferowany artykuł powinien być oznakowany etykietą zawierającą następujące dane: nazwa środka spożywczego, nazwa producenta, wykaz składników występujących w środku spożywczym, termin przydatności do spożycia.</w:t>
      </w:r>
    </w:p>
    <w:p w14:paraId="55B85E97" w14:textId="77777777" w:rsidR="006106BE" w:rsidRDefault="00000000">
      <w:pPr>
        <w:pStyle w:val="Standard"/>
        <w:jc w:val="both"/>
        <w:rPr>
          <w:rFonts w:hint="eastAsia"/>
        </w:rPr>
      </w:pPr>
      <w:r>
        <w:t>2. Produkty z długoterminowym okresem przydatności do spożycia muszą posiadać co najmniej 6 miesięczną datę przydatności do spożycia licząc od daty ich dostarczenia do Zamawiającego.</w:t>
      </w:r>
    </w:p>
    <w:p w14:paraId="1D11BD18" w14:textId="77777777" w:rsidR="006106BE" w:rsidRDefault="00000000">
      <w:pPr>
        <w:pStyle w:val="Standard"/>
        <w:jc w:val="both"/>
        <w:rPr>
          <w:rFonts w:hint="eastAsia"/>
        </w:rPr>
      </w:pPr>
      <w:r>
        <w:t xml:space="preserve">3. Makarony mają być sporządzone z najwyższej jakości mąki </w:t>
      </w:r>
      <w:proofErr w:type="spellStart"/>
      <w:r>
        <w:t>durum</w:t>
      </w:r>
      <w:proofErr w:type="spellEnd"/>
      <w:r>
        <w:t xml:space="preserve">, po ugotowaniu makaron nie skleja się, jest twardy i sprężysty, zachowuje naturalny zapach i kolor 100% </w:t>
      </w:r>
      <w:proofErr w:type="spellStart"/>
      <w:r>
        <w:t>durum</w:t>
      </w:r>
      <w:proofErr w:type="spellEnd"/>
      <w:r>
        <w:t>.</w:t>
      </w:r>
    </w:p>
    <w:p w14:paraId="4C900D52" w14:textId="77777777" w:rsidR="006106BE" w:rsidRDefault="00000000">
      <w:pPr>
        <w:pStyle w:val="Standard"/>
        <w:jc w:val="both"/>
        <w:rPr>
          <w:rFonts w:hint="eastAsia"/>
        </w:rPr>
      </w:pPr>
      <w:r>
        <w:t>4. Przyprawy – zapach świeży po otwarciu produktów, bez oznak spleśnienia, grudek.</w:t>
      </w:r>
    </w:p>
    <w:p w14:paraId="4D5BE731" w14:textId="77777777" w:rsidR="006106BE" w:rsidRDefault="00000000">
      <w:pPr>
        <w:pStyle w:val="Standard"/>
        <w:jc w:val="both"/>
        <w:rPr>
          <w:rFonts w:hint="eastAsia"/>
        </w:rPr>
      </w:pPr>
      <w:r>
        <w:t>5. Fasola, groch – nasiona nie powinny być zbutwiałe, spleśniałe.</w:t>
      </w:r>
    </w:p>
    <w:p w14:paraId="59C12BED" w14:textId="77777777" w:rsidR="006106BE" w:rsidRDefault="00000000">
      <w:pPr>
        <w:pStyle w:val="Standard"/>
        <w:jc w:val="both"/>
        <w:rPr>
          <w:rFonts w:hint="eastAsia"/>
        </w:rPr>
      </w:pPr>
      <w:r>
        <w:t>6. Produkty sypkie, takie jak ryż, kasze – mają być najwyższej jakości, po ugotowaniu nie sklejać</w:t>
      </w:r>
    </w:p>
    <w:p w14:paraId="62BEF6DE" w14:textId="77777777" w:rsidR="006106BE" w:rsidRDefault="00000000">
      <w:pPr>
        <w:pStyle w:val="Standard"/>
        <w:jc w:val="both"/>
        <w:rPr>
          <w:rFonts w:hint="eastAsia"/>
        </w:rPr>
      </w:pPr>
      <w:r>
        <w:t xml:space="preserve">    się.</w:t>
      </w:r>
    </w:p>
    <w:p w14:paraId="53117F55" w14:textId="77777777" w:rsidR="006106BE" w:rsidRDefault="00000000">
      <w:pPr>
        <w:pStyle w:val="Standard"/>
        <w:jc w:val="both"/>
        <w:rPr>
          <w:rFonts w:hint="eastAsia"/>
        </w:rPr>
      </w:pPr>
      <w:r>
        <w:t>7. Produkty z puszek - bez pleśni, mętnej konsystencji.</w:t>
      </w:r>
    </w:p>
    <w:p w14:paraId="614ED42A" w14:textId="77777777" w:rsidR="006106BE" w:rsidRDefault="00000000">
      <w:pPr>
        <w:pStyle w:val="Standard"/>
        <w:jc w:val="both"/>
        <w:rPr>
          <w:rFonts w:hint="eastAsia"/>
        </w:rPr>
      </w:pPr>
      <w:r>
        <w:t>8. Produkty w puszkach winny być wyposażone w elementy do otwierania ręcznego (bez konieczności używania otwieracza mechanicznego).</w:t>
      </w:r>
    </w:p>
    <w:p w14:paraId="282E4BDE" w14:textId="77777777" w:rsidR="006106BE" w:rsidRDefault="00000000">
      <w:pPr>
        <w:pStyle w:val="Standard"/>
        <w:jc w:val="both"/>
        <w:rPr>
          <w:rFonts w:hint="eastAsia"/>
        </w:rPr>
      </w:pPr>
      <w:r>
        <w:t>9. Jaja świeże, czyste, które nie mają uszkodzonej skorupki.</w:t>
      </w:r>
    </w:p>
    <w:p w14:paraId="132139C0" w14:textId="77777777" w:rsidR="006106BE" w:rsidRDefault="00000000">
      <w:pPr>
        <w:pStyle w:val="Standard"/>
        <w:jc w:val="both"/>
        <w:rPr>
          <w:rFonts w:hint="eastAsia"/>
        </w:rPr>
      </w:pPr>
      <w:r>
        <w:t>10. Jaja konsumpcyjne muszą być oznakowane weterynaryjnym numerem zakładu produkcyjnego. 11. Jaja w dniu dostawy do Zamawiającego nie będą starsze niż 7 dni od daty pakowania.</w:t>
      </w:r>
    </w:p>
    <w:p w14:paraId="7CB133C4" w14:textId="77777777" w:rsidR="006106BE" w:rsidRDefault="00000000">
      <w:pPr>
        <w:pStyle w:val="Standard"/>
        <w:jc w:val="both"/>
        <w:rPr>
          <w:rFonts w:hint="eastAsia"/>
        </w:rPr>
      </w:pPr>
      <w:r>
        <w:t>12. Owoce i warzywa mrożone najwyższej jakości, pierwszego gatunku, o kształcie i barwie charakterystycznej dla produktu wyjściowego, sypkie, niezbrylone.</w:t>
      </w:r>
    </w:p>
    <w:p w14:paraId="351BEF2C" w14:textId="77777777" w:rsidR="006106BE" w:rsidRDefault="00000000">
      <w:pPr>
        <w:pStyle w:val="Standard"/>
        <w:jc w:val="both"/>
        <w:rPr>
          <w:rFonts w:hint="eastAsia"/>
        </w:rPr>
      </w:pPr>
      <w:r>
        <w:t xml:space="preserve">13. Mrożone warzywa i owoce będą w odpowiedni sposób zamrożone, nie będą nosić oznak rozmrożenia i ponownego zamrożenia (poszczególne warzywa i owoce są w worku luźne, nie stanowią jednej zmrożonej bryły – za wyjątkiem szpinaku rozdrobnionego, który jest mrożony </w:t>
      </w:r>
      <w:r>
        <w:br/>
        <w:t>w formie bryły lub małych zmielonych kulek bryły).</w:t>
      </w:r>
    </w:p>
    <w:p w14:paraId="0BB34653" w14:textId="77777777" w:rsidR="006106BE" w:rsidRDefault="00000000">
      <w:pPr>
        <w:pStyle w:val="Standard"/>
        <w:jc w:val="both"/>
        <w:rPr>
          <w:rFonts w:hint="eastAsia"/>
        </w:rPr>
      </w:pPr>
      <w:r>
        <w:t>14. Mrożonki będą posiadać termin przydatności do spożycia nie krótszy niż 4 miesiące od dostawy towaru do Zamawiającego.</w:t>
      </w:r>
    </w:p>
    <w:p w14:paraId="779DA1BC" w14:textId="77777777" w:rsidR="006106BE" w:rsidRDefault="00000000">
      <w:pPr>
        <w:pStyle w:val="Standard"/>
        <w:jc w:val="both"/>
        <w:rPr>
          <w:rFonts w:hint="eastAsia"/>
        </w:rPr>
      </w:pPr>
      <w:r>
        <w:lastRenderedPageBreak/>
        <w:t>15. Ryby świeże – mięso ryb powinno mieć świeży zapach, być pozbawione ości, jędrne i sprężyste, po lekkim naciśnięciu natychmiast wracać do stanu wyjściowego. Łuski - bez uszkodzeń, przylegające do skóry.</w:t>
      </w:r>
    </w:p>
    <w:p w14:paraId="7552A35A" w14:textId="77777777" w:rsidR="006106BE" w:rsidRDefault="00000000">
      <w:pPr>
        <w:pStyle w:val="Standard"/>
        <w:jc w:val="both"/>
        <w:rPr>
          <w:rFonts w:hint="eastAsia"/>
        </w:rPr>
      </w:pPr>
      <w:r>
        <w:t>17. Ryby mrożone – bez glazury, zapach i smak świeży, po rozmrożeniu nie rozpadają się.</w:t>
      </w:r>
    </w:p>
    <w:p w14:paraId="7E51AFD9" w14:textId="77777777" w:rsidR="006106BE" w:rsidRDefault="00000000">
      <w:pPr>
        <w:pStyle w:val="Standard"/>
        <w:jc w:val="both"/>
        <w:rPr>
          <w:rFonts w:hint="eastAsia"/>
        </w:rPr>
      </w:pPr>
      <w:r>
        <w:t>18. Mrożone filety i inne produkty rybne mrożone mają być metodą SHP lub IQF.</w:t>
      </w:r>
    </w:p>
    <w:p w14:paraId="1ED4174A" w14:textId="77777777" w:rsidR="006106BE" w:rsidRDefault="00000000">
      <w:pPr>
        <w:pStyle w:val="Standard"/>
        <w:jc w:val="both"/>
        <w:rPr>
          <w:rFonts w:hint="eastAsia"/>
        </w:rPr>
      </w:pPr>
      <w:r>
        <w:t>19. Termin przydatności do spożycia świeżych oraz wędzonych ryb ma być nie krótszy niż 5 dni od daty dostawy do Zamawiającego, a w przypadku produktów mrożonych – nie krótszy niż 4 miesiące od daty dostawy.</w:t>
      </w:r>
    </w:p>
    <w:p w14:paraId="498E244F" w14:textId="77777777" w:rsidR="006106BE" w:rsidRDefault="00000000">
      <w:pPr>
        <w:pStyle w:val="Standard"/>
        <w:jc w:val="both"/>
        <w:rPr>
          <w:rFonts w:hint="eastAsia"/>
        </w:rPr>
      </w:pPr>
      <w:r>
        <w:t>20. Dostarczone pieczywo nie może być mrożone ani rozmrażane.</w:t>
      </w:r>
    </w:p>
    <w:p w14:paraId="6D13CDE7" w14:textId="77777777" w:rsidR="006106BE" w:rsidRDefault="00000000">
      <w:pPr>
        <w:pStyle w:val="Standard"/>
        <w:jc w:val="both"/>
        <w:rPr>
          <w:rFonts w:hint="eastAsia"/>
        </w:rPr>
      </w:pPr>
      <w:r>
        <w:t>21. Pieczywo nie może być wypiekane z ciasta mrożonego.</w:t>
      </w:r>
    </w:p>
    <w:p w14:paraId="2BCF03A4" w14:textId="77777777" w:rsidR="006106BE" w:rsidRDefault="00000000">
      <w:pPr>
        <w:pStyle w:val="Standard"/>
        <w:jc w:val="both"/>
        <w:rPr>
          <w:rFonts w:hint="eastAsia"/>
        </w:rPr>
      </w:pPr>
      <w:r>
        <w:t>22. Pieczywo świeże, wyprodukowane nie wcześniej niż 6 godzin od planowanej dostawy do Zamawiającego, miękkie, chrupiące, wyprodukowane z najwyższej jakości składników, bez śladów wody i wilgoci.</w:t>
      </w:r>
    </w:p>
    <w:p w14:paraId="3FCB73A2" w14:textId="77777777" w:rsidR="006106BE" w:rsidRDefault="006106BE">
      <w:pPr>
        <w:pStyle w:val="Standard"/>
        <w:rPr>
          <w:rFonts w:hint="eastAsia"/>
        </w:rPr>
      </w:pPr>
    </w:p>
    <w:tbl>
      <w:tblPr>
        <w:tblW w:w="10665" w:type="dxa"/>
        <w:tblInd w:w="-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6"/>
        <w:gridCol w:w="2592"/>
        <w:gridCol w:w="588"/>
        <w:gridCol w:w="960"/>
        <w:gridCol w:w="912"/>
        <w:gridCol w:w="792"/>
        <w:gridCol w:w="780"/>
        <w:gridCol w:w="912"/>
        <w:gridCol w:w="804"/>
        <w:gridCol w:w="960"/>
        <w:gridCol w:w="849"/>
      </w:tblGrid>
      <w:tr w:rsidR="006106BE" w14:paraId="6DE02296" w14:textId="77777777" w:rsidTr="00726597">
        <w:tblPrEx>
          <w:tblCellMar>
            <w:top w:w="0" w:type="dxa"/>
            <w:bottom w:w="0" w:type="dxa"/>
          </w:tblCellMar>
        </w:tblPrEx>
        <w:tc>
          <w:tcPr>
            <w:tcW w:w="51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1FEB82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LP.</w:t>
            </w:r>
          </w:p>
        </w:tc>
        <w:tc>
          <w:tcPr>
            <w:tcW w:w="25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9ADC61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>Nazwa artykułu</w:t>
            </w:r>
          </w:p>
        </w:tc>
        <w:tc>
          <w:tcPr>
            <w:tcW w:w="58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053C58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>J. miary</w:t>
            </w:r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E8E446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>Ilość zapotrzebowania rocznego</w:t>
            </w: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89FEEA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>Nazwa handlowa producent</w:t>
            </w:r>
          </w:p>
        </w:tc>
        <w:tc>
          <w:tcPr>
            <w:tcW w:w="7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05144D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>Cena jedn. Netto w złotych</w:t>
            </w:r>
          </w:p>
        </w:tc>
        <w:tc>
          <w:tcPr>
            <w:tcW w:w="7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E897C8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>Stawka podatku VAT</w:t>
            </w: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1383E9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>Cena jedn. Brutto w złotych</w:t>
            </w:r>
          </w:p>
        </w:tc>
        <w:tc>
          <w:tcPr>
            <w:tcW w:w="80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B85A96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>Wartość netto w złotych</w:t>
            </w:r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77F745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>Wartość podatku VAT</w:t>
            </w:r>
          </w:p>
        </w:tc>
        <w:tc>
          <w:tcPr>
            <w:tcW w:w="84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55F68C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>Wartość brutto w złotych</w:t>
            </w:r>
          </w:p>
        </w:tc>
      </w:tr>
      <w:tr w:rsidR="006106BE" w14:paraId="3CC0CD16" w14:textId="77777777" w:rsidTr="00726597">
        <w:tblPrEx>
          <w:tblCellMar>
            <w:top w:w="0" w:type="dxa"/>
            <w:bottom w:w="0" w:type="dxa"/>
          </w:tblCellMar>
        </w:tblPrEx>
        <w:trPr>
          <w:trHeight w:val="426"/>
        </w:trPr>
        <w:tc>
          <w:tcPr>
            <w:tcW w:w="51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9BCA81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1</w:t>
            </w:r>
          </w:p>
        </w:tc>
        <w:tc>
          <w:tcPr>
            <w:tcW w:w="25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B49400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              2</w:t>
            </w:r>
          </w:p>
        </w:tc>
        <w:tc>
          <w:tcPr>
            <w:tcW w:w="58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9E9560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   3</w:t>
            </w:r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D54164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    4</w:t>
            </w: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3A7809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      5</w:t>
            </w:r>
          </w:p>
        </w:tc>
        <w:tc>
          <w:tcPr>
            <w:tcW w:w="7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1BE1E3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    6</w:t>
            </w:r>
          </w:p>
        </w:tc>
        <w:tc>
          <w:tcPr>
            <w:tcW w:w="7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B59B87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    7</w:t>
            </w: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1C70A0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    8</w:t>
            </w:r>
          </w:p>
        </w:tc>
        <w:tc>
          <w:tcPr>
            <w:tcW w:w="80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1950CA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    9</w:t>
            </w:r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3D24BB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    10</w:t>
            </w:r>
          </w:p>
        </w:tc>
        <w:tc>
          <w:tcPr>
            <w:tcW w:w="84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B7017C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    11</w:t>
            </w:r>
          </w:p>
        </w:tc>
      </w:tr>
      <w:tr w:rsidR="006106BE" w14:paraId="1CDDEB8B" w14:textId="77777777" w:rsidTr="00726597">
        <w:tblPrEx>
          <w:tblCellMar>
            <w:top w:w="0" w:type="dxa"/>
            <w:bottom w:w="0" w:type="dxa"/>
          </w:tblCellMar>
        </w:tblPrEx>
        <w:tc>
          <w:tcPr>
            <w:tcW w:w="51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889311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  1.</w:t>
            </w:r>
          </w:p>
        </w:tc>
        <w:tc>
          <w:tcPr>
            <w:tcW w:w="25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7ED75B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Batonik zbożowy kakaowy o obniżonej zawartości tłuszczu w składzie na 100 g: tłuszcz 10 g, w tym kwasy tłuszczowe nasycone 6,4 g, węglowodany 65 g, w tym cukry 15 g, błonnik9,9 g, białko 6,4 g, </w:t>
            </w:r>
            <w:proofErr w:type="spellStart"/>
            <w:r>
              <w:t>sol</w:t>
            </w:r>
            <w:proofErr w:type="spellEnd"/>
            <w:r>
              <w:t xml:space="preserve"> 0,45 g Typu FLIPS lub równoważny</w:t>
            </w:r>
          </w:p>
        </w:tc>
        <w:tc>
          <w:tcPr>
            <w:tcW w:w="58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189248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 </w:t>
            </w:r>
            <w:proofErr w:type="spellStart"/>
            <w:r>
              <w:t>szt</w:t>
            </w:r>
            <w:proofErr w:type="spellEnd"/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B08DEC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   1200</w:t>
            </w: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4198A8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8A6409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2C829D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9B969B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0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ED7C6B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CAF2FC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4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D8666B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</w:tr>
      <w:tr w:rsidR="006106BE" w14:paraId="248C5834" w14:textId="77777777" w:rsidTr="00726597">
        <w:tblPrEx>
          <w:tblCellMar>
            <w:top w:w="0" w:type="dxa"/>
            <w:bottom w:w="0" w:type="dxa"/>
          </w:tblCellMar>
        </w:tblPrEx>
        <w:tc>
          <w:tcPr>
            <w:tcW w:w="51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A1F0B7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  2.</w:t>
            </w:r>
          </w:p>
        </w:tc>
        <w:tc>
          <w:tcPr>
            <w:tcW w:w="25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9C5F51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>Batonik zbożowy truskawkowy o obniżonej zawartości tłuszczu w składzie na 100 g: tłuszcz 10 g, w tym kwasy tłuszczowe nasycone 6,1g, Węglowodany 71 g, w tym cukry 14 g, błonnik 7,9 g, białko 4,4 g, sól 0,51 g Typu  FLIPS lub równoważny</w:t>
            </w:r>
          </w:p>
        </w:tc>
        <w:tc>
          <w:tcPr>
            <w:tcW w:w="58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01812A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 </w:t>
            </w:r>
            <w:proofErr w:type="spellStart"/>
            <w:r>
              <w:t>szt</w:t>
            </w:r>
            <w:proofErr w:type="spellEnd"/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C500D3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  1200   </w:t>
            </w: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BD6CF3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099F5D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337AA3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F4C6D7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0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7CD0E4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6689CE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4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C17401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</w:tr>
      <w:tr w:rsidR="006106BE" w14:paraId="09FD93C7" w14:textId="77777777" w:rsidTr="00726597">
        <w:tblPrEx>
          <w:tblCellMar>
            <w:top w:w="0" w:type="dxa"/>
            <w:bottom w:w="0" w:type="dxa"/>
          </w:tblCellMar>
        </w:tblPrEx>
        <w:tc>
          <w:tcPr>
            <w:tcW w:w="51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2096E3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  3.</w:t>
            </w:r>
          </w:p>
        </w:tc>
        <w:tc>
          <w:tcPr>
            <w:tcW w:w="25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494DB1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Budyń śmietankowy 40 g w składzie: tłuszcz 1,8 g, w tym kwasy tłuszczowe nasycone 1,1 g, węglowodany 16 g, w tym cukry 9,6 g, białko 3 g, sól 0,10 g Typu dr. </w:t>
            </w:r>
            <w:proofErr w:type="spellStart"/>
            <w:r>
              <w:t>Oetker</w:t>
            </w:r>
            <w:proofErr w:type="spellEnd"/>
            <w:r>
              <w:t xml:space="preserve"> lub równoważny</w:t>
            </w:r>
          </w:p>
        </w:tc>
        <w:tc>
          <w:tcPr>
            <w:tcW w:w="58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36673A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 </w:t>
            </w:r>
            <w:proofErr w:type="spellStart"/>
            <w:r>
              <w:t>szt</w:t>
            </w:r>
            <w:proofErr w:type="spellEnd"/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22F383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    700   </w:t>
            </w: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E4C175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DE6951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7B0AAB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54E51C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0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E65CB6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7F6285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4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F36F32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</w:tr>
      <w:tr w:rsidR="006106BE" w14:paraId="332B6D8E" w14:textId="77777777" w:rsidTr="00726597">
        <w:tblPrEx>
          <w:tblCellMar>
            <w:top w:w="0" w:type="dxa"/>
            <w:bottom w:w="0" w:type="dxa"/>
          </w:tblCellMar>
        </w:tblPrEx>
        <w:tc>
          <w:tcPr>
            <w:tcW w:w="51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1AFF20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  4.</w:t>
            </w:r>
          </w:p>
        </w:tc>
        <w:tc>
          <w:tcPr>
            <w:tcW w:w="25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BA538F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Budyń waniliowy w </w:t>
            </w:r>
            <w:r>
              <w:lastRenderedPageBreak/>
              <w:t xml:space="preserve">składzie: tłuszcz 1,8 g, w tym kwasy tłuszczowe nasycone 1 g, węglowodany 16 g, w tym cukry 9,6 g, białko 3 g, sól 0,10 g Typu </w:t>
            </w:r>
            <w:proofErr w:type="spellStart"/>
            <w:r>
              <w:t>Dr.Oetker</w:t>
            </w:r>
            <w:proofErr w:type="spellEnd"/>
            <w:r>
              <w:t xml:space="preserve"> lub równoważny</w:t>
            </w:r>
          </w:p>
        </w:tc>
        <w:tc>
          <w:tcPr>
            <w:tcW w:w="58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243BC3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lastRenderedPageBreak/>
              <w:t xml:space="preserve">   </w:t>
            </w:r>
            <w:proofErr w:type="spellStart"/>
            <w:r>
              <w:t>szt</w:t>
            </w:r>
            <w:proofErr w:type="spellEnd"/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158520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    700  </w:t>
            </w: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A0FBEF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EDDB76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091D54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B6E2BA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0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24D0CA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6A9959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4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899524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</w:tr>
      <w:tr w:rsidR="006106BE" w14:paraId="1D47A533" w14:textId="77777777" w:rsidTr="00726597">
        <w:tblPrEx>
          <w:tblCellMar>
            <w:top w:w="0" w:type="dxa"/>
            <w:bottom w:w="0" w:type="dxa"/>
          </w:tblCellMar>
        </w:tblPrEx>
        <w:tc>
          <w:tcPr>
            <w:tcW w:w="51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16B482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  5.</w:t>
            </w:r>
          </w:p>
        </w:tc>
        <w:tc>
          <w:tcPr>
            <w:tcW w:w="25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17A37D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>Chrupki kukurydziane  170 g</w:t>
            </w:r>
          </w:p>
        </w:tc>
        <w:tc>
          <w:tcPr>
            <w:tcW w:w="58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E7B818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 </w:t>
            </w:r>
            <w:proofErr w:type="spellStart"/>
            <w:r>
              <w:t>szt</w:t>
            </w:r>
            <w:proofErr w:type="spellEnd"/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8E47B7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    200</w:t>
            </w: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61E688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D5F24F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BD80C3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019E4B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0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2291D7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41C2D7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4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DC94DD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</w:tr>
      <w:tr w:rsidR="006106BE" w14:paraId="31C9C968" w14:textId="77777777" w:rsidTr="00726597">
        <w:tblPrEx>
          <w:tblCellMar>
            <w:top w:w="0" w:type="dxa"/>
            <w:bottom w:w="0" w:type="dxa"/>
          </w:tblCellMar>
        </w:tblPrEx>
        <w:tc>
          <w:tcPr>
            <w:tcW w:w="51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9950DE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  6.  </w:t>
            </w:r>
          </w:p>
        </w:tc>
        <w:tc>
          <w:tcPr>
            <w:tcW w:w="25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C04F74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>Chrupki kukurydziane o smaku czekolady 70 g w składzie: tłuszcz 20 g, w tym kwasy tłuszczowe nasycone 2,5 g, węglowodany 71 g, w tym cukry 21 g, błonnik 1,7 g, białko6,2 g, sól 0,02 g Witamina E 8,4 g Typu FLIPS lub równoważny</w:t>
            </w:r>
          </w:p>
        </w:tc>
        <w:tc>
          <w:tcPr>
            <w:tcW w:w="58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B50A2F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 </w:t>
            </w:r>
            <w:proofErr w:type="spellStart"/>
            <w:r>
              <w:t>szt</w:t>
            </w:r>
            <w:proofErr w:type="spellEnd"/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545610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      50   </w:t>
            </w: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766501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0D8BE3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BC69F7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3A1528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0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4A4CA4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6AF065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4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950ABD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</w:tr>
      <w:tr w:rsidR="006106BE" w14:paraId="3D967EA4" w14:textId="77777777" w:rsidTr="00726597">
        <w:tblPrEx>
          <w:tblCellMar>
            <w:top w:w="0" w:type="dxa"/>
            <w:bottom w:w="0" w:type="dxa"/>
          </w:tblCellMar>
        </w:tblPrEx>
        <w:tc>
          <w:tcPr>
            <w:tcW w:w="51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405EF8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  7.</w:t>
            </w:r>
          </w:p>
        </w:tc>
        <w:tc>
          <w:tcPr>
            <w:tcW w:w="25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880ECF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Chrupki kukurydziane o smaku truskawki 70 g w składzie: tłuszcz 18 g, w tym kwasy tłuszczowe nasycone 2,1 g, węglowodany 73 g, w tym cukry 24 g, błonnik 1,0 g, białko 5,8 g, sól 0,04 g, Witamina E 79 mg Typu FLIPS lub równoważny</w:t>
            </w:r>
          </w:p>
        </w:tc>
        <w:tc>
          <w:tcPr>
            <w:tcW w:w="58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ACF650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</w:t>
            </w:r>
            <w:proofErr w:type="spellStart"/>
            <w:r>
              <w:t>szt</w:t>
            </w:r>
            <w:proofErr w:type="spellEnd"/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72301B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     50</w:t>
            </w: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AC5BDE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4D283F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0DAF23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0498AC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0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61D8DA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C8D8EC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4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369246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</w:tr>
      <w:tr w:rsidR="006106BE" w14:paraId="61EE738C" w14:textId="77777777" w:rsidTr="00726597">
        <w:tblPrEx>
          <w:tblCellMar>
            <w:top w:w="0" w:type="dxa"/>
            <w:bottom w:w="0" w:type="dxa"/>
          </w:tblCellMar>
        </w:tblPrEx>
        <w:tc>
          <w:tcPr>
            <w:tcW w:w="51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85331E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  8.</w:t>
            </w:r>
          </w:p>
        </w:tc>
        <w:tc>
          <w:tcPr>
            <w:tcW w:w="25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06E20F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Chrupki kukurydziane o smaku toffi 70 g w składzie: tłuszcz19 g, w tym kwasy tłuszczowe nasycone 2,2 g, węglowodany 73 g, w tym cukry 26 g, błonnik 1,1 g, białko 5,6 g, </w:t>
            </w:r>
            <w:proofErr w:type="spellStart"/>
            <w:r>
              <w:t>sol</w:t>
            </w:r>
            <w:proofErr w:type="spellEnd"/>
            <w:r>
              <w:t xml:space="preserve"> 0,04 g Typu FLIPS lub równoważny</w:t>
            </w:r>
          </w:p>
        </w:tc>
        <w:tc>
          <w:tcPr>
            <w:tcW w:w="58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1B4352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 </w:t>
            </w:r>
            <w:proofErr w:type="spellStart"/>
            <w:r>
              <w:t>szt</w:t>
            </w:r>
            <w:proofErr w:type="spellEnd"/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F293F4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     50  </w:t>
            </w: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22D872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D68155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2C4D47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9D8DDC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0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580E82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31660C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4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24A583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</w:tr>
      <w:tr w:rsidR="006106BE" w14:paraId="6763EA33" w14:textId="77777777" w:rsidTr="00726597">
        <w:tblPrEx>
          <w:tblCellMar>
            <w:top w:w="0" w:type="dxa"/>
            <w:bottom w:w="0" w:type="dxa"/>
          </w:tblCellMar>
        </w:tblPrEx>
        <w:tc>
          <w:tcPr>
            <w:tcW w:w="51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D39D5A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  9.</w:t>
            </w:r>
          </w:p>
        </w:tc>
        <w:tc>
          <w:tcPr>
            <w:tcW w:w="25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4830DB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>Cukier</w:t>
            </w:r>
          </w:p>
        </w:tc>
        <w:tc>
          <w:tcPr>
            <w:tcW w:w="58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870D03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 kg</w:t>
            </w:r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0B0290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   700</w:t>
            </w: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6DF2F4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0E4DAA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C63020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310C66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0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B5778D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B83589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4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EAB664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</w:tr>
      <w:tr w:rsidR="006106BE" w14:paraId="495B5D19" w14:textId="77777777" w:rsidTr="00726597">
        <w:tblPrEx>
          <w:tblCellMar>
            <w:top w:w="0" w:type="dxa"/>
            <w:bottom w:w="0" w:type="dxa"/>
          </w:tblCellMar>
        </w:tblPrEx>
        <w:tc>
          <w:tcPr>
            <w:tcW w:w="51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1C987D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10.</w:t>
            </w:r>
          </w:p>
        </w:tc>
        <w:tc>
          <w:tcPr>
            <w:tcW w:w="25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12FE2E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>Cukier puder op. 500 g</w:t>
            </w:r>
          </w:p>
        </w:tc>
        <w:tc>
          <w:tcPr>
            <w:tcW w:w="58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ADED78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 </w:t>
            </w:r>
            <w:proofErr w:type="spellStart"/>
            <w:r>
              <w:t>szt</w:t>
            </w:r>
            <w:proofErr w:type="spellEnd"/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7C0EB9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   100  </w:t>
            </w: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4DD268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8DBBB8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6756D1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7A42A7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0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5BD963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AF60D7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4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22E297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</w:tr>
      <w:tr w:rsidR="006106BE" w14:paraId="108AE241" w14:textId="77777777" w:rsidTr="00726597">
        <w:tblPrEx>
          <w:tblCellMar>
            <w:top w:w="0" w:type="dxa"/>
            <w:bottom w:w="0" w:type="dxa"/>
          </w:tblCellMar>
        </w:tblPrEx>
        <w:tc>
          <w:tcPr>
            <w:tcW w:w="51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0F624C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11.</w:t>
            </w:r>
          </w:p>
        </w:tc>
        <w:tc>
          <w:tcPr>
            <w:tcW w:w="25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3ACBC2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Cukierki  1 kg w składzie: tłuszcz 0,2 g, w tym kwasy tłuszczowe nasycone 0,2 g, węglowodany 79,7 g, w tym cukry 75,9 g, białko 0 g, sól 0,37 g Typu </w:t>
            </w:r>
            <w:proofErr w:type="spellStart"/>
            <w:r>
              <w:t>Crazy</w:t>
            </w:r>
            <w:proofErr w:type="spellEnd"/>
            <w:r>
              <w:t xml:space="preserve"> Bee lub równoważne</w:t>
            </w:r>
          </w:p>
        </w:tc>
        <w:tc>
          <w:tcPr>
            <w:tcW w:w="58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A7BCA0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 kg</w:t>
            </w:r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FC1639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     10</w:t>
            </w: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ED6936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EA3B06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E71923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BC4A40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0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7960E0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86534E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4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36C0B0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</w:tr>
      <w:tr w:rsidR="006106BE" w14:paraId="1B711B62" w14:textId="77777777" w:rsidTr="00726597">
        <w:tblPrEx>
          <w:tblCellMar>
            <w:top w:w="0" w:type="dxa"/>
            <w:bottom w:w="0" w:type="dxa"/>
          </w:tblCellMar>
        </w:tblPrEx>
        <w:tc>
          <w:tcPr>
            <w:tcW w:w="51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168193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12.</w:t>
            </w:r>
          </w:p>
        </w:tc>
        <w:tc>
          <w:tcPr>
            <w:tcW w:w="25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75B373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Cukierki czekoladowe  25% kakao  1 kg w składzie: tłuszcz 29 g, w </w:t>
            </w:r>
            <w:r>
              <w:lastRenderedPageBreak/>
              <w:t>tym kwasy tłuszczowe nasycone 15 g, węglowodany 52 g, w tym cukry 49 g, białko 8,9 g, sól 0,31 g Typu MICHAŁKI lub równoważne</w:t>
            </w:r>
          </w:p>
        </w:tc>
        <w:tc>
          <w:tcPr>
            <w:tcW w:w="58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7234D1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lastRenderedPageBreak/>
              <w:t xml:space="preserve">   kg</w:t>
            </w:r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61214D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     10</w:t>
            </w: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47459D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466C2F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B0F9E0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6EE60F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0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7CA591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E87688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4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18047E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</w:tr>
      <w:tr w:rsidR="006106BE" w14:paraId="5F553F1E" w14:textId="77777777" w:rsidTr="00726597">
        <w:tblPrEx>
          <w:tblCellMar>
            <w:top w:w="0" w:type="dxa"/>
            <w:bottom w:w="0" w:type="dxa"/>
          </w:tblCellMar>
        </w:tblPrEx>
        <w:tc>
          <w:tcPr>
            <w:tcW w:w="51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344EA0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13.</w:t>
            </w:r>
          </w:p>
        </w:tc>
        <w:tc>
          <w:tcPr>
            <w:tcW w:w="25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B929AA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>Cukierki galaretki o smaku owocowym w czekoladzie 1 kg,</w:t>
            </w:r>
          </w:p>
        </w:tc>
        <w:tc>
          <w:tcPr>
            <w:tcW w:w="58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803AEB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 kg</w:t>
            </w:r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613340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     10</w:t>
            </w: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F7C4B0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4174BE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2890F0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4D20F4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0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F5FB58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B83C7A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4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F50888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</w:tr>
      <w:tr w:rsidR="006106BE" w14:paraId="4235DEC9" w14:textId="77777777" w:rsidTr="00726597">
        <w:tblPrEx>
          <w:tblCellMar>
            <w:top w:w="0" w:type="dxa"/>
            <w:bottom w:w="0" w:type="dxa"/>
          </w:tblCellMar>
        </w:tblPrEx>
        <w:tc>
          <w:tcPr>
            <w:tcW w:w="51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634986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14.</w:t>
            </w:r>
          </w:p>
        </w:tc>
        <w:tc>
          <w:tcPr>
            <w:tcW w:w="25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087B89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>Czekolada mleczna oryginalna 90 g bez glutenowa w składzie: tłuszcz 30 g, w tym kwasy tłuszczowe nasycone 18 g, węglowodany 55 g, w tym cukry 53 g, białko 7,9 g, sól 0,20 g Typu GOPLANA lub równoważny</w:t>
            </w:r>
          </w:p>
        </w:tc>
        <w:tc>
          <w:tcPr>
            <w:tcW w:w="58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781926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</w:t>
            </w:r>
            <w:proofErr w:type="spellStart"/>
            <w:r>
              <w:t>szt</w:t>
            </w:r>
            <w:proofErr w:type="spellEnd"/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69B39A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     50</w:t>
            </w: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1BEAE5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0F25C3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288A20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47B0C3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0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54F916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E4AF6F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4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2B2BA2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</w:tr>
      <w:tr w:rsidR="006106BE" w14:paraId="55878985" w14:textId="77777777" w:rsidTr="00726597">
        <w:tblPrEx>
          <w:tblCellMar>
            <w:top w:w="0" w:type="dxa"/>
            <w:bottom w:w="0" w:type="dxa"/>
          </w:tblCellMar>
        </w:tblPrEx>
        <w:trPr>
          <w:trHeight w:val="2895"/>
        </w:trPr>
        <w:tc>
          <w:tcPr>
            <w:tcW w:w="51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B0A574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15.</w:t>
            </w:r>
          </w:p>
        </w:tc>
        <w:tc>
          <w:tcPr>
            <w:tcW w:w="25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C82437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>Czekolada gorzka klasyczna 60% kakao bez glutenowa w składzie: tłuszcz32 g, w tym kwasy tłuszczowe 19 g, węglowodany 40 g, w tym cukry 36 g, białko 8,0 g, sól 0,02 g Typu GOPLANA lub równoważny</w:t>
            </w:r>
          </w:p>
        </w:tc>
        <w:tc>
          <w:tcPr>
            <w:tcW w:w="58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2219FD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</w:t>
            </w:r>
            <w:proofErr w:type="spellStart"/>
            <w:r>
              <w:t>szt</w:t>
            </w:r>
            <w:proofErr w:type="spellEnd"/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4BC7BD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    50</w:t>
            </w: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3A8CC7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379686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963932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1CF495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0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DF9B32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51A74E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4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8C3986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</w:tr>
      <w:tr w:rsidR="006106BE" w14:paraId="156C051E" w14:textId="77777777" w:rsidTr="00726597">
        <w:tblPrEx>
          <w:tblCellMar>
            <w:top w:w="0" w:type="dxa"/>
            <w:bottom w:w="0" w:type="dxa"/>
          </w:tblCellMar>
        </w:tblPrEx>
        <w:tc>
          <w:tcPr>
            <w:tcW w:w="51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B383DD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16.</w:t>
            </w:r>
          </w:p>
        </w:tc>
        <w:tc>
          <w:tcPr>
            <w:tcW w:w="25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D6993D" w14:textId="77777777" w:rsidR="006106BE" w:rsidRDefault="00000000">
            <w:pPr>
              <w:pStyle w:val="Standard"/>
              <w:rPr>
                <w:rFonts w:hint="eastAsia"/>
              </w:rPr>
            </w:pPr>
            <w:r>
              <w:t>Danie: warzywa z delikatną rybą w składzie: tłuszcz1,6 g, w tym kwasy nasycone 0,4 g, węglowodany120 g, w tym cukry 2,7 g, błonnik 1,2 g, białko2,5 g, sól</w:t>
            </w:r>
          </w:p>
          <w:p w14:paraId="03C19ED8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>0,05 g Typu Bobo Vita lub równoważny</w:t>
            </w:r>
          </w:p>
        </w:tc>
        <w:tc>
          <w:tcPr>
            <w:tcW w:w="58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F7643D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</w:t>
            </w:r>
            <w:proofErr w:type="spellStart"/>
            <w:r>
              <w:t>szt</w:t>
            </w:r>
            <w:proofErr w:type="spellEnd"/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CD5299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    40</w:t>
            </w: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E69AA3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C73E27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A816F7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85CF6F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0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7396A9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67BA38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4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5FD49B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</w:tr>
      <w:tr w:rsidR="006106BE" w14:paraId="4D38435A" w14:textId="77777777" w:rsidTr="00726597">
        <w:tblPrEx>
          <w:tblCellMar>
            <w:top w:w="0" w:type="dxa"/>
            <w:bottom w:w="0" w:type="dxa"/>
          </w:tblCellMar>
        </w:tblPrEx>
        <w:tc>
          <w:tcPr>
            <w:tcW w:w="51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0D1C53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17.</w:t>
            </w:r>
          </w:p>
        </w:tc>
        <w:tc>
          <w:tcPr>
            <w:tcW w:w="25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04807B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Danie: jarzynki z ciecierzycą i kluseczkami 190 g w składzie: warzywa 50%( marchewka 27%, pietruszka 18 % bataty 5%) tłuszcz 1,5 g, w tym kwasy nasycone 0,4 g, węglowodany 7,0 g, w tym cukry 2,3 g, błonnik 1,8 g, białko 2,3 g , sól 0,08 g, </w:t>
            </w:r>
            <w:proofErr w:type="spellStart"/>
            <w:r>
              <w:t>kwasa</w:t>
            </w:r>
            <w:proofErr w:type="spellEnd"/>
            <w:r>
              <w:t xml:space="preserve">- linolenowy 0,08 g Typu Bobo Vita lub </w:t>
            </w:r>
            <w:r>
              <w:lastRenderedPageBreak/>
              <w:t>równoważny</w:t>
            </w:r>
          </w:p>
        </w:tc>
        <w:tc>
          <w:tcPr>
            <w:tcW w:w="58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C1D0EB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lastRenderedPageBreak/>
              <w:t xml:space="preserve">  </w:t>
            </w:r>
            <w:proofErr w:type="spellStart"/>
            <w:r>
              <w:t>szt</w:t>
            </w:r>
            <w:proofErr w:type="spellEnd"/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787FDE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    40</w:t>
            </w: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CE3FD7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73ECED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55276D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D64695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0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5E8EA1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92A1CA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4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557A0E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</w:tr>
      <w:tr w:rsidR="006106BE" w14:paraId="3E8D2FD5" w14:textId="77777777" w:rsidTr="00726597">
        <w:tblPrEx>
          <w:tblCellMar>
            <w:top w:w="0" w:type="dxa"/>
            <w:bottom w:w="0" w:type="dxa"/>
          </w:tblCellMar>
        </w:tblPrEx>
        <w:tc>
          <w:tcPr>
            <w:tcW w:w="51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7CAC7D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18.</w:t>
            </w:r>
          </w:p>
        </w:tc>
        <w:tc>
          <w:tcPr>
            <w:tcW w:w="25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F1F442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Danie warzywa z delikatną wołowiną w składzie: warzywa 66% ( przecier pomidorowy 26 % , ziemniaki 20 %, marchewka 17 %, por  3%) tłuszcz 2,1 g, w tym kwasy nasycone 0,4 g, węglowodany 8,3 g, w tym cukry 1,7 g, błonnik1,3 g, białko 3,3 g, sól 0,05 </w:t>
            </w:r>
            <w:proofErr w:type="spellStart"/>
            <w:r>
              <w:t>g,Typu</w:t>
            </w:r>
            <w:proofErr w:type="spellEnd"/>
            <w:r>
              <w:t xml:space="preserve"> Bobo Vita lub równoważny       </w:t>
            </w:r>
          </w:p>
          <w:p w14:paraId="743427F8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58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EE5B6F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</w:t>
            </w:r>
            <w:proofErr w:type="spellStart"/>
            <w:r>
              <w:t>szt</w:t>
            </w:r>
            <w:proofErr w:type="spellEnd"/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366FBD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   40</w:t>
            </w: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698B44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106EDE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7A1935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25E8EF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0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65FB22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6006D1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4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F253FE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</w:tr>
      <w:tr w:rsidR="006106BE" w14:paraId="4370E5F6" w14:textId="77777777" w:rsidTr="00726597">
        <w:tblPrEx>
          <w:tblCellMar>
            <w:top w:w="0" w:type="dxa"/>
            <w:bottom w:w="0" w:type="dxa"/>
          </w:tblCellMar>
        </w:tblPrEx>
        <w:tc>
          <w:tcPr>
            <w:tcW w:w="51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70E242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19.</w:t>
            </w:r>
          </w:p>
        </w:tc>
        <w:tc>
          <w:tcPr>
            <w:tcW w:w="25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A4DCB1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>Drożdże 100g</w:t>
            </w:r>
          </w:p>
        </w:tc>
        <w:tc>
          <w:tcPr>
            <w:tcW w:w="58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B31630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 </w:t>
            </w:r>
            <w:proofErr w:type="spellStart"/>
            <w:r>
              <w:t>szt</w:t>
            </w:r>
            <w:proofErr w:type="spellEnd"/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672FDC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   200</w:t>
            </w: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A41803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3A0621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09EE10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FEBFFF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0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18477F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7B8CE8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4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D97BD8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</w:tr>
      <w:tr w:rsidR="006106BE" w14:paraId="175B539D" w14:textId="77777777" w:rsidTr="00726597">
        <w:tblPrEx>
          <w:tblCellMar>
            <w:top w:w="0" w:type="dxa"/>
            <w:bottom w:w="0" w:type="dxa"/>
          </w:tblCellMar>
        </w:tblPrEx>
        <w:tc>
          <w:tcPr>
            <w:tcW w:w="51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32D5B3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20.</w:t>
            </w:r>
          </w:p>
        </w:tc>
        <w:tc>
          <w:tcPr>
            <w:tcW w:w="25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3D0AE0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>Dżem brzoskwiniowy 100% słonecznych brzoskwiń w składzie: tłuszcz &lt;0,5 g, w tym cukry nasycone &lt; 0,1 g, węglowodany 34 g, w tym cukry 34 g, białko &lt;0,5 g Typu ŁOWICZ lub równoważny</w:t>
            </w:r>
          </w:p>
        </w:tc>
        <w:tc>
          <w:tcPr>
            <w:tcW w:w="58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D6D47D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 </w:t>
            </w:r>
            <w:proofErr w:type="spellStart"/>
            <w:r>
              <w:t>szt</w:t>
            </w:r>
            <w:proofErr w:type="spellEnd"/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A2CA8F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     60</w:t>
            </w: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417FD4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D1C479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6B5BB3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A9EB12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0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ABF3EC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B96B2C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4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512091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</w:tr>
      <w:tr w:rsidR="006106BE" w14:paraId="02539663" w14:textId="77777777" w:rsidTr="00726597">
        <w:tblPrEx>
          <w:tblCellMar>
            <w:top w:w="0" w:type="dxa"/>
            <w:bottom w:w="0" w:type="dxa"/>
          </w:tblCellMar>
        </w:tblPrEx>
        <w:tc>
          <w:tcPr>
            <w:tcW w:w="51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A3736C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21.  </w:t>
            </w:r>
          </w:p>
        </w:tc>
        <w:tc>
          <w:tcPr>
            <w:tcW w:w="25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8FB15B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Dżem czarna porzeczka z czarnych porzeczek w </w:t>
            </w:r>
            <w:proofErr w:type="spellStart"/>
            <w:r>
              <w:t>składzie:tłuszcz</w:t>
            </w:r>
            <w:proofErr w:type="spellEnd"/>
            <w:r>
              <w:t xml:space="preserve"> &lt; 0,5 g, W tym kwasy nasycone &lt; 0,1 g, węglowodany 32 g, w tym cukry 32 g, białko &lt;0,5 g Typu ŁOWICZ lub równoważny</w:t>
            </w:r>
          </w:p>
        </w:tc>
        <w:tc>
          <w:tcPr>
            <w:tcW w:w="58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93AF99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 </w:t>
            </w:r>
            <w:proofErr w:type="spellStart"/>
            <w:r>
              <w:t>szt</w:t>
            </w:r>
            <w:proofErr w:type="spellEnd"/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C45B9F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   100</w:t>
            </w: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FBB0D7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BBE5EC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7062F5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91163D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0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0EF5B4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F4E888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4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89AA34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</w:tr>
      <w:tr w:rsidR="006106BE" w14:paraId="1E9B8BAC" w14:textId="77777777" w:rsidTr="00726597">
        <w:tblPrEx>
          <w:tblCellMar>
            <w:top w:w="0" w:type="dxa"/>
            <w:bottom w:w="0" w:type="dxa"/>
          </w:tblCellMar>
        </w:tblPrEx>
        <w:tc>
          <w:tcPr>
            <w:tcW w:w="51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BD136E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22.</w:t>
            </w:r>
          </w:p>
        </w:tc>
        <w:tc>
          <w:tcPr>
            <w:tcW w:w="25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9F3707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Dżem malinowy 100% polskich malin w </w:t>
            </w:r>
            <w:proofErr w:type="spellStart"/>
            <w:r>
              <w:t>składzie:tłuszcz</w:t>
            </w:r>
            <w:proofErr w:type="spellEnd"/>
            <w:r>
              <w:t xml:space="preserve"> &lt;0,5 g, w tym kwasy tłuszczowe nasycone &lt; 0,1 g, węglowodany 33 g, w tym cukry 33 g, Białko 0,5 g Typu ŁOWICZ lub równoważny</w:t>
            </w:r>
          </w:p>
        </w:tc>
        <w:tc>
          <w:tcPr>
            <w:tcW w:w="58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0F171C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 </w:t>
            </w:r>
            <w:proofErr w:type="spellStart"/>
            <w:r>
              <w:t>szt</w:t>
            </w:r>
            <w:proofErr w:type="spellEnd"/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F6418C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     90</w:t>
            </w: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3D706D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0ED3E7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E3F148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ABF8A6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0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6ED990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9D45C6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4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8A9C50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</w:tr>
      <w:tr w:rsidR="006106BE" w14:paraId="5BE4838C" w14:textId="77777777" w:rsidTr="00726597">
        <w:tblPrEx>
          <w:tblCellMar>
            <w:top w:w="0" w:type="dxa"/>
            <w:bottom w:w="0" w:type="dxa"/>
          </w:tblCellMar>
        </w:tblPrEx>
        <w:tc>
          <w:tcPr>
            <w:tcW w:w="51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49FA75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23.</w:t>
            </w:r>
          </w:p>
        </w:tc>
        <w:tc>
          <w:tcPr>
            <w:tcW w:w="25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1A4474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>Dżem truskawkowy 100% polskich truskawek w składzie tłuszcz &lt;0,5 g, w tym kwasy nasycone &lt;0,1 g, węglowodany 35 g, w tym cukry 35 g, białko &lt; 0,5 g Typu ŁOWICZ lub równoważny</w:t>
            </w:r>
          </w:p>
        </w:tc>
        <w:tc>
          <w:tcPr>
            <w:tcW w:w="58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C0E9D6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 </w:t>
            </w:r>
            <w:proofErr w:type="spellStart"/>
            <w:r>
              <w:t>szt</w:t>
            </w:r>
            <w:proofErr w:type="spellEnd"/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D78C76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     90</w:t>
            </w: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345CEB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DD52E0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C13B5C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0F060D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0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67DB18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4CEE4E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4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5EF4DC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</w:tr>
      <w:tr w:rsidR="006106BE" w14:paraId="6BFE8A5F" w14:textId="77777777" w:rsidTr="00726597">
        <w:tblPrEx>
          <w:tblCellMar>
            <w:top w:w="0" w:type="dxa"/>
            <w:bottom w:w="0" w:type="dxa"/>
          </w:tblCellMar>
        </w:tblPrEx>
        <w:tc>
          <w:tcPr>
            <w:tcW w:w="51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9773B7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24.</w:t>
            </w:r>
          </w:p>
        </w:tc>
        <w:tc>
          <w:tcPr>
            <w:tcW w:w="25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3F15DD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Dżem wiśniowy 100 % polskich wiśni 280 g w </w:t>
            </w:r>
            <w:r>
              <w:lastRenderedPageBreak/>
              <w:t>składzie: tłuszcz</w:t>
            </w:r>
          </w:p>
        </w:tc>
        <w:tc>
          <w:tcPr>
            <w:tcW w:w="58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3685B8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lastRenderedPageBreak/>
              <w:t xml:space="preserve">   </w:t>
            </w:r>
            <w:proofErr w:type="spellStart"/>
            <w:r>
              <w:t>szt</w:t>
            </w:r>
            <w:proofErr w:type="spellEnd"/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B4B3CB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     25  </w:t>
            </w: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624551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0A14B5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C94D40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A586DD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0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339471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D289D1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4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FDFDCE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</w:tr>
      <w:tr w:rsidR="006106BE" w14:paraId="103AA689" w14:textId="77777777" w:rsidTr="00726597">
        <w:tblPrEx>
          <w:tblCellMar>
            <w:top w:w="0" w:type="dxa"/>
            <w:bottom w:w="0" w:type="dxa"/>
          </w:tblCellMar>
        </w:tblPrEx>
        <w:trPr>
          <w:trHeight w:val="1032"/>
        </w:trPr>
        <w:tc>
          <w:tcPr>
            <w:tcW w:w="51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0F43BE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25.</w:t>
            </w:r>
          </w:p>
        </w:tc>
        <w:tc>
          <w:tcPr>
            <w:tcW w:w="25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A692C9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Galaretka brzoskwiniowa 72 g, w składzie: tłuszcz 0,0 g, w tyk kwasy nasycone  0,0 g, węglowodany 10 g, w tym cukry 10 g, białko 1,7 g, </w:t>
            </w:r>
            <w:proofErr w:type="spellStart"/>
            <w:r>
              <w:t>sol</w:t>
            </w:r>
            <w:proofErr w:type="spellEnd"/>
            <w:r>
              <w:t xml:space="preserve"> 0,01 g Typu Dr. </w:t>
            </w:r>
            <w:proofErr w:type="spellStart"/>
            <w:r>
              <w:t>Oetker</w:t>
            </w:r>
            <w:proofErr w:type="spellEnd"/>
            <w:r>
              <w:t xml:space="preserve"> lub równoważny</w:t>
            </w:r>
          </w:p>
        </w:tc>
        <w:tc>
          <w:tcPr>
            <w:tcW w:w="58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59FCCA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 </w:t>
            </w:r>
            <w:proofErr w:type="spellStart"/>
            <w:r>
              <w:t>szt</w:t>
            </w:r>
            <w:proofErr w:type="spellEnd"/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43AE11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     50  </w:t>
            </w: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79B677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59C978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93036B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F6FF68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0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B1030A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CE4A55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4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068575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</w:tr>
      <w:tr w:rsidR="006106BE" w14:paraId="248BEE1E" w14:textId="77777777" w:rsidTr="00726597">
        <w:tblPrEx>
          <w:tblCellMar>
            <w:top w:w="0" w:type="dxa"/>
            <w:bottom w:w="0" w:type="dxa"/>
          </w:tblCellMar>
        </w:tblPrEx>
        <w:tc>
          <w:tcPr>
            <w:tcW w:w="51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137EC2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26.</w:t>
            </w:r>
          </w:p>
        </w:tc>
        <w:tc>
          <w:tcPr>
            <w:tcW w:w="25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F299AA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>Galaretka cytrynowa w składzie: węglowodany 10g, w tym cukry 10 g, białko 1,7 g, sól 0,01 g Typu Dr .</w:t>
            </w:r>
            <w:proofErr w:type="spellStart"/>
            <w:r>
              <w:t>Oetker</w:t>
            </w:r>
            <w:proofErr w:type="spellEnd"/>
            <w:r>
              <w:t xml:space="preserve"> lub równoważny</w:t>
            </w:r>
          </w:p>
        </w:tc>
        <w:tc>
          <w:tcPr>
            <w:tcW w:w="58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FDE9A5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 </w:t>
            </w:r>
            <w:proofErr w:type="spellStart"/>
            <w:r>
              <w:t>szt</w:t>
            </w:r>
            <w:proofErr w:type="spellEnd"/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F94571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     50   </w:t>
            </w: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E9EC78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21B16E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A089C6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D24F56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0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3A9159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E6EDE1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4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40B5D1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</w:tr>
      <w:tr w:rsidR="006106BE" w14:paraId="3C4868C9" w14:textId="77777777" w:rsidTr="00726597">
        <w:tblPrEx>
          <w:tblCellMar>
            <w:top w:w="0" w:type="dxa"/>
            <w:bottom w:w="0" w:type="dxa"/>
          </w:tblCellMar>
        </w:tblPrEx>
        <w:tc>
          <w:tcPr>
            <w:tcW w:w="51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3AAA8D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27.</w:t>
            </w:r>
          </w:p>
        </w:tc>
        <w:tc>
          <w:tcPr>
            <w:tcW w:w="25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AD98CD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Galaretka malinowa w składzie: węglowodany 10 g, w tym cukry 10 g, białko 1,7 g, sól 0,01 g Typu Dr. </w:t>
            </w:r>
            <w:proofErr w:type="spellStart"/>
            <w:r>
              <w:t>Oetker</w:t>
            </w:r>
            <w:proofErr w:type="spellEnd"/>
            <w:r>
              <w:t xml:space="preserve"> lub równoważny</w:t>
            </w:r>
          </w:p>
        </w:tc>
        <w:tc>
          <w:tcPr>
            <w:tcW w:w="58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CB9F13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</w:t>
            </w:r>
            <w:proofErr w:type="spellStart"/>
            <w:r>
              <w:t>szt</w:t>
            </w:r>
            <w:proofErr w:type="spellEnd"/>
            <w:r>
              <w:t xml:space="preserve">   </w:t>
            </w:r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A29B5C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   180  </w:t>
            </w: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2ECAD9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28CA09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DBA7FF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C88441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0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868850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280F3F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4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DDC7D8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</w:tr>
      <w:tr w:rsidR="006106BE" w14:paraId="01FAAB73" w14:textId="77777777" w:rsidTr="00726597">
        <w:tblPrEx>
          <w:tblCellMar>
            <w:top w:w="0" w:type="dxa"/>
            <w:bottom w:w="0" w:type="dxa"/>
          </w:tblCellMar>
        </w:tblPrEx>
        <w:tc>
          <w:tcPr>
            <w:tcW w:w="51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E8AD27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28.</w:t>
            </w:r>
          </w:p>
        </w:tc>
        <w:tc>
          <w:tcPr>
            <w:tcW w:w="25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478B9B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>Galaretka truskawkowa  71 g w składzie: tłuszcz 0,0 g, w tym nasycone kwasy tłuszczowe 0,o g, węglowodany 10,3 g, w tym cukry 10,2 g, błonnik 0,0 g, białko 1,5 g, sól 0,0 g Typu WINIARY lub równoważny</w:t>
            </w:r>
          </w:p>
        </w:tc>
        <w:tc>
          <w:tcPr>
            <w:tcW w:w="58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C39C5E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</w:t>
            </w:r>
            <w:proofErr w:type="spellStart"/>
            <w:r>
              <w:t>szt</w:t>
            </w:r>
            <w:proofErr w:type="spellEnd"/>
            <w:r>
              <w:t xml:space="preserve">  </w:t>
            </w:r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527A92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   500   </w:t>
            </w: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350444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F15448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3B351C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713CD4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0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3759B2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78E2DA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4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A368DC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</w:tr>
      <w:tr w:rsidR="006106BE" w14:paraId="1F618D9C" w14:textId="77777777" w:rsidTr="00726597">
        <w:tblPrEx>
          <w:tblCellMar>
            <w:top w:w="0" w:type="dxa"/>
            <w:bottom w:w="0" w:type="dxa"/>
          </w:tblCellMar>
        </w:tblPrEx>
        <w:tc>
          <w:tcPr>
            <w:tcW w:w="51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9017FF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29.</w:t>
            </w:r>
          </w:p>
        </w:tc>
        <w:tc>
          <w:tcPr>
            <w:tcW w:w="25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F5547A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>Galaretka wiśniowa 71 g w składzie: tłuszcz 0,0 g, w tym kwasy tłuszczowe nasycone 0,0 g, węglowodany 10,3 g, w tym cukry 10,2 g, błonnik 0,0 g, białko 1,5 g, sól   0,0 g Typu WINIARY lub równoważny</w:t>
            </w:r>
          </w:p>
        </w:tc>
        <w:tc>
          <w:tcPr>
            <w:tcW w:w="58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B697B0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</w:t>
            </w:r>
            <w:proofErr w:type="spellStart"/>
            <w:r>
              <w:t>szt</w:t>
            </w:r>
            <w:proofErr w:type="spellEnd"/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E6218E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     50  </w:t>
            </w: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A201E1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2EDE8B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1C511C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609E79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0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AC792C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B17882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4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68DFE1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</w:tr>
      <w:tr w:rsidR="006106BE" w14:paraId="78AA3E85" w14:textId="77777777" w:rsidTr="00726597">
        <w:tblPrEx>
          <w:tblCellMar>
            <w:top w:w="0" w:type="dxa"/>
            <w:bottom w:w="0" w:type="dxa"/>
          </w:tblCellMar>
        </w:tblPrEx>
        <w:tc>
          <w:tcPr>
            <w:tcW w:w="51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826F76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30.</w:t>
            </w:r>
          </w:p>
        </w:tc>
        <w:tc>
          <w:tcPr>
            <w:tcW w:w="25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FB013F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>Groch łuskany op. 250 g</w:t>
            </w:r>
          </w:p>
        </w:tc>
        <w:tc>
          <w:tcPr>
            <w:tcW w:w="58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6B9FA2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</w:t>
            </w:r>
            <w:proofErr w:type="spellStart"/>
            <w:r>
              <w:t>szt</w:t>
            </w:r>
            <w:proofErr w:type="spellEnd"/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D7EA35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     40</w:t>
            </w: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40E3B8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6CFC55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1937B3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7A9A61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0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81589A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30CBDD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4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098E70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</w:tr>
      <w:tr w:rsidR="006106BE" w14:paraId="5BA212D7" w14:textId="77777777" w:rsidTr="00726597">
        <w:tblPrEx>
          <w:tblCellMar>
            <w:top w:w="0" w:type="dxa"/>
            <w:bottom w:w="0" w:type="dxa"/>
          </w:tblCellMar>
        </w:tblPrEx>
        <w:tc>
          <w:tcPr>
            <w:tcW w:w="51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2D5A5F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31.</w:t>
            </w:r>
          </w:p>
        </w:tc>
        <w:tc>
          <w:tcPr>
            <w:tcW w:w="25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F0B147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>Humus op.180 g</w:t>
            </w:r>
          </w:p>
        </w:tc>
        <w:tc>
          <w:tcPr>
            <w:tcW w:w="58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CD9E34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</w:t>
            </w:r>
            <w:proofErr w:type="spellStart"/>
            <w:r>
              <w:t>szt</w:t>
            </w:r>
            <w:proofErr w:type="spellEnd"/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3AE738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     20</w:t>
            </w: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C4F6E7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40F886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8B0938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ED6956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0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EEC05D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568B7F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4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326D90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</w:tr>
      <w:tr w:rsidR="006106BE" w14:paraId="562DE902" w14:textId="77777777" w:rsidTr="00726597">
        <w:tblPrEx>
          <w:tblCellMar>
            <w:top w:w="0" w:type="dxa"/>
            <w:bottom w:w="0" w:type="dxa"/>
          </w:tblCellMar>
        </w:tblPrEx>
        <w:tc>
          <w:tcPr>
            <w:tcW w:w="51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B9A0AA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32.</w:t>
            </w:r>
          </w:p>
        </w:tc>
        <w:tc>
          <w:tcPr>
            <w:tcW w:w="25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557C71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Kasza </w:t>
            </w:r>
            <w:proofErr w:type="spellStart"/>
            <w:r>
              <w:t>bulgur</w:t>
            </w:r>
            <w:proofErr w:type="spellEnd"/>
            <w:r>
              <w:t xml:space="preserve"> op.1 kg</w:t>
            </w:r>
          </w:p>
        </w:tc>
        <w:tc>
          <w:tcPr>
            <w:tcW w:w="58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93B711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</w:t>
            </w:r>
            <w:proofErr w:type="spellStart"/>
            <w:r>
              <w:t>szt</w:t>
            </w:r>
            <w:proofErr w:type="spellEnd"/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E2F3F9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   120</w:t>
            </w: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B66767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A9D35B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1E0420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913710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0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FA28F8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0288DD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4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4946CC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</w:tr>
      <w:tr w:rsidR="006106BE" w14:paraId="4C8CC161" w14:textId="77777777" w:rsidTr="00726597">
        <w:tblPrEx>
          <w:tblCellMar>
            <w:top w:w="0" w:type="dxa"/>
            <w:bottom w:w="0" w:type="dxa"/>
          </w:tblCellMar>
        </w:tblPrEx>
        <w:tc>
          <w:tcPr>
            <w:tcW w:w="51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50D6F5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33.  </w:t>
            </w:r>
          </w:p>
        </w:tc>
        <w:tc>
          <w:tcPr>
            <w:tcW w:w="25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5337B1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>Kasza jęczmienna op.1 kg</w:t>
            </w:r>
          </w:p>
        </w:tc>
        <w:tc>
          <w:tcPr>
            <w:tcW w:w="58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8C4E19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</w:t>
            </w:r>
            <w:proofErr w:type="spellStart"/>
            <w:r>
              <w:t>szt</w:t>
            </w:r>
            <w:proofErr w:type="spellEnd"/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9D1C41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   250  </w:t>
            </w: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51B72B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ECA005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C3D0E2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315A00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0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567B0F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BBA5BF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4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D26C2D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</w:tr>
      <w:tr w:rsidR="006106BE" w14:paraId="5D5715B5" w14:textId="77777777" w:rsidTr="00726597">
        <w:tblPrEx>
          <w:tblCellMar>
            <w:top w:w="0" w:type="dxa"/>
            <w:bottom w:w="0" w:type="dxa"/>
          </w:tblCellMar>
        </w:tblPrEx>
        <w:tc>
          <w:tcPr>
            <w:tcW w:w="51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E38792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34.  </w:t>
            </w:r>
          </w:p>
        </w:tc>
        <w:tc>
          <w:tcPr>
            <w:tcW w:w="25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D4C402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Kasza manna op. 400 g w składzie tłuszcz 1,3 g, w tym kwasy tłuszczowe nasycone 0,2 g, węglowodany 74 g, w tym cukry 0,1 g, błonnik2,5 g, białko 10 g, sól 0,01 g Typu </w:t>
            </w:r>
            <w:proofErr w:type="spellStart"/>
            <w:r>
              <w:t>Sarita</w:t>
            </w:r>
            <w:proofErr w:type="spellEnd"/>
            <w:r>
              <w:t xml:space="preserve"> lub równoważny</w:t>
            </w:r>
          </w:p>
        </w:tc>
        <w:tc>
          <w:tcPr>
            <w:tcW w:w="58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703DA5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</w:t>
            </w:r>
            <w:proofErr w:type="spellStart"/>
            <w:r>
              <w:t>szt</w:t>
            </w:r>
            <w:proofErr w:type="spellEnd"/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F9B044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   100   </w:t>
            </w: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EC0BEE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925A2A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99D9A5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3F675C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0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6CF4C8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F79DFB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4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7493CE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</w:tr>
      <w:tr w:rsidR="006106BE" w14:paraId="65AAE2D7" w14:textId="77777777" w:rsidTr="00726597">
        <w:tblPrEx>
          <w:tblCellMar>
            <w:top w:w="0" w:type="dxa"/>
            <w:bottom w:w="0" w:type="dxa"/>
          </w:tblCellMar>
        </w:tblPrEx>
        <w:tc>
          <w:tcPr>
            <w:tcW w:w="51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E8B2B8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lastRenderedPageBreak/>
              <w:t xml:space="preserve">  35.</w:t>
            </w:r>
          </w:p>
        </w:tc>
        <w:tc>
          <w:tcPr>
            <w:tcW w:w="25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1D2140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>Kasza pęczak op. 1 kg</w:t>
            </w:r>
          </w:p>
        </w:tc>
        <w:tc>
          <w:tcPr>
            <w:tcW w:w="58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915703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</w:t>
            </w:r>
            <w:proofErr w:type="spellStart"/>
            <w:r>
              <w:t>szt</w:t>
            </w:r>
            <w:proofErr w:type="spellEnd"/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C3E1DB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   250</w:t>
            </w: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BC919C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2ADBAB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3A32B1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B7AF01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0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C19933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1EF937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4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4B9BF4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</w:tr>
      <w:tr w:rsidR="006106BE" w14:paraId="0A25E837" w14:textId="77777777" w:rsidTr="00726597">
        <w:tblPrEx>
          <w:tblCellMar>
            <w:top w:w="0" w:type="dxa"/>
            <w:bottom w:w="0" w:type="dxa"/>
          </w:tblCellMar>
        </w:tblPrEx>
        <w:tc>
          <w:tcPr>
            <w:tcW w:w="51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CD2E0A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36.</w:t>
            </w:r>
          </w:p>
        </w:tc>
        <w:tc>
          <w:tcPr>
            <w:tcW w:w="25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6C30F7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>Kaszka mleczno-ryżowa malina bez oleju palmowego 230g w składzie: Tłuszcz9,8 g, w tym kwasy nasycone 2,4 g, węglowodany 72 g, w tym cukry 30 g, błonnik0,9 g, białko 13 g, sól 0,26 wzbogacone Wit: A, D, E, C, B6, Tiamina, Biotyna, i Składnikami mineralnymi: Sód, Żelazo, Jod Typu Bobo Vita lub równoważny</w:t>
            </w:r>
          </w:p>
        </w:tc>
        <w:tc>
          <w:tcPr>
            <w:tcW w:w="58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9F4CD2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</w:t>
            </w:r>
            <w:proofErr w:type="spellStart"/>
            <w:r>
              <w:t>szt</w:t>
            </w:r>
            <w:proofErr w:type="spellEnd"/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52ED02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    50</w:t>
            </w: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5B1B99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3EAD6C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8FF735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0B601B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0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72B9F6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54D726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4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CEC345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</w:tr>
      <w:tr w:rsidR="006106BE" w14:paraId="5BCF0D88" w14:textId="77777777" w:rsidTr="00726597">
        <w:tblPrEx>
          <w:tblCellMar>
            <w:top w:w="0" w:type="dxa"/>
            <w:bottom w:w="0" w:type="dxa"/>
          </w:tblCellMar>
        </w:tblPrEx>
        <w:tc>
          <w:tcPr>
            <w:tcW w:w="51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4A37A8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37.</w:t>
            </w:r>
          </w:p>
        </w:tc>
        <w:tc>
          <w:tcPr>
            <w:tcW w:w="25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461248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>Kaszka mleczno-ryżowa truskawkowa 230 g, w składzie: tłuszcz 9,8 g, w tym kwasy nasycone 2,4 g, węglowodany 72 g, w tym cukry 30 g, błonnik 1,0 g, białko 13 g, sól 0,25 g, Witaminy: A</w:t>
            </w:r>
          </w:p>
        </w:tc>
        <w:tc>
          <w:tcPr>
            <w:tcW w:w="58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381D83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</w:t>
            </w:r>
            <w:proofErr w:type="spellStart"/>
            <w:r>
              <w:t>szt</w:t>
            </w:r>
            <w:proofErr w:type="spellEnd"/>
            <w:r>
              <w:t xml:space="preserve">  </w:t>
            </w:r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D0FDC2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     50</w:t>
            </w: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A3ED25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CD6D0C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DD3F94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DCB88D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0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A0E45E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65E0C4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4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6C60EB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</w:tr>
      <w:tr w:rsidR="006106BE" w14:paraId="19C6D807" w14:textId="77777777" w:rsidTr="00726597">
        <w:tblPrEx>
          <w:tblCellMar>
            <w:top w:w="0" w:type="dxa"/>
            <w:bottom w:w="0" w:type="dxa"/>
          </w:tblCellMar>
        </w:tblPrEx>
        <w:tc>
          <w:tcPr>
            <w:tcW w:w="51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4713CB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38.</w:t>
            </w:r>
          </w:p>
        </w:tc>
        <w:tc>
          <w:tcPr>
            <w:tcW w:w="25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CF101E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>Kaszka ryżowa z maliną</w:t>
            </w:r>
          </w:p>
        </w:tc>
        <w:tc>
          <w:tcPr>
            <w:tcW w:w="58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A9F94F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</w:t>
            </w:r>
            <w:proofErr w:type="spellStart"/>
            <w:r>
              <w:t>szt</w:t>
            </w:r>
            <w:proofErr w:type="spellEnd"/>
            <w:r>
              <w:t xml:space="preserve">  </w:t>
            </w:r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CE1E31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     50</w:t>
            </w: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693D7A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685EF1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0F136D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690833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0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6C70EE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354397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4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6EA542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</w:tr>
      <w:tr w:rsidR="006106BE" w14:paraId="7929473B" w14:textId="77777777" w:rsidTr="00726597">
        <w:tblPrEx>
          <w:tblCellMar>
            <w:top w:w="0" w:type="dxa"/>
            <w:bottom w:w="0" w:type="dxa"/>
          </w:tblCellMar>
        </w:tblPrEx>
        <w:tc>
          <w:tcPr>
            <w:tcW w:w="51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5A528A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39.</w:t>
            </w:r>
          </w:p>
        </w:tc>
        <w:tc>
          <w:tcPr>
            <w:tcW w:w="25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1D7BB5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>Kaszka ryżowa z bananem 180 g w składzie: tłuszcz 1,0 g, w tym kwasy nasycone 0,4 g, węglowodany 87 g, w tym cukry 9,4 g, błonnik 1,8 g, białko 6,9 g, sól 0,01 g, Wit D5,29 mg, C 25 mg, Tiamina 1,0 mg, sód 4,8 mg, wapń 256 mg, żelazo 3,3 mg, jod 60 mg.</w:t>
            </w:r>
          </w:p>
        </w:tc>
        <w:tc>
          <w:tcPr>
            <w:tcW w:w="58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1FA717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</w:t>
            </w:r>
            <w:proofErr w:type="spellStart"/>
            <w:r>
              <w:t>szt</w:t>
            </w:r>
            <w:proofErr w:type="spellEnd"/>
            <w:r>
              <w:t xml:space="preserve">  </w:t>
            </w:r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5A237A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     50</w:t>
            </w: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0FDE8F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D9C242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FE1B31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661001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0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80AABE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22ED3A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4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F39860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</w:tr>
      <w:tr w:rsidR="006106BE" w14:paraId="0781BEA7" w14:textId="77777777" w:rsidTr="00726597">
        <w:tblPrEx>
          <w:tblCellMar>
            <w:top w:w="0" w:type="dxa"/>
            <w:bottom w:w="0" w:type="dxa"/>
          </w:tblCellMar>
        </w:tblPrEx>
        <w:tc>
          <w:tcPr>
            <w:tcW w:w="51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9E90A8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40.</w:t>
            </w:r>
          </w:p>
        </w:tc>
        <w:tc>
          <w:tcPr>
            <w:tcW w:w="25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204EEE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>Kawa rozpuszczalna 200 g Typu JACOBS lub równoważna</w:t>
            </w:r>
          </w:p>
        </w:tc>
        <w:tc>
          <w:tcPr>
            <w:tcW w:w="58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80C865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</w:t>
            </w:r>
            <w:proofErr w:type="spellStart"/>
            <w:r>
              <w:t>szt</w:t>
            </w:r>
            <w:proofErr w:type="spellEnd"/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948C8D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    20</w:t>
            </w: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E0F077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75C6A5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527160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D423A7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0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6884DA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BD681A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4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4F7D2B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</w:tr>
      <w:tr w:rsidR="006106BE" w14:paraId="3FE1D289" w14:textId="77777777" w:rsidTr="00726597">
        <w:tblPrEx>
          <w:tblCellMar>
            <w:top w:w="0" w:type="dxa"/>
            <w:bottom w:w="0" w:type="dxa"/>
          </w:tblCellMar>
        </w:tblPrEx>
        <w:tc>
          <w:tcPr>
            <w:tcW w:w="51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7BD2F4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41.</w:t>
            </w:r>
          </w:p>
        </w:tc>
        <w:tc>
          <w:tcPr>
            <w:tcW w:w="25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589CA8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>Kawa rozpuszczalna  200g Typu NESCAFE CREMA lub równoważny</w:t>
            </w:r>
          </w:p>
        </w:tc>
        <w:tc>
          <w:tcPr>
            <w:tcW w:w="58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7E8D7B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</w:t>
            </w:r>
            <w:proofErr w:type="spellStart"/>
            <w:r>
              <w:t>szt</w:t>
            </w:r>
            <w:proofErr w:type="spellEnd"/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068737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     20</w:t>
            </w: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7E3986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719CC6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9842A0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40E725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0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F02306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7C79F0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4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5EE771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</w:tr>
      <w:tr w:rsidR="006106BE" w14:paraId="62FC3DA2" w14:textId="77777777" w:rsidTr="00726597">
        <w:tblPrEx>
          <w:tblCellMar>
            <w:top w:w="0" w:type="dxa"/>
            <w:bottom w:w="0" w:type="dxa"/>
          </w:tblCellMar>
        </w:tblPrEx>
        <w:tc>
          <w:tcPr>
            <w:tcW w:w="51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56AE9B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42.</w:t>
            </w:r>
          </w:p>
        </w:tc>
        <w:tc>
          <w:tcPr>
            <w:tcW w:w="25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754C2B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Kawa parzona mielona 500 g typu </w:t>
            </w:r>
            <w:proofErr w:type="spellStart"/>
            <w:r>
              <w:t>Dallmayr</w:t>
            </w:r>
            <w:proofErr w:type="spellEnd"/>
            <w:r>
              <w:t xml:space="preserve"> </w:t>
            </w:r>
            <w:proofErr w:type="spellStart"/>
            <w:r>
              <w:t>prodomo</w:t>
            </w:r>
            <w:proofErr w:type="spellEnd"/>
            <w:r>
              <w:t xml:space="preserve"> </w:t>
            </w:r>
            <w:proofErr w:type="spellStart"/>
            <w:r>
              <w:t>spezialveredelt</w:t>
            </w:r>
            <w:proofErr w:type="spellEnd"/>
            <w:r>
              <w:t xml:space="preserve"> lub równoważny</w:t>
            </w:r>
          </w:p>
        </w:tc>
        <w:tc>
          <w:tcPr>
            <w:tcW w:w="58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F801FD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</w:t>
            </w:r>
            <w:proofErr w:type="spellStart"/>
            <w:r>
              <w:t>szt</w:t>
            </w:r>
            <w:proofErr w:type="spellEnd"/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70FDD4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     20</w:t>
            </w: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C6B3B1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E84294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4EE0DD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154180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0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7E935B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E7EB51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4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3B536D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</w:tr>
      <w:tr w:rsidR="006106BE" w14:paraId="0A13A10D" w14:textId="77777777" w:rsidTr="00726597">
        <w:tblPrEx>
          <w:tblCellMar>
            <w:top w:w="0" w:type="dxa"/>
            <w:bottom w:w="0" w:type="dxa"/>
          </w:tblCellMar>
        </w:tblPrEx>
        <w:tc>
          <w:tcPr>
            <w:tcW w:w="51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D5632C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43.</w:t>
            </w:r>
          </w:p>
        </w:tc>
        <w:tc>
          <w:tcPr>
            <w:tcW w:w="25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4A3100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Ketchup łagodny bez dodatku: konserwantów , glutenu, substancji wzmacniających smak 950 g, w składzie: tłuszcz &lt; 0,5 g, w tym kwasy nasycone &lt; 0,1 g, </w:t>
            </w:r>
            <w:r>
              <w:lastRenderedPageBreak/>
              <w:t>węglowodany 21 g, w tym cukry 18 g, białko 1,4 g, sól 2,0 Typu KOTLIN lub równoważny</w:t>
            </w:r>
          </w:p>
        </w:tc>
        <w:tc>
          <w:tcPr>
            <w:tcW w:w="58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46B8AD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lastRenderedPageBreak/>
              <w:t xml:space="preserve">  </w:t>
            </w:r>
            <w:proofErr w:type="spellStart"/>
            <w:r>
              <w:t>szt</w:t>
            </w:r>
            <w:proofErr w:type="spellEnd"/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279000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      25</w:t>
            </w: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CC30F5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7F02A5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952D09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ED9BD9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0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8084AF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6F17E5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4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F4A2B9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</w:tr>
      <w:tr w:rsidR="006106BE" w14:paraId="2E863F0A" w14:textId="77777777" w:rsidTr="00726597">
        <w:tblPrEx>
          <w:tblCellMar>
            <w:top w:w="0" w:type="dxa"/>
            <w:bottom w:w="0" w:type="dxa"/>
          </w:tblCellMar>
        </w:tblPrEx>
        <w:tc>
          <w:tcPr>
            <w:tcW w:w="51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161D5B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44.</w:t>
            </w:r>
          </w:p>
        </w:tc>
        <w:tc>
          <w:tcPr>
            <w:tcW w:w="25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70F74A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Kisiel truskawkowy 39 g, w składzie: tłuszcz 0,0 g, w tym kwasy tłuszczowe nasycone 0,0 g, węglowodany 13 g, w tym cukry 7,7 g, białko 0,0 g, sól 0,03 g, Witamina C 15 mg Typu Dr. </w:t>
            </w:r>
            <w:proofErr w:type="spellStart"/>
            <w:r>
              <w:t>Oetker</w:t>
            </w:r>
            <w:proofErr w:type="spellEnd"/>
            <w:r>
              <w:t xml:space="preserve"> lub równoważny</w:t>
            </w:r>
          </w:p>
        </w:tc>
        <w:tc>
          <w:tcPr>
            <w:tcW w:w="58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CB9373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</w:t>
            </w:r>
            <w:proofErr w:type="spellStart"/>
            <w:r>
              <w:t>szt</w:t>
            </w:r>
            <w:proofErr w:type="spellEnd"/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E453C7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    350  </w:t>
            </w: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6EF18D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359C98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C53C20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A06759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0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A9A55D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39A712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4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CB1F8C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</w:tr>
      <w:tr w:rsidR="006106BE" w14:paraId="79381675" w14:textId="77777777" w:rsidTr="00726597">
        <w:tblPrEx>
          <w:tblCellMar>
            <w:top w:w="0" w:type="dxa"/>
            <w:bottom w:w="0" w:type="dxa"/>
          </w:tblCellMar>
        </w:tblPrEx>
        <w:tc>
          <w:tcPr>
            <w:tcW w:w="51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2D1BCD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45.  </w:t>
            </w:r>
          </w:p>
        </w:tc>
        <w:tc>
          <w:tcPr>
            <w:tcW w:w="25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907804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>Kleik ryżowy160 g bez  mleczny, bez glutenowy, bez dodatku cukru, bez oleju palmowego w składzie: tłuszcz 1,4 g, W tym kwasy tłuszczowe 0,3 g, węglowodany 87 g, w tym cukry 0,4 g, błonnik 2,1 g, białko 7,6 g, sól 0,02 g, Wit Tiamina 0,86 g, składniki mineralne Sód 6,5 mg Typu Bobo Vita lub równoważny</w:t>
            </w:r>
          </w:p>
        </w:tc>
        <w:tc>
          <w:tcPr>
            <w:tcW w:w="58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5904B3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 </w:t>
            </w:r>
            <w:proofErr w:type="spellStart"/>
            <w:r>
              <w:t>szt</w:t>
            </w:r>
            <w:proofErr w:type="spellEnd"/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16194D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    100</w:t>
            </w: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D56362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527A3A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27AB76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E97DAC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0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8704FB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D6CE53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4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B62862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</w:tr>
      <w:tr w:rsidR="006106BE" w14:paraId="4667F8CF" w14:textId="77777777" w:rsidTr="00726597">
        <w:tblPrEx>
          <w:tblCellMar>
            <w:top w:w="0" w:type="dxa"/>
            <w:bottom w:w="0" w:type="dxa"/>
          </w:tblCellMar>
        </w:tblPrEx>
        <w:tc>
          <w:tcPr>
            <w:tcW w:w="51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C2850E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46.</w:t>
            </w:r>
          </w:p>
        </w:tc>
        <w:tc>
          <w:tcPr>
            <w:tcW w:w="25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776258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>Koncentrat pomidorowy 28-30% 950 g w składzie: tłuszcz , 0,5 g, w tym kwasy tłuszczowe nasycone , 0,1 g, węglowodany 19 g, w tym cukry 15 g, błonnik 3,6 g, białko 4,7 g, sól 0,06 g Typu PUDLISZKI lub równoważny</w:t>
            </w:r>
          </w:p>
        </w:tc>
        <w:tc>
          <w:tcPr>
            <w:tcW w:w="58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04B857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 </w:t>
            </w:r>
            <w:proofErr w:type="spellStart"/>
            <w:r>
              <w:t>szt</w:t>
            </w:r>
            <w:proofErr w:type="spellEnd"/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20AA83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    80</w:t>
            </w: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3A3351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CF6817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D92700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BA1360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0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8624B1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3A5379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4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A11323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</w:tr>
      <w:tr w:rsidR="006106BE" w14:paraId="6EF73E20" w14:textId="77777777" w:rsidTr="00726597">
        <w:tblPrEx>
          <w:tblCellMar>
            <w:top w:w="0" w:type="dxa"/>
            <w:bottom w:w="0" w:type="dxa"/>
          </w:tblCellMar>
        </w:tblPrEx>
        <w:tc>
          <w:tcPr>
            <w:tcW w:w="51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C107E6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47.</w:t>
            </w:r>
          </w:p>
        </w:tc>
        <w:tc>
          <w:tcPr>
            <w:tcW w:w="25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58CF36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>Krakersy op. 80g</w:t>
            </w:r>
          </w:p>
        </w:tc>
        <w:tc>
          <w:tcPr>
            <w:tcW w:w="58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11F721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 </w:t>
            </w:r>
            <w:proofErr w:type="spellStart"/>
            <w:r>
              <w:t>szt</w:t>
            </w:r>
            <w:proofErr w:type="spellEnd"/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425C6B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    10</w:t>
            </w: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E04DE3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18CF36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D22AF9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C782EC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0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F68A39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219B86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4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585666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</w:tr>
      <w:tr w:rsidR="006106BE" w14:paraId="37AB5389" w14:textId="77777777" w:rsidTr="00726597">
        <w:tblPrEx>
          <w:tblCellMar>
            <w:top w:w="0" w:type="dxa"/>
            <w:bottom w:w="0" w:type="dxa"/>
          </w:tblCellMar>
        </w:tblPrEx>
        <w:tc>
          <w:tcPr>
            <w:tcW w:w="51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173EDF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48.</w:t>
            </w:r>
          </w:p>
        </w:tc>
        <w:tc>
          <w:tcPr>
            <w:tcW w:w="25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D3C48E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>Krem do smarowania z orzechami laskowymi i kakao w składzie: tłuszcz 30,9 g, w tym kwasy tłuszczowe nasycone 10,6 g, węglowodany 57,5 g w tym cukry 56,3 g, białko 6,3 g, sól 0,107 g. Typu NUTELLA lub równoważny</w:t>
            </w:r>
          </w:p>
        </w:tc>
        <w:tc>
          <w:tcPr>
            <w:tcW w:w="58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2869BB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 </w:t>
            </w:r>
            <w:proofErr w:type="spellStart"/>
            <w:r>
              <w:t>szt</w:t>
            </w:r>
            <w:proofErr w:type="spellEnd"/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6D0560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    50</w:t>
            </w: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73F092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E0C976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9D8516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07994D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0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90DFA3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E040B1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4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1E7CED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</w:tr>
      <w:tr w:rsidR="006106BE" w14:paraId="73C16104" w14:textId="77777777" w:rsidTr="00726597">
        <w:tblPrEx>
          <w:tblCellMar>
            <w:top w:w="0" w:type="dxa"/>
            <w:bottom w:w="0" w:type="dxa"/>
          </w:tblCellMar>
        </w:tblPrEx>
        <w:tc>
          <w:tcPr>
            <w:tcW w:w="51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B07487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49.</w:t>
            </w:r>
          </w:p>
        </w:tc>
        <w:tc>
          <w:tcPr>
            <w:tcW w:w="25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733D02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Makaron literki op. 250 g w składzie: tłuszcz 0,4 g, w tym kwasy tłuszczowe nasycone 0,4 g, węglowodany 7,0 g, w </w:t>
            </w:r>
            <w:r>
              <w:lastRenderedPageBreak/>
              <w:t>tym cukry 4,2 g, błonnik 3,0 g, białko 13 g, sól 0,03 g Typu LUBELLA lub równoważny</w:t>
            </w:r>
          </w:p>
        </w:tc>
        <w:tc>
          <w:tcPr>
            <w:tcW w:w="58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F820AA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lastRenderedPageBreak/>
              <w:t xml:space="preserve">   </w:t>
            </w:r>
            <w:proofErr w:type="spellStart"/>
            <w:r>
              <w:t>szt</w:t>
            </w:r>
            <w:proofErr w:type="spellEnd"/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09D04F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  100</w:t>
            </w: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89232B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16F280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620D18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9CF71D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0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C0B925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8BC7B1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4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787F88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</w:tr>
      <w:tr w:rsidR="006106BE" w14:paraId="1F9EEA49" w14:textId="77777777" w:rsidTr="00726597">
        <w:tblPrEx>
          <w:tblCellMar>
            <w:top w:w="0" w:type="dxa"/>
            <w:bottom w:w="0" w:type="dxa"/>
          </w:tblCellMar>
        </w:tblPrEx>
        <w:tc>
          <w:tcPr>
            <w:tcW w:w="51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B3C3C6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50.</w:t>
            </w:r>
          </w:p>
        </w:tc>
        <w:tc>
          <w:tcPr>
            <w:tcW w:w="25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6A5D5D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>Makaron łazanki op.400 g w składzie: tłuszcz1,4 g, w tym kwasy nasycone 0,4 g, błonnik 3,0 g, białko 13 g, sól 0,03 g. Typu LUBELLA  lub równoważny</w:t>
            </w:r>
          </w:p>
        </w:tc>
        <w:tc>
          <w:tcPr>
            <w:tcW w:w="58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8CC234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 </w:t>
            </w:r>
            <w:proofErr w:type="spellStart"/>
            <w:r>
              <w:t>szt</w:t>
            </w:r>
            <w:proofErr w:type="spellEnd"/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0323D4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  150</w:t>
            </w: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8234D1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30DD43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A53B0A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D6D775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0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1481C3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C30303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4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575684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</w:tr>
      <w:tr w:rsidR="006106BE" w14:paraId="32B720A0" w14:textId="77777777" w:rsidTr="00726597">
        <w:tblPrEx>
          <w:tblCellMar>
            <w:top w:w="0" w:type="dxa"/>
            <w:bottom w:w="0" w:type="dxa"/>
          </w:tblCellMar>
        </w:tblPrEx>
        <w:tc>
          <w:tcPr>
            <w:tcW w:w="51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8EAE50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51.</w:t>
            </w:r>
          </w:p>
        </w:tc>
        <w:tc>
          <w:tcPr>
            <w:tcW w:w="25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C20AF4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>Makaron świderki op. 2 kg w składzie: tłuszcz 1,6 g, w tym kwasy nasycone 0,3 g, węglowodany 69 g, w tym cukry 4,1 g, błonnik 3,6 g, białko 13 g, sól0 g, Typu LUBELLA lub równoważny w składzie: tłuszcz1,4 g, w tym kwasy nasycone 0,4 g, błonnik 3,0 g, białko 13 g, sól 0,03 g. Typu LUBELLA lub równoważny</w:t>
            </w:r>
          </w:p>
        </w:tc>
        <w:tc>
          <w:tcPr>
            <w:tcW w:w="58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2B0EF3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 </w:t>
            </w:r>
            <w:proofErr w:type="spellStart"/>
            <w:r>
              <w:t>szt</w:t>
            </w:r>
            <w:proofErr w:type="spellEnd"/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E97816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  200    </w:t>
            </w: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B0CED8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FBE8B2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1ABF4A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2976CB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0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BEF56E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DA52D5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4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A86F00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</w:tr>
      <w:tr w:rsidR="006106BE" w14:paraId="79031E20" w14:textId="77777777" w:rsidTr="00726597">
        <w:tblPrEx>
          <w:tblCellMar>
            <w:top w:w="0" w:type="dxa"/>
            <w:bottom w:w="0" w:type="dxa"/>
          </w:tblCellMar>
        </w:tblPrEx>
        <w:tc>
          <w:tcPr>
            <w:tcW w:w="51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6B7ADC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52.  </w:t>
            </w:r>
          </w:p>
        </w:tc>
        <w:tc>
          <w:tcPr>
            <w:tcW w:w="25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551081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>Makaron alfabet op.350 g w składzie: tłuszcz 1,4 g, w tym kwasy tłuszczowe nasycone 0,4 g, węglowodany 7,0 g, w tym cukry 4,2 g, błonnik 3,0 g, białko 13 g, sól 0,03 g Typu LUBELLA lub równoważny</w:t>
            </w:r>
          </w:p>
        </w:tc>
        <w:tc>
          <w:tcPr>
            <w:tcW w:w="58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6702BF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 </w:t>
            </w:r>
            <w:proofErr w:type="spellStart"/>
            <w:r>
              <w:t>szt</w:t>
            </w:r>
            <w:proofErr w:type="spellEnd"/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E14A15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  120    </w:t>
            </w: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E3C24C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A1C011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521994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AC0E97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0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B8B02A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4B1818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4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E82C95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</w:tr>
      <w:tr w:rsidR="006106BE" w14:paraId="02278E46" w14:textId="77777777" w:rsidTr="00726597">
        <w:tblPrEx>
          <w:tblCellMar>
            <w:top w:w="0" w:type="dxa"/>
            <w:bottom w:w="0" w:type="dxa"/>
          </w:tblCellMar>
        </w:tblPrEx>
        <w:tc>
          <w:tcPr>
            <w:tcW w:w="51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A7B534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53.</w:t>
            </w:r>
          </w:p>
        </w:tc>
        <w:tc>
          <w:tcPr>
            <w:tcW w:w="25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DF3DDE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>Marmolada wieloowocowa op. 550g sporządzona ze 113 g owoców w składzie przeciery owocowe( jabłkowy 100 g, truskawkowy 5 g, wiśniowy 5 g, Aroniowy 3 gna 100 g produktu)</w:t>
            </w:r>
          </w:p>
        </w:tc>
        <w:tc>
          <w:tcPr>
            <w:tcW w:w="58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554D68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 </w:t>
            </w:r>
            <w:proofErr w:type="spellStart"/>
            <w:r>
              <w:t>szt</w:t>
            </w:r>
            <w:proofErr w:type="spellEnd"/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876DDE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    80  </w:t>
            </w: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8EA462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450910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796CE7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539556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0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94DFA9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54FA97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4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1E1C11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</w:tr>
      <w:tr w:rsidR="006106BE" w14:paraId="5227D617" w14:textId="77777777" w:rsidTr="00726597">
        <w:tblPrEx>
          <w:tblCellMar>
            <w:top w:w="0" w:type="dxa"/>
            <w:bottom w:w="0" w:type="dxa"/>
          </w:tblCellMar>
        </w:tblPrEx>
        <w:tc>
          <w:tcPr>
            <w:tcW w:w="51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89C718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54.</w:t>
            </w:r>
          </w:p>
        </w:tc>
        <w:tc>
          <w:tcPr>
            <w:tcW w:w="25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A7B3A2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>Mąka tortowa op.1 kg</w:t>
            </w:r>
          </w:p>
        </w:tc>
        <w:tc>
          <w:tcPr>
            <w:tcW w:w="58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A320B9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 </w:t>
            </w:r>
            <w:proofErr w:type="spellStart"/>
            <w:r>
              <w:t>szt</w:t>
            </w:r>
            <w:proofErr w:type="spellEnd"/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2B2F00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 1200</w:t>
            </w: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B6EC05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892734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B1AFE2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B56192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0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6CEA3D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631BF3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4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34016F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</w:tr>
      <w:tr w:rsidR="006106BE" w14:paraId="2BDC6537" w14:textId="77777777" w:rsidTr="00726597">
        <w:tblPrEx>
          <w:tblCellMar>
            <w:top w:w="0" w:type="dxa"/>
            <w:bottom w:w="0" w:type="dxa"/>
          </w:tblCellMar>
        </w:tblPrEx>
        <w:trPr>
          <w:trHeight w:val="318"/>
        </w:trPr>
        <w:tc>
          <w:tcPr>
            <w:tcW w:w="51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4D173B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55.</w:t>
            </w:r>
          </w:p>
        </w:tc>
        <w:tc>
          <w:tcPr>
            <w:tcW w:w="25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811B55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>Mąka ziemniaczana op.1 kg</w:t>
            </w:r>
          </w:p>
        </w:tc>
        <w:tc>
          <w:tcPr>
            <w:tcW w:w="58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02711C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 </w:t>
            </w:r>
            <w:proofErr w:type="spellStart"/>
            <w:r>
              <w:t>szt</w:t>
            </w:r>
            <w:proofErr w:type="spellEnd"/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BA01EF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     60</w:t>
            </w: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E90198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EF0C5F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BA5E6C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C51AC4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0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A0C0A0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0A716D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4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AE1806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</w:tr>
      <w:tr w:rsidR="006106BE" w14:paraId="68B1892B" w14:textId="77777777" w:rsidTr="00726597">
        <w:tblPrEx>
          <w:tblCellMar>
            <w:top w:w="0" w:type="dxa"/>
            <w:bottom w:w="0" w:type="dxa"/>
          </w:tblCellMar>
        </w:tblPrEx>
        <w:trPr>
          <w:trHeight w:val="318"/>
        </w:trPr>
        <w:tc>
          <w:tcPr>
            <w:tcW w:w="51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23C0F4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56.</w:t>
            </w:r>
          </w:p>
        </w:tc>
        <w:tc>
          <w:tcPr>
            <w:tcW w:w="25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AE1F8B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>Mus jabłkowy w składzie: węglowodany 12 g, w tym cukry 10 g, błonnik , 0,5 g, białko , 0,5 g</w:t>
            </w:r>
          </w:p>
        </w:tc>
        <w:tc>
          <w:tcPr>
            <w:tcW w:w="58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FCD53D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</w:t>
            </w:r>
            <w:proofErr w:type="spellStart"/>
            <w:r>
              <w:t>szt</w:t>
            </w:r>
            <w:proofErr w:type="spellEnd"/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8D526A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     70</w:t>
            </w: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9F6A66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C1A63F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137489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6A87B4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0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E4FFB9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333573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4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963D11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</w:tr>
      <w:tr w:rsidR="006106BE" w14:paraId="027B5489" w14:textId="77777777" w:rsidTr="00726597">
        <w:tblPrEx>
          <w:tblCellMar>
            <w:top w:w="0" w:type="dxa"/>
            <w:bottom w:w="0" w:type="dxa"/>
          </w:tblCellMar>
        </w:tblPrEx>
        <w:trPr>
          <w:trHeight w:val="318"/>
        </w:trPr>
        <w:tc>
          <w:tcPr>
            <w:tcW w:w="51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E82835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57.</w:t>
            </w:r>
          </w:p>
        </w:tc>
        <w:tc>
          <w:tcPr>
            <w:tcW w:w="25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5B878B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Mus jabłkowo-brzoskwiniowy bez </w:t>
            </w:r>
            <w:r>
              <w:lastRenderedPageBreak/>
              <w:t>dodatku cukru w składzie: węglowodany 11 g, w tym cukry 11 g, błonnik 1,0 g, białko &lt; 0,5 g</w:t>
            </w:r>
          </w:p>
        </w:tc>
        <w:tc>
          <w:tcPr>
            <w:tcW w:w="58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6BB6F0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lastRenderedPageBreak/>
              <w:t xml:space="preserve">  </w:t>
            </w:r>
            <w:proofErr w:type="spellStart"/>
            <w:r>
              <w:t>szt</w:t>
            </w:r>
            <w:proofErr w:type="spellEnd"/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55EE0D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     70</w:t>
            </w: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9A52E5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6B03CB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7D4C1B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DD549E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0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03FCB4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024DEB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4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7429FC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</w:tr>
      <w:tr w:rsidR="006106BE" w14:paraId="63EBDC2C" w14:textId="77777777" w:rsidTr="00726597">
        <w:tblPrEx>
          <w:tblCellMar>
            <w:top w:w="0" w:type="dxa"/>
            <w:bottom w:w="0" w:type="dxa"/>
          </w:tblCellMar>
        </w:tblPrEx>
        <w:trPr>
          <w:trHeight w:val="318"/>
        </w:trPr>
        <w:tc>
          <w:tcPr>
            <w:tcW w:w="51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66B0C9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58.</w:t>
            </w:r>
          </w:p>
        </w:tc>
        <w:tc>
          <w:tcPr>
            <w:tcW w:w="25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98DE86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>Mus Jabłkowo-gruszkowy w składzie: węglowodany 13 g, w tym cukry 12 g, Błonnik &lt; o,5 g, B</w:t>
            </w:r>
          </w:p>
        </w:tc>
        <w:tc>
          <w:tcPr>
            <w:tcW w:w="58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9D7A72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</w:t>
            </w:r>
            <w:proofErr w:type="spellStart"/>
            <w:r>
              <w:t>szt</w:t>
            </w:r>
            <w:proofErr w:type="spellEnd"/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6F30FE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     70</w:t>
            </w: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B76859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2B03A3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374DDF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B32CB2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0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C6637D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E35614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4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6A026D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</w:tr>
      <w:tr w:rsidR="006106BE" w14:paraId="4551538E" w14:textId="77777777" w:rsidTr="00726597">
        <w:tblPrEx>
          <w:tblCellMar>
            <w:top w:w="0" w:type="dxa"/>
            <w:bottom w:w="0" w:type="dxa"/>
          </w:tblCellMar>
        </w:tblPrEx>
        <w:trPr>
          <w:trHeight w:val="318"/>
        </w:trPr>
        <w:tc>
          <w:tcPr>
            <w:tcW w:w="51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6A763F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59.</w:t>
            </w:r>
          </w:p>
        </w:tc>
        <w:tc>
          <w:tcPr>
            <w:tcW w:w="25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474F2B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>Ocet spirytusowy op.1l</w:t>
            </w:r>
          </w:p>
        </w:tc>
        <w:tc>
          <w:tcPr>
            <w:tcW w:w="58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B4D6E5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 </w:t>
            </w:r>
            <w:proofErr w:type="spellStart"/>
            <w:r>
              <w:t>szt</w:t>
            </w:r>
            <w:proofErr w:type="spellEnd"/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A50AD2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     50</w:t>
            </w: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9D0F67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64B8AA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0D07DA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F33BF2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0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4F6F3B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6B0CBD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4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D4947E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</w:tr>
      <w:tr w:rsidR="006106BE" w14:paraId="4F397640" w14:textId="77777777" w:rsidTr="00726597">
        <w:tblPrEx>
          <w:tblCellMar>
            <w:top w:w="0" w:type="dxa"/>
            <w:bottom w:w="0" w:type="dxa"/>
          </w:tblCellMar>
        </w:tblPrEx>
        <w:trPr>
          <w:trHeight w:val="318"/>
        </w:trPr>
        <w:tc>
          <w:tcPr>
            <w:tcW w:w="51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FF47C0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60.</w:t>
            </w:r>
          </w:p>
        </w:tc>
        <w:tc>
          <w:tcPr>
            <w:tcW w:w="25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70706E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>Olej rzepakowy op.1l z pierwszego tłoczenia OMEGA-3 i Wit E i K w składzie: tłuszcz10,0 g, w tym: – kwasy nasycone 0,8 g, - jednonienasycone 6,6 g, - wielonienasycone 2,7 g, węglowodany 0,0 g, w tym cukry 0,0 g, białko 0,0 g, sól 0,0 g Witamina E 2,k5 mg i K 7,5 mg Typu KUJAWSKI lub           równoważny</w:t>
            </w:r>
          </w:p>
        </w:tc>
        <w:tc>
          <w:tcPr>
            <w:tcW w:w="58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962A70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 </w:t>
            </w:r>
            <w:proofErr w:type="spellStart"/>
            <w:r>
              <w:t>szt</w:t>
            </w:r>
            <w:proofErr w:type="spellEnd"/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E6FBE7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   270</w:t>
            </w: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5AB85E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5FB3C1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7FE980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2DAD0A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0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5434CC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7A399F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4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01557C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</w:tr>
      <w:tr w:rsidR="006106BE" w14:paraId="5689D84D" w14:textId="77777777" w:rsidTr="00726597">
        <w:tblPrEx>
          <w:tblCellMar>
            <w:top w:w="0" w:type="dxa"/>
            <w:bottom w:w="0" w:type="dxa"/>
          </w:tblCellMar>
        </w:tblPrEx>
        <w:trPr>
          <w:trHeight w:val="318"/>
        </w:trPr>
        <w:tc>
          <w:tcPr>
            <w:tcW w:w="51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7A46FF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61.</w:t>
            </w:r>
          </w:p>
        </w:tc>
        <w:tc>
          <w:tcPr>
            <w:tcW w:w="25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0284FE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>Olejek aromat cytrynowy op. 9 g</w:t>
            </w:r>
          </w:p>
        </w:tc>
        <w:tc>
          <w:tcPr>
            <w:tcW w:w="58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B4F4BE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 </w:t>
            </w:r>
            <w:proofErr w:type="spellStart"/>
            <w:r>
              <w:t>szt</w:t>
            </w:r>
            <w:proofErr w:type="spellEnd"/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1DE939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     10</w:t>
            </w: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89257F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70414B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85B103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E4A6F7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0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E63AB4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66F7A9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4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37FA4B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</w:tr>
      <w:tr w:rsidR="006106BE" w14:paraId="0E6252BD" w14:textId="77777777" w:rsidTr="00726597">
        <w:tblPrEx>
          <w:tblCellMar>
            <w:top w:w="0" w:type="dxa"/>
            <w:bottom w:w="0" w:type="dxa"/>
          </w:tblCellMar>
        </w:tblPrEx>
        <w:trPr>
          <w:trHeight w:val="318"/>
        </w:trPr>
        <w:tc>
          <w:tcPr>
            <w:tcW w:w="51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3BDFA3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62.</w:t>
            </w:r>
          </w:p>
        </w:tc>
        <w:tc>
          <w:tcPr>
            <w:tcW w:w="25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FF25A3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>Olejek aromat śmietankowy op. 9 g</w:t>
            </w:r>
          </w:p>
        </w:tc>
        <w:tc>
          <w:tcPr>
            <w:tcW w:w="58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53CB9D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 </w:t>
            </w:r>
            <w:proofErr w:type="spellStart"/>
            <w:r>
              <w:t>szt</w:t>
            </w:r>
            <w:proofErr w:type="spellEnd"/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B70C8B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     10</w:t>
            </w: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690769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4E3BF4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5F06BC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924752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0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C6D348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A4375E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4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ECCC31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</w:tr>
      <w:tr w:rsidR="006106BE" w14:paraId="0936F13A" w14:textId="77777777" w:rsidTr="00726597">
        <w:tblPrEx>
          <w:tblCellMar>
            <w:top w:w="0" w:type="dxa"/>
            <w:bottom w:w="0" w:type="dxa"/>
          </w:tblCellMar>
        </w:tblPrEx>
        <w:trPr>
          <w:trHeight w:val="318"/>
        </w:trPr>
        <w:tc>
          <w:tcPr>
            <w:tcW w:w="51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0CD574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63.</w:t>
            </w:r>
          </w:p>
        </w:tc>
        <w:tc>
          <w:tcPr>
            <w:tcW w:w="25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65B735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>Olejek aromat waniliowy op. 9 g</w:t>
            </w:r>
          </w:p>
        </w:tc>
        <w:tc>
          <w:tcPr>
            <w:tcW w:w="58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322DAA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 </w:t>
            </w:r>
            <w:proofErr w:type="spellStart"/>
            <w:r>
              <w:t>szt</w:t>
            </w:r>
            <w:proofErr w:type="spellEnd"/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0EC28E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      10</w:t>
            </w: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4A755C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8537F8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C0EE26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7D0578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0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478206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53C0DA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4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1A262A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</w:tr>
      <w:tr w:rsidR="006106BE" w14:paraId="67E7E68F" w14:textId="77777777" w:rsidTr="00726597">
        <w:tblPrEx>
          <w:tblCellMar>
            <w:top w:w="0" w:type="dxa"/>
            <w:bottom w:w="0" w:type="dxa"/>
          </w:tblCellMar>
        </w:tblPrEx>
        <w:trPr>
          <w:trHeight w:val="318"/>
        </w:trPr>
        <w:tc>
          <w:tcPr>
            <w:tcW w:w="51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D0FAFD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64.</w:t>
            </w:r>
          </w:p>
        </w:tc>
        <w:tc>
          <w:tcPr>
            <w:tcW w:w="25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39893D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>Oliwa z oliwek op.1 l</w:t>
            </w:r>
          </w:p>
        </w:tc>
        <w:tc>
          <w:tcPr>
            <w:tcW w:w="58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52AE05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 </w:t>
            </w:r>
            <w:proofErr w:type="spellStart"/>
            <w:r>
              <w:t>szt</w:t>
            </w:r>
            <w:proofErr w:type="spellEnd"/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EACCE2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       5</w:t>
            </w: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C2D67D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AB51D3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6EF261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554E34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0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A5E800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C209F0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4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041008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</w:tr>
      <w:tr w:rsidR="006106BE" w14:paraId="5B11906A" w14:textId="77777777" w:rsidTr="00726597">
        <w:tblPrEx>
          <w:tblCellMar>
            <w:top w:w="0" w:type="dxa"/>
            <w:bottom w:w="0" w:type="dxa"/>
          </w:tblCellMar>
        </w:tblPrEx>
        <w:trPr>
          <w:trHeight w:val="318"/>
        </w:trPr>
        <w:tc>
          <w:tcPr>
            <w:tcW w:w="51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84EC1E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65.</w:t>
            </w:r>
          </w:p>
        </w:tc>
        <w:tc>
          <w:tcPr>
            <w:tcW w:w="25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631183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>Oliwki czarne op. 330g</w:t>
            </w:r>
          </w:p>
        </w:tc>
        <w:tc>
          <w:tcPr>
            <w:tcW w:w="58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A3CDE5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 </w:t>
            </w:r>
            <w:proofErr w:type="spellStart"/>
            <w:r>
              <w:t>szt</w:t>
            </w:r>
            <w:proofErr w:type="spellEnd"/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1E950D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      15</w:t>
            </w: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48B271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F28507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E61E35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21A7BB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0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2C7E90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0014AF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4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264428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</w:tr>
      <w:tr w:rsidR="006106BE" w14:paraId="32268313" w14:textId="77777777" w:rsidTr="00726597">
        <w:tblPrEx>
          <w:tblCellMar>
            <w:top w:w="0" w:type="dxa"/>
            <w:bottom w:w="0" w:type="dxa"/>
          </w:tblCellMar>
        </w:tblPrEx>
        <w:trPr>
          <w:trHeight w:val="318"/>
        </w:trPr>
        <w:tc>
          <w:tcPr>
            <w:tcW w:w="51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DE2333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66.</w:t>
            </w:r>
          </w:p>
        </w:tc>
        <w:tc>
          <w:tcPr>
            <w:tcW w:w="25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F93C90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>Oliwki zielone op.330g</w:t>
            </w:r>
          </w:p>
        </w:tc>
        <w:tc>
          <w:tcPr>
            <w:tcW w:w="58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951C68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 </w:t>
            </w:r>
            <w:proofErr w:type="spellStart"/>
            <w:r>
              <w:t>szt</w:t>
            </w:r>
            <w:proofErr w:type="spellEnd"/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6F8F2F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      15</w:t>
            </w: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D4C9E6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5275DD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807C0B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23AD40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0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BA68D0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53B114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4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BD2AF9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</w:tr>
      <w:tr w:rsidR="006106BE" w14:paraId="127269C4" w14:textId="77777777" w:rsidTr="00726597">
        <w:tblPrEx>
          <w:tblCellMar>
            <w:top w:w="0" w:type="dxa"/>
            <w:bottom w:w="0" w:type="dxa"/>
          </w:tblCellMar>
        </w:tblPrEx>
        <w:trPr>
          <w:trHeight w:val="318"/>
        </w:trPr>
        <w:tc>
          <w:tcPr>
            <w:tcW w:w="51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7F49F8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67.</w:t>
            </w:r>
          </w:p>
        </w:tc>
        <w:tc>
          <w:tcPr>
            <w:tcW w:w="25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456F4E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Pasta jajeczna op. 80 </w:t>
            </w:r>
            <w:proofErr w:type="spellStart"/>
            <w:r>
              <w:t>g,w</w:t>
            </w:r>
            <w:proofErr w:type="spellEnd"/>
            <w:r>
              <w:t xml:space="preserve"> składzie: tłuszcz 39,0 g, w tym kwasy </w:t>
            </w:r>
            <w:proofErr w:type="spellStart"/>
            <w:r>
              <w:t>tłuszczowenasycone</w:t>
            </w:r>
            <w:proofErr w:type="spellEnd"/>
            <w:r>
              <w:t xml:space="preserve"> 2,6 g, węglowodany 4,1 g, w tym cukry 4,1 g, białko 9,1 g, sól 1,6 g Typu LISNER lub równoważny</w:t>
            </w:r>
          </w:p>
        </w:tc>
        <w:tc>
          <w:tcPr>
            <w:tcW w:w="58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CBF6BB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 </w:t>
            </w:r>
            <w:proofErr w:type="spellStart"/>
            <w:r>
              <w:t>szt</w:t>
            </w:r>
            <w:proofErr w:type="spellEnd"/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C50CEC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      20</w:t>
            </w: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8D7AEC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B18A9F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1FDC43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51E2C3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0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75264F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4B8BE1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4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41EECA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</w:tr>
      <w:tr w:rsidR="006106BE" w14:paraId="662381E5" w14:textId="77777777" w:rsidTr="00726597">
        <w:tblPrEx>
          <w:tblCellMar>
            <w:top w:w="0" w:type="dxa"/>
            <w:bottom w:w="0" w:type="dxa"/>
          </w:tblCellMar>
        </w:tblPrEx>
        <w:trPr>
          <w:trHeight w:val="318"/>
        </w:trPr>
        <w:tc>
          <w:tcPr>
            <w:tcW w:w="51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504863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68.</w:t>
            </w:r>
          </w:p>
        </w:tc>
        <w:tc>
          <w:tcPr>
            <w:tcW w:w="25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F5E30C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Pasta z łososiem </w:t>
            </w:r>
            <w:proofErr w:type="spellStart"/>
            <w:r>
              <w:t>op</w:t>
            </w:r>
            <w:proofErr w:type="spellEnd"/>
            <w:r>
              <w:t>, 90 g</w:t>
            </w:r>
          </w:p>
        </w:tc>
        <w:tc>
          <w:tcPr>
            <w:tcW w:w="58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13F81B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 </w:t>
            </w:r>
            <w:proofErr w:type="spellStart"/>
            <w:r>
              <w:t>szt</w:t>
            </w:r>
            <w:proofErr w:type="spellEnd"/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221F37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      20</w:t>
            </w: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146109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DB913B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5F3AC1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5DF267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0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292FA8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1642DB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4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0FAB18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</w:tr>
      <w:tr w:rsidR="006106BE" w14:paraId="5AE8A065" w14:textId="77777777" w:rsidTr="00726597">
        <w:tblPrEx>
          <w:tblCellMar>
            <w:top w:w="0" w:type="dxa"/>
            <w:bottom w:w="0" w:type="dxa"/>
          </w:tblCellMar>
        </w:tblPrEx>
        <w:trPr>
          <w:trHeight w:val="318"/>
        </w:trPr>
        <w:tc>
          <w:tcPr>
            <w:tcW w:w="51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3B27A6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69.</w:t>
            </w:r>
          </w:p>
        </w:tc>
        <w:tc>
          <w:tcPr>
            <w:tcW w:w="25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6CF601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>Pasta z tuńczykiem op,90 g, w składzie: tłuszcz 25,8 g, w tym kwasy nasycone 3,8 g, węglowodany 4,2 g, w tym cukry 4,2 g, białko 6,2 g, sól 1,3 g Typu LISNER lub równoważny</w:t>
            </w:r>
          </w:p>
        </w:tc>
        <w:tc>
          <w:tcPr>
            <w:tcW w:w="58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265104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 </w:t>
            </w:r>
            <w:proofErr w:type="spellStart"/>
            <w:r>
              <w:t>szt</w:t>
            </w:r>
            <w:proofErr w:type="spellEnd"/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FED953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      20</w:t>
            </w: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E41AF2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EA8EEE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7A1236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195B9D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0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DC6024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611135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4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DDE6B7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</w:tr>
      <w:tr w:rsidR="006106BE" w14:paraId="7C616848" w14:textId="77777777" w:rsidTr="00726597">
        <w:tblPrEx>
          <w:tblCellMar>
            <w:top w:w="0" w:type="dxa"/>
            <w:bottom w:w="0" w:type="dxa"/>
          </w:tblCellMar>
        </w:tblPrEx>
        <w:trPr>
          <w:trHeight w:val="318"/>
        </w:trPr>
        <w:tc>
          <w:tcPr>
            <w:tcW w:w="51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5E1916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70.</w:t>
            </w:r>
          </w:p>
        </w:tc>
        <w:tc>
          <w:tcPr>
            <w:tcW w:w="25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F52508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>Pasta z suszonymi pomidorkami op. 80 g</w:t>
            </w:r>
          </w:p>
        </w:tc>
        <w:tc>
          <w:tcPr>
            <w:tcW w:w="58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9A54AF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 </w:t>
            </w:r>
            <w:proofErr w:type="spellStart"/>
            <w:r>
              <w:t>szt</w:t>
            </w:r>
            <w:proofErr w:type="spellEnd"/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AFA0ED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      20</w:t>
            </w: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BD9EE8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85F908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AF7E13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847465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0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722A32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C9A265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4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67DBA1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</w:tr>
      <w:tr w:rsidR="006106BE" w14:paraId="4B115220" w14:textId="77777777" w:rsidTr="00726597">
        <w:tblPrEx>
          <w:tblCellMar>
            <w:top w:w="0" w:type="dxa"/>
            <w:bottom w:w="0" w:type="dxa"/>
          </w:tblCellMar>
        </w:tblPrEx>
        <w:trPr>
          <w:trHeight w:val="318"/>
        </w:trPr>
        <w:tc>
          <w:tcPr>
            <w:tcW w:w="51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EA8638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71.</w:t>
            </w:r>
          </w:p>
        </w:tc>
        <w:tc>
          <w:tcPr>
            <w:tcW w:w="25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2BFA1F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>Płatki kukurydziane op. 250 g</w:t>
            </w:r>
          </w:p>
        </w:tc>
        <w:tc>
          <w:tcPr>
            <w:tcW w:w="58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2740B0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 </w:t>
            </w:r>
            <w:proofErr w:type="spellStart"/>
            <w:r>
              <w:t>szt</w:t>
            </w:r>
            <w:proofErr w:type="spellEnd"/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E9A071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    125</w:t>
            </w: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BCD63C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7384B3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B6BD1D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81E590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0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50B1F5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C7EC62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4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C42020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</w:tr>
      <w:tr w:rsidR="006106BE" w14:paraId="44856DC3" w14:textId="77777777" w:rsidTr="00726597">
        <w:tblPrEx>
          <w:tblCellMar>
            <w:top w:w="0" w:type="dxa"/>
            <w:bottom w:w="0" w:type="dxa"/>
          </w:tblCellMar>
        </w:tblPrEx>
        <w:trPr>
          <w:trHeight w:val="318"/>
        </w:trPr>
        <w:tc>
          <w:tcPr>
            <w:tcW w:w="51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88820B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lastRenderedPageBreak/>
              <w:t xml:space="preserve">  72.</w:t>
            </w:r>
          </w:p>
        </w:tc>
        <w:tc>
          <w:tcPr>
            <w:tcW w:w="25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F1D9D4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>Płatki kukurydziane czekoladowe op. 250 g</w:t>
            </w:r>
          </w:p>
        </w:tc>
        <w:tc>
          <w:tcPr>
            <w:tcW w:w="58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3E8157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 </w:t>
            </w:r>
            <w:proofErr w:type="spellStart"/>
            <w:r>
              <w:t>szt</w:t>
            </w:r>
            <w:proofErr w:type="spellEnd"/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F4D307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    250</w:t>
            </w: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508704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586545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31C01D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A3ED47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0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D2A758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6A99D5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4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9C696F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</w:tr>
      <w:tr w:rsidR="006106BE" w14:paraId="20207828" w14:textId="77777777" w:rsidTr="00726597">
        <w:tblPrEx>
          <w:tblCellMar>
            <w:top w:w="0" w:type="dxa"/>
            <w:bottom w:w="0" w:type="dxa"/>
          </w:tblCellMar>
        </w:tblPrEx>
        <w:trPr>
          <w:trHeight w:val="318"/>
        </w:trPr>
        <w:tc>
          <w:tcPr>
            <w:tcW w:w="51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D0B2A6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73</w:t>
            </w:r>
          </w:p>
        </w:tc>
        <w:tc>
          <w:tcPr>
            <w:tcW w:w="25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6257DB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>Płatki miodowe op.250 g</w:t>
            </w:r>
          </w:p>
        </w:tc>
        <w:tc>
          <w:tcPr>
            <w:tcW w:w="58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D14654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</w:t>
            </w:r>
            <w:proofErr w:type="spellStart"/>
            <w:r>
              <w:t>szt</w:t>
            </w:r>
            <w:proofErr w:type="spellEnd"/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83A8DB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    150</w:t>
            </w: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F1B712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08FB64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A0FA9A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BAC688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0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5F080E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C4C0D9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4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2734C6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</w:tr>
      <w:tr w:rsidR="006106BE" w14:paraId="4C7E7A81" w14:textId="77777777" w:rsidTr="00726597">
        <w:tblPrEx>
          <w:tblCellMar>
            <w:top w:w="0" w:type="dxa"/>
            <w:bottom w:w="0" w:type="dxa"/>
          </w:tblCellMar>
        </w:tblPrEx>
        <w:trPr>
          <w:trHeight w:val="318"/>
        </w:trPr>
        <w:tc>
          <w:tcPr>
            <w:tcW w:w="51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AE6369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74.</w:t>
            </w:r>
          </w:p>
        </w:tc>
        <w:tc>
          <w:tcPr>
            <w:tcW w:w="25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28748E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>Powidła śliwkowe węgierkowe100% śliwek w składzie: tłuszcz, 0,5 g, w tym kwasy nasycone &lt; 0,1 g, węglowodany 49, w tym cukry 49 g, białko 1,1 g, Typu ŁOWICZ lub równoważny</w:t>
            </w:r>
          </w:p>
        </w:tc>
        <w:tc>
          <w:tcPr>
            <w:tcW w:w="58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0C5B61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 </w:t>
            </w:r>
            <w:proofErr w:type="spellStart"/>
            <w:r>
              <w:t>szt</w:t>
            </w:r>
            <w:proofErr w:type="spellEnd"/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1A7260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     90</w:t>
            </w: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A2BA6C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D68A4A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84168B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61AE49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0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67ED8D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111B8E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4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5AEE8D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</w:tr>
      <w:tr w:rsidR="006106BE" w14:paraId="53251FD9" w14:textId="77777777" w:rsidTr="00726597">
        <w:tblPrEx>
          <w:tblCellMar>
            <w:top w:w="0" w:type="dxa"/>
            <w:bottom w:w="0" w:type="dxa"/>
          </w:tblCellMar>
        </w:tblPrEx>
        <w:trPr>
          <w:trHeight w:val="318"/>
        </w:trPr>
        <w:tc>
          <w:tcPr>
            <w:tcW w:w="51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2E7431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75.</w:t>
            </w:r>
          </w:p>
        </w:tc>
        <w:tc>
          <w:tcPr>
            <w:tcW w:w="25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2C40A9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>Proszek do pieczenia op. 1 kg</w:t>
            </w:r>
          </w:p>
        </w:tc>
        <w:tc>
          <w:tcPr>
            <w:tcW w:w="58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B96A76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 </w:t>
            </w:r>
            <w:proofErr w:type="spellStart"/>
            <w:r>
              <w:t>szt</w:t>
            </w:r>
            <w:proofErr w:type="spellEnd"/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360D41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       6</w:t>
            </w: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A74F08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8FA644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EA8008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3E7A29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0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E16D21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247D1A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4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E040DC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</w:tr>
      <w:tr w:rsidR="006106BE" w14:paraId="272E79BE" w14:textId="77777777" w:rsidTr="00726597">
        <w:tblPrEx>
          <w:tblCellMar>
            <w:top w:w="0" w:type="dxa"/>
            <w:bottom w:w="0" w:type="dxa"/>
          </w:tblCellMar>
        </w:tblPrEx>
        <w:trPr>
          <w:trHeight w:val="318"/>
        </w:trPr>
        <w:tc>
          <w:tcPr>
            <w:tcW w:w="51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439F33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76.</w:t>
            </w:r>
          </w:p>
        </w:tc>
        <w:tc>
          <w:tcPr>
            <w:tcW w:w="25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3F396E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>Ryż paraboliczny op. 1 kg</w:t>
            </w:r>
          </w:p>
        </w:tc>
        <w:tc>
          <w:tcPr>
            <w:tcW w:w="58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8AD288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 </w:t>
            </w:r>
            <w:proofErr w:type="spellStart"/>
            <w:r>
              <w:t>szt</w:t>
            </w:r>
            <w:proofErr w:type="spellEnd"/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BB6D45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   120</w:t>
            </w: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5BBCF1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6C5153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78CCF2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5B3A0E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0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CEF245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3109F8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4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58652F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</w:tr>
      <w:tr w:rsidR="006106BE" w14:paraId="2C46A57D" w14:textId="77777777" w:rsidTr="00726597">
        <w:tblPrEx>
          <w:tblCellMar>
            <w:top w:w="0" w:type="dxa"/>
            <w:bottom w:w="0" w:type="dxa"/>
          </w:tblCellMar>
        </w:tblPrEx>
        <w:trPr>
          <w:trHeight w:val="318"/>
        </w:trPr>
        <w:tc>
          <w:tcPr>
            <w:tcW w:w="51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01344F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77.</w:t>
            </w:r>
          </w:p>
        </w:tc>
        <w:tc>
          <w:tcPr>
            <w:tcW w:w="25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407CB5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>Ryż biały op. 1 kg o zawartości: tłuszcz 0,8 g, kwasy tłuszczowe nasycone 0,2 g, węglowodany 79,3 g, cukry do 0,5 g, błonnik 0,7 g, białko 7,1 g, sól do 0,01 g typu SONKO lub równoważny</w:t>
            </w:r>
          </w:p>
        </w:tc>
        <w:tc>
          <w:tcPr>
            <w:tcW w:w="58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FD2CEF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 </w:t>
            </w:r>
            <w:proofErr w:type="spellStart"/>
            <w:r>
              <w:t>szt</w:t>
            </w:r>
            <w:proofErr w:type="spellEnd"/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B185FF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   150</w:t>
            </w: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6E51D1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459205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FFB484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BCF89C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0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9A252E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912B81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4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3ECCE1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</w:tr>
      <w:tr w:rsidR="006106BE" w14:paraId="0E0DBAC4" w14:textId="77777777" w:rsidTr="00726597">
        <w:tblPrEx>
          <w:tblCellMar>
            <w:top w:w="0" w:type="dxa"/>
            <w:bottom w:w="0" w:type="dxa"/>
          </w:tblCellMar>
        </w:tblPrEx>
        <w:trPr>
          <w:trHeight w:val="318"/>
        </w:trPr>
        <w:tc>
          <w:tcPr>
            <w:tcW w:w="51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476668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78.</w:t>
            </w:r>
          </w:p>
        </w:tc>
        <w:tc>
          <w:tcPr>
            <w:tcW w:w="25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306DE3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>Siemię lniane ziarno 400g</w:t>
            </w:r>
          </w:p>
        </w:tc>
        <w:tc>
          <w:tcPr>
            <w:tcW w:w="58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F46999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 </w:t>
            </w:r>
            <w:proofErr w:type="spellStart"/>
            <w:r>
              <w:t>szt</w:t>
            </w:r>
            <w:proofErr w:type="spellEnd"/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83B4AD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       5</w:t>
            </w: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B71D20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E52B05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B022DB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35DC56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0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52B299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9A6BE0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4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29577A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</w:tr>
      <w:tr w:rsidR="006106BE" w14:paraId="4CED649F" w14:textId="77777777" w:rsidTr="00726597">
        <w:tblPrEx>
          <w:tblCellMar>
            <w:top w:w="0" w:type="dxa"/>
            <w:bottom w:w="0" w:type="dxa"/>
          </w:tblCellMar>
        </w:tblPrEx>
        <w:trPr>
          <w:trHeight w:val="318"/>
        </w:trPr>
        <w:tc>
          <w:tcPr>
            <w:tcW w:w="51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C2A3B5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79.</w:t>
            </w:r>
          </w:p>
        </w:tc>
        <w:tc>
          <w:tcPr>
            <w:tcW w:w="25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0F1A91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>Słonecznik ziarno 150 g</w:t>
            </w:r>
          </w:p>
        </w:tc>
        <w:tc>
          <w:tcPr>
            <w:tcW w:w="58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7AEEEA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 </w:t>
            </w:r>
            <w:proofErr w:type="spellStart"/>
            <w:r>
              <w:t>szt</w:t>
            </w:r>
            <w:proofErr w:type="spellEnd"/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2C505C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     20</w:t>
            </w: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13D2F4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90CC4F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FABB3C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ED99AF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0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2D7A7C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C0C273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4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F09768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</w:tr>
      <w:tr w:rsidR="006106BE" w14:paraId="1B3AF2C9" w14:textId="77777777" w:rsidTr="00726597">
        <w:tblPrEx>
          <w:tblCellMar>
            <w:top w:w="0" w:type="dxa"/>
            <w:bottom w:w="0" w:type="dxa"/>
          </w:tblCellMar>
        </w:tblPrEx>
        <w:trPr>
          <w:trHeight w:val="318"/>
        </w:trPr>
        <w:tc>
          <w:tcPr>
            <w:tcW w:w="51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39FAB5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80.</w:t>
            </w:r>
          </w:p>
        </w:tc>
        <w:tc>
          <w:tcPr>
            <w:tcW w:w="25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53CE84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Soda oczyszczona </w:t>
            </w:r>
            <w:proofErr w:type="spellStart"/>
            <w:r>
              <w:t>op</w:t>
            </w:r>
            <w:proofErr w:type="spellEnd"/>
            <w:r>
              <w:t xml:space="preserve"> 1 kg</w:t>
            </w:r>
          </w:p>
        </w:tc>
        <w:tc>
          <w:tcPr>
            <w:tcW w:w="58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2672DA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 </w:t>
            </w:r>
            <w:proofErr w:type="spellStart"/>
            <w:r>
              <w:t>szt</w:t>
            </w:r>
            <w:proofErr w:type="spellEnd"/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10C0F3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       5   </w:t>
            </w: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C72D7B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28942F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C9BA5F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FFAC8D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0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8B4F1F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675769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4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9160CA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</w:tr>
      <w:tr w:rsidR="006106BE" w14:paraId="4C24B98E" w14:textId="77777777" w:rsidTr="00726597">
        <w:tblPrEx>
          <w:tblCellMar>
            <w:top w:w="0" w:type="dxa"/>
            <w:bottom w:w="0" w:type="dxa"/>
          </w:tblCellMar>
        </w:tblPrEx>
        <w:trPr>
          <w:trHeight w:val="318"/>
        </w:trPr>
        <w:tc>
          <w:tcPr>
            <w:tcW w:w="51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80D4D9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81.</w:t>
            </w:r>
          </w:p>
        </w:tc>
        <w:tc>
          <w:tcPr>
            <w:tcW w:w="25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725BC7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>Sos pieczeniowy op. 29 g</w:t>
            </w:r>
          </w:p>
        </w:tc>
        <w:tc>
          <w:tcPr>
            <w:tcW w:w="58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37BE0E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 </w:t>
            </w:r>
            <w:proofErr w:type="spellStart"/>
            <w:r>
              <w:t>szt</w:t>
            </w:r>
            <w:proofErr w:type="spellEnd"/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82F3FB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     10</w:t>
            </w: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D6B64E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1CAB2B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DF92D8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115CFC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0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28F455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3230FA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4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8DC755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</w:tr>
      <w:tr w:rsidR="006106BE" w14:paraId="22D12B7F" w14:textId="77777777" w:rsidTr="00726597">
        <w:tblPrEx>
          <w:tblCellMar>
            <w:top w:w="0" w:type="dxa"/>
            <w:bottom w:w="0" w:type="dxa"/>
          </w:tblCellMar>
        </w:tblPrEx>
        <w:trPr>
          <w:trHeight w:val="318"/>
        </w:trPr>
        <w:tc>
          <w:tcPr>
            <w:tcW w:w="51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EF66D6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82.</w:t>
            </w:r>
          </w:p>
        </w:tc>
        <w:tc>
          <w:tcPr>
            <w:tcW w:w="25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48E8F2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>Wafle ryżowe op.130 g</w:t>
            </w:r>
          </w:p>
        </w:tc>
        <w:tc>
          <w:tcPr>
            <w:tcW w:w="58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1D7782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 </w:t>
            </w:r>
            <w:proofErr w:type="spellStart"/>
            <w:r>
              <w:t>szt</w:t>
            </w:r>
            <w:proofErr w:type="spellEnd"/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7EB023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   200</w:t>
            </w: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37F67E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F8406D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CC6ACB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29B561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0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201698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0F7C38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4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1D3042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</w:tr>
      <w:tr w:rsidR="006106BE" w14:paraId="48D603F1" w14:textId="77777777" w:rsidTr="00726597">
        <w:tblPrEx>
          <w:tblCellMar>
            <w:top w:w="0" w:type="dxa"/>
            <w:bottom w:w="0" w:type="dxa"/>
          </w:tblCellMar>
        </w:tblPrEx>
        <w:trPr>
          <w:trHeight w:val="318"/>
        </w:trPr>
        <w:tc>
          <w:tcPr>
            <w:tcW w:w="51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7E609B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83.</w:t>
            </w:r>
          </w:p>
        </w:tc>
        <w:tc>
          <w:tcPr>
            <w:tcW w:w="25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4D005D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>Wafle suche andruty 210 g</w:t>
            </w:r>
          </w:p>
        </w:tc>
        <w:tc>
          <w:tcPr>
            <w:tcW w:w="58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13B266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 </w:t>
            </w:r>
            <w:proofErr w:type="spellStart"/>
            <w:r>
              <w:t>szt</w:t>
            </w:r>
            <w:proofErr w:type="spellEnd"/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AFB8E4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   600</w:t>
            </w: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54C165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8C0CDD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D67DF0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AA1936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0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5E8DC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131B42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4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099CEC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</w:tr>
      <w:tr w:rsidR="006106BE" w14:paraId="5BBE503C" w14:textId="77777777" w:rsidTr="00726597">
        <w:tblPrEx>
          <w:tblCellMar>
            <w:top w:w="0" w:type="dxa"/>
            <w:bottom w:w="0" w:type="dxa"/>
          </w:tblCellMar>
        </w:tblPrEx>
        <w:trPr>
          <w:trHeight w:val="318"/>
        </w:trPr>
        <w:tc>
          <w:tcPr>
            <w:tcW w:w="51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621834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84.</w:t>
            </w:r>
          </w:p>
        </w:tc>
        <w:tc>
          <w:tcPr>
            <w:tcW w:w="25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47730F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>Żelatyna spożywcza 50 g w składzie: tłuszcz 0 g, w tym kwasy tłuszczowe nasycone 0g, węglowodany 0 g, w tym cukry 0 g, białko 84 g, sól 008 g Typu Cykoria lub równoważny</w:t>
            </w:r>
          </w:p>
        </w:tc>
        <w:tc>
          <w:tcPr>
            <w:tcW w:w="58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15DD11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 </w:t>
            </w:r>
            <w:proofErr w:type="spellStart"/>
            <w:r>
              <w:t>szt</w:t>
            </w:r>
            <w:proofErr w:type="spellEnd"/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CEAE1D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     20</w:t>
            </w: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A7FAE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00F454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AA043F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71B489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0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27C8D4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505DC9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4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2AA9BC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</w:tr>
      <w:tr w:rsidR="006106BE" w14:paraId="12AE229F" w14:textId="77777777" w:rsidTr="00726597">
        <w:tblPrEx>
          <w:tblCellMar>
            <w:top w:w="0" w:type="dxa"/>
            <w:bottom w:w="0" w:type="dxa"/>
          </w:tblCellMar>
        </w:tblPrEx>
        <w:trPr>
          <w:trHeight w:val="318"/>
        </w:trPr>
        <w:tc>
          <w:tcPr>
            <w:tcW w:w="51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18FDD1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85.</w:t>
            </w:r>
          </w:p>
        </w:tc>
        <w:tc>
          <w:tcPr>
            <w:tcW w:w="25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CE039B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>Amoniak  op.30 g</w:t>
            </w:r>
          </w:p>
        </w:tc>
        <w:tc>
          <w:tcPr>
            <w:tcW w:w="58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6D327E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 </w:t>
            </w:r>
            <w:proofErr w:type="spellStart"/>
            <w:r>
              <w:t>szt</w:t>
            </w:r>
            <w:proofErr w:type="spellEnd"/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36D5E1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        5</w:t>
            </w: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B7E4DD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D3E11B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6F9517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B74363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0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A0F100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4A6424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4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F09C6E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</w:tr>
      <w:tr w:rsidR="006106BE" w14:paraId="2B1EBC2B" w14:textId="77777777" w:rsidTr="00726597">
        <w:tblPrEx>
          <w:tblCellMar>
            <w:top w:w="0" w:type="dxa"/>
            <w:bottom w:w="0" w:type="dxa"/>
          </w:tblCellMar>
        </w:tblPrEx>
        <w:trPr>
          <w:trHeight w:val="318"/>
        </w:trPr>
        <w:tc>
          <w:tcPr>
            <w:tcW w:w="51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72EE93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86.</w:t>
            </w:r>
          </w:p>
        </w:tc>
        <w:tc>
          <w:tcPr>
            <w:tcW w:w="25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375BCF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>Ananas w syropie puszka 565 g</w:t>
            </w:r>
          </w:p>
        </w:tc>
        <w:tc>
          <w:tcPr>
            <w:tcW w:w="58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CA0F4E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 </w:t>
            </w:r>
            <w:proofErr w:type="spellStart"/>
            <w:r>
              <w:t>szt</w:t>
            </w:r>
            <w:proofErr w:type="spellEnd"/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BA0DF6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      30</w:t>
            </w: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B65C0E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F635B6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7782E6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E58E17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0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88EEB5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3A7463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4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8FE3B1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</w:tr>
      <w:tr w:rsidR="006106BE" w14:paraId="16E9B9F6" w14:textId="77777777" w:rsidTr="00726597">
        <w:tblPrEx>
          <w:tblCellMar>
            <w:top w:w="0" w:type="dxa"/>
            <w:bottom w:w="0" w:type="dxa"/>
          </w:tblCellMar>
        </w:tblPrEx>
        <w:trPr>
          <w:trHeight w:val="318"/>
        </w:trPr>
        <w:tc>
          <w:tcPr>
            <w:tcW w:w="51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25804F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87.</w:t>
            </w:r>
          </w:p>
        </w:tc>
        <w:tc>
          <w:tcPr>
            <w:tcW w:w="25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B82F01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>Brzoskwinia  w syropie puszka 820 g</w:t>
            </w:r>
          </w:p>
        </w:tc>
        <w:tc>
          <w:tcPr>
            <w:tcW w:w="58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F0027F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 </w:t>
            </w:r>
            <w:proofErr w:type="spellStart"/>
            <w:r>
              <w:t>szt</w:t>
            </w:r>
            <w:proofErr w:type="spellEnd"/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9C8067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      30</w:t>
            </w: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F6C715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405E67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724CF1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FE83E1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0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162FC6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337B06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4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036295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</w:tr>
      <w:tr w:rsidR="006106BE" w14:paraId="05C491E7" w14:textId="77777777" w:rsidTr="00726597">
        <w:tblPrEx>
          <w:tblCellMar>
            <w:top w:w="0" w:type="dxa"/>
            <w:bottom w:w="0" w:type="dxa"/>
          </w:tblCellMar>
        </w:tblPrEx>
        <w:trPr>
          <w:trHeight w:val="318"/>
        </w:trPr>
        <w:tc>
          <w:tcPr>
            <w:tcW w:w="51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8FBEF4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88.</w:t>
            </w:r>
          </w:p>
        </w:tc>
        <w:tc>
          <w:tcPr>
            <w:tcW w:w="25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9D4D09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Kukurydza konserwowa puszka </w:t>
            </w:r>
            <w:proofErr w:type="spellStart"/>
            <w:r>
              <w:t>puszka</w:t>
            </w:r>
            <w:proofErr w:type="spellEnd"/>
            <w:r>
              <w:t xml:space="preserve"> 400 g</w:t>
            </w:r>
          </w:p>
        </w:tc>
        <w:tc>
          <w:tcPr>
            <w:tcW w:w="58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A14D86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 </w:t>
            </w:r>
            <w:proofErr w:type="spellStart"/>
            <w:r>
              <w:t>szt</w:t>
            </w:r>
            <w:proofErr w:type="spellEnd"/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28062A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      40</w:t>
            </w: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815618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D0B294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5FCC21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26EB46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0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1CBBBD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5B1D4B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4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7FCC12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</w:tr>
      <w:tr w:rsidR="006106BE" w14:paraId="49B67DDB" w14:textId="77777777" w:rsidTr="00726597">
        <w:tblPrEx>
          <w:tblCellMar>
            <w:top w:w="0" w:type="dxa"/>
            <w:bottom w:w="0" w:type="dxa"/>
          </w:tblCellMar>
        </w:tblPrEx>
        <w:trPr>
          <w:trHeight w:val="318"/>
        </w:trPr>
        <w:tc>
          <w:tcPr>
            <w:tcW w:w="51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1E09B5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89.</w:t>
            </w:r>
          </w:p>
        </w:tc>
        <w:tc>
          <w:tcPr>
            <w:tcW w:w="25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6746D5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>Groszek konserwowy puszka 400 g,</w:t>
            </w:r>
          </w:p>
        </w:tc>
        <w:tc>
          <w:tcPr>
            <w:tcW w:w="58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1550AB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</w:t>
            </w:r>
            <w:proofErr w:type="spellStart"/>
            <w:r>
              <w:t>szt</w:t>
            </w:r>
            <w:proofErr w:type="spellEnd"/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C46A32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    120</w:t>
            </w: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2AAADF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EA1B62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29476F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A63615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0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75856A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8C1FC7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4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AC0132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</w:tr>
      <w:tr w:rsidR="006106BE" w14:paraId="1A0ABD66" w14:textId="77777777" w:rsidTr="00726597">
        <w:tblPrEx>
          <w:tblCellMar>
            <w:top w:w="0" w:type="dxa"/>
            <w:bottom w:w="0" w:type="dxa"/>
          </w:tblCellMar>
        </w:tblPrEx>
        <w:trPr>
          <w:trHeight w:val="318"/>
        </w:trPr>
        <w:tc>
          <w:tcPr>
            <w:tcW w:w="51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071837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90</w:t>
            </w:r>
          </w:p>
          <w:p w14:paraId="2038F822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>.</w:t>
            </w:r>
          </w:p>
        </w:tc>
        <w:tc>
          <w:tcPr>
            <w:tcW w:w="25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93F775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Ogórki konserwowe 1600g w składzie: tłuszcz 0,23 g, w tym  kwasy tłuszczowe nasycone , 0,1 </w:t>
            </w:r>
            <w:r>
              <w:lastRenderedPageBreak/>
              <w:t>g, węglowodany 5,2 g, w tym cukry 5,1 g, białko 0,9 g, sól 0,8 g Typu MORYŃ lub równoważny</w:t>
            </w:r>
          </w:p>
        </w:tc>
        <w:tc>
          <w:tcPr>
            <w:tcW w:w="58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892BCD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lastRenderedPageBreak/>
              <w:t xml:space="preserve">  </w:t>
            </w:r>
            <w:proofErr w:type="spellStart"/>
            <w:r>
              <w:t>szt</w:t>
            </w:r>
            <w:proofErr w:type="spellEnd"/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6251AE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    130</w:t>
            </w: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E463F1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DAE553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9C73A6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0D809E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0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0C1B05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755EB0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4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BE77E8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</w:tr>
      <w:tr w:rsidR="006106BE" w14:paraId="1883B886" w14:textId="77777777" w:rsidTr="0072659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1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10BBC9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91.</w:t>
            </w:r>
          </w:p>
        </w:tc>
        <w:tc>
          <w:tcPr>
            <w:tcW w:w="25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00DDAC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>Jabłka prażone SZARLOTKA 900 g w składzie: tłuszcz 0,0 g, w tyk kwasy tłuszczowe nasycone 0,0 g, węglowodany 15 g, w tym cukry 13 g, błonnik 1,8 g, białko 0,0 g, sól 0,0 g Typu PROSPONA lub równoważny</w:t>
            </w:r>
          </w:p>
        </w:tc>
        <w:tc>
          <w:tcPr>
            <w:tcW w:w="58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44C62E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</w:t>
            </w:r>
            <w:proofErr w:type="spellStart"/>
            <w:r>
              <w:t>szt</w:t>
            </w:r>
            <w:proofErr w:type="spellEnd"/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73C37B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    100</w:t>
            </w: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1F1E53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DB2B6C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1D9CD6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1685F8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0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1E7F32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025DA2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4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CED9BC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</w:tr>
      <w:tr w:rsidR="006106BE" w14:paraId="37F76907" w14:textId="77777777" w:rsidTr="0072659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1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4A9B23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92.</w:t>
            </w:r>
          </w:p>
        </w:tc>
        <w:tc>
          <w:tcPr>
            <w:tcW w:w="25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2E58DF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>Miód naturalny produkt Polski, wielokwiatowy 100% naturalny 1 kg</w:t>
            </w:r>
          </w:p>
        </w:tc>
        <w:tc>
          <w:tcPr>
            <w:tcW w:w="58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141D9C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</w:t>
            </w:r>
            <w:proofErr w:type="spellStart"/>
            <w:r>
              <w:t>szt</w:t>
            </w:r>
            <w:proofErr w:type="spellEnd"/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C09ECB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     10</w:t>
            </w: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98C9A2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7C174E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96E1CE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6166D8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0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B31920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D7C45A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4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94A7D5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</w:tr>
      <w:tr w:rsidR="006106BE" w14:paraId="38C877BC" w14:textId="77777777" w:rsidTr="0072659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1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84F26F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93.</w:t>
            </w:r>
          </w:p>
        </w:tc>
        <w:tc>
          <w:tcPr>
            <w:tcW w:w="25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554B56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>Miód sztuczny 350 g</w:t>
            </w:r>
          </w:p>
        </w:tc>
        <w:tc>
          <w:tcPr>
            <w:tcW w:w="58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38193B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</w:t>
            </w:r>
            <w:proofErr w:type="spellStart"/>
            <w:r>
              <w:t>szt</w:t>
            </w:r>
            <w:proofErr w:type="spellEnd"/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2CB0FE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      30</w:t>
            </w: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8EE1D5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7A6EE2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FCD162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F96B0E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0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8CB261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A41938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4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683511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</w:tr>
      <w:tr w:rsidR="006106BE" w14:paraId="556C872E" w14:textId="77777777" w:rsidTr="0072659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1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A647BA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94.</w:t>
            </w:r>
          </w:p>
        </w:tc>
        <w:tc>
          <w:tcPr>
            <w:tcW w:w="25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1AB064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>Bazylia suszona op. 200 g</w:t>
            </w:r>
          </w:p>
        </w:tc>
        <w:tc>
          <w:tcPr>
            <w:tcW w:w="58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EDD60D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</w:t>
            </w:r>
            <w:proofErr w:type="spellStart"/>
            <w:r>
              <w:t>szt</w:t>
            </w:r>
            <w:proofErr w:type="spellEnd"/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3995F3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       5</w:t>
            </w: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3A7467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906730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D3791F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DA8E8D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0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9B8D78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8EEAB2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4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CE67AF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</w:tr>
      <w:tr w:rsidR="006106BE" w14:paraId="5D54B63A" w14:textId="77777777" w:rsidTr="0072659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1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8ACB0D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95.</w:t>
            </w:r>
          </w:p>
        </w:tc>
        <w:tc>
          <w:tcPr>
            <w:tcW w:w="25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9C754F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>Cukier waniliowy 1 kg</w:t>
            </w:r>
          </w:p>
        </w:tc>
        <w:tc>
          <w:tcPr>
            <w:tcW w:w="58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4D2B64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</w:t>
            </w:r>
            <w:proofErr w:type="spellStart"/>
            <w:r>
              <w:t>szt</w:t>
            </w:r>
            <w:proofErr w:type="spellEnd"/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869768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       5</w:t>
            </w: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6B6932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AF52BF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0629F9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852554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0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F5C243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2A4767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4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0203B2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</w:tr>
      <w:tr w:rsidR="006106BE" w14:paraId="3694E4B6" w14:textId="77777777" w:rsidTr="0072659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1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DFC4EF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96.</w:t>
            </w:r>
          </w:p>
        </w:tc>
        <w:tc>
          <w:tcPr>
            <w:tcW w:w="25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92D3F3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Cynamon </w:t>
            </w:r>
            <w:proofErr w:type="spellStart"/>
            <w:r>
              <w:t>op</w:t>
            </w:r>
            <w:proofErr w:type="spellEnd"/>
            <w:r>
              <w:t xml:space="preserve"> 500 g</w:t>
            </w:r>
          </w:p>
        </w:tc>
        <w:tc>
          <w:tcPr>
            <w:tcW w:w="58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D9E3EC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</w:t>
            </w:r>
            <w:proofErr w:type="spellStart"/>
            <w:r>
              <w:t>szt</w:t>
            </w:r>
            <w:proofErr w:type="spellEnd"/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09BBFC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       3</w:t>
            </w: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7D97EE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3A2FCC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4870A3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15FAA7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0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3D9F8C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1EB79E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4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7708AF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</w:tr>
      <w:tr w:rsidR="006106BE" w14:paraId="6ADA2384" w14:textId="77777777" w:rsidTr="0072659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1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16EA5E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97.</w:t>
            </w:r>
          </w:p>
        </w:tc>
        <w:tc>
          <w:tcPr>
            <w:tcW w:w="25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29E03B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>Czosnek granulowany op. 20 g</w:t>
            </w:r>
          </w:p>
        </w:tc>
        <w:tc>
          <w:tcPr>
            <w:tcW w:w="58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8C073C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</w:t>
            </w:r>
            <w:proofErr w:type="spellStart"/>
            <w:r>
              <w:t>szt</w:t>
            </w:r>
            <w:proofErr w:type="spellEnd"/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FE4D6E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       5</w:t>
            </w: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ED5D7C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2846CB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30D767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C4556B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0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0DE341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D41858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4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B6B8BE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</w:tr>
      <w:tr w:rsidR="006106BE" w14:paraId="39C0B2E9" w14:textId="77777777" w:rsidTr="0072659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1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917EA1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98.</w:t>
            </w:r>
          </w:p>
        </w:tc>
        <w:tc>
          <w:tcPr>
            <w:tcW w:w="25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B3D41B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>Gałka muszkatołowa op.</w:t>
            </w:r>
          </w:p>
        </w:tc>
        <w:tc>
          <w:tcPr>
            <w:tcW w:w="58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DD060C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</w:t>
            </w:r>
            <w:proofErr w:type="spellStart"/>
            <w:r>
              <w:t>szt</w:t>
            </w:r>
            <w:proofErr w:type="spellEnd"/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3DC5F7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       5</w:t>
            </w: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E052C6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D438B1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8FB213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AF393B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0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3333FF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5E93E1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4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5BFB33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</w:tr>
      <w:tr w:rsidR="006106BE" w14:paraId="3E6EB454" w14:textId="77777777" w:rsidTr="0072659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1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9C7740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99.</w:t>
            </w:r>
          </w:p>
        </w:tc>
        <w:tc>
          <w:tcPr>
            <w:tcW w:w="25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97AD96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>Koperek suszony op. 10 g</w:t>
            </w:r>
          </w:p>
        </w:tc>
        <w:tc>
          <w:tcPr>
            <w:tcW w:w="58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EB3D71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</w:t>
            </w:r>
            <w:proofErr w:type="spellStart"/>
            <w:r>
              <w:t>szt</w:t>
            </w:r>
            <w:proofErr w:type="spellEnd"/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A0EBE5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     20</w:t>
            </w: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8693D8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E2B5A3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5F04E9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4C1831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0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48D677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58425C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4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F6A6EE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</w:tr>
      <w:tr w:rsidR="006106BE" w14:paraId="30A60AD7" w14:textId="77777777" w:rsidTr="0072659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1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08D960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100.</w:t>
            </w:r>
          </w:p>
        </w:tc>
        <w:tc>
          <w:tcPr>
            <w:tcW w:w="25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881011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>Liść laurowy op. 300 g</w:t>
            </w:r>
          </w:p>
        </w:tc>
        <w:tc>
          <w:tcPr>
            <w:tcW w:w="58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DD2DFF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</w:t>
            </w:r>
            <w:proofErr w:type="spellStart"/>
            <w:r>
              <w:t>szt</w:t>
            </w:r>
            <w:proofErr w:type="spellEnd"/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3A76F6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       2</w:t>
            </w: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F2A7C9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1BC3EE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38493E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5EA9D1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0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A565AE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3AAB3D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4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C813A2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</w:tr>
      <w:tr w:rsidR="006106BE" w14:paraId="6951A51B" w14:textId="77777777" w:rsidTr="0072659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1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FA9D8A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101.</w:t>
            </w:r>
          </w:p>
        </w:tc>
        <w:tc>
          <w:tcPr>
            <w:tcW w:w="25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7AA341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>Majeranek suszony op. 500 g</w:t>
            </w:r>
          </w:p>
        </w:tc>
        <w:tc>
          <w:tcPr>
            <w:tcW w:w="58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D5D2A6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</w:t>
            </w:r>
            <w:proofErr w:type="spellStart"/>
            <w:r>
              <w:t>szt</w:t>
            </w:r>
            <w:proofErr w:type="spellEnd"/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FF0293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     10</w:t>
            </w: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1273D4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F26F39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A1A411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1FE929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0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407A39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9DBC9E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4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59CE72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</w:tr>
      <w:tr w:rsidR="006106BE" w14:paraId="5BA811B9" w14:textId="77777777" w:rsidTr="0072659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1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37F7C3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102.</w:t>
            </w:r>
          </w:p>
        </w:tc>
        <w:tc>
          <w:tcPr>
            <w:tcW w:w="25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28F6D1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>Majonez Dekoracyjny 700 ml o zawartości w 100 gramach tłuszcz 76,3 g w tym kwasy tłuszczowe nasycone 5,3 g, węglowodany 2,9 w tym cukry 2,3 g,  białko 1,5 g, sól o,60 g</w:t>
            </w:r>
          </w:p>
        </w:tc>
        <w:tc>
          <w:tcPr>
            <w:tcW w:w="58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9176E2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</w:t>
            </w:r>
            <w:proofErr w:type="spellStart"/>
            <w:r>
              <w:t>szt</w:t>
            </w:r>
            <w:proofErr w:type="spellEnd"/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8A9677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   100</w:t>
            </w: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BB2F52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131954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BFA2B9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D29309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0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5F959C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FB7D9B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4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0E6791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</w:tr>
      <w:tr w:rsidR="006106BE" w14:paraId="778B986C" w14:textId="77777777" w:rsidTr="0072659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1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BCBD59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103.</w:t>
            </w:r>
          </w:p>
        </w:tc>
        <w:tc>
          <w:tcPr>
            <w:tcW w:w="25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B8E2B0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>Musztarda stołowa 900 ml w składzie tłuszcz3,4 g, w tym kwasy tłuszczowe nasycone 0,2 g, węglowodany 12,0 g, w tym cukry 9,6 g, białko 5,1 g, sól 1,8 g Typu PEGAZ lub równoważna</w:t>
            </w:r>
          </w:p>
        </w:tc>
        <w:tc>
          <w:tcPr>
            <w:tcW w:w="58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DD4E3C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</w:t>
            </w:r>
            <w:proofErr w:type="spellStart"/>
            <w:r>
              <w:t>szt</w:t>
            </w:r>
            <w:proofErr w:type="spellEnd"/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0F1488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       5  </w:t>
            </w: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93A337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E9278E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9F63BA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C1BB33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0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376B31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182492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4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3FD2ED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</w:tr>
      <w:tr w:rsidR="006106BE" w14:paraId="2338EE01" w14:textId="77777777" w:rsidTr="0072659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1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636EA1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104.</w:t>
            </w:r>
          </w:p>
        </w:tc>
        <w:tc>
          <w:tcPr>
            <w:tcW w:w="25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97F905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>Oregano  op. 200 g</w:t>
            </w:r>
          </w:p>
        </w:tc>
        <w:tc>
          <w:tcPr>
            <w:tcW w:w="58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390930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</w:t>
            </w:r>
            <w:proofErr w:type="spellStart"/>
            <w:r>
              <w:t>szt</w:t>
            </w:r>
            <w:proofErr w:type="spellEnd"/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223E24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       2  </w:t>
            </w: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B6E4C3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72E614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F173EB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F8D25E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0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AB2B60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ABE9CD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4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3534D6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</w:tr>
      <w:tr w:rsidR="006106BE" w14:paraId="3665BD5A" w14:textId="77777777" w:rsidTr="0072659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1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0F644B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105.</w:t>
            </w:r>
          </w:p>
        </w:tc>
        <w:tc>
          <w:tcPr>
            <w:tcW w:w="25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877979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>Papryka ostra  op. 20 g</w:t>
            </w:r>
          </w:p>
        </w:tc>
        <w:tc>
          <w:tcPr>
            <w:tcW w:w="58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4BE3D6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</w:t>
            </w:r>
            <w:proofErr w:type="spellStart"/>
            <w:r>
              <w:t>szt</w:t>
            </w:r>
            <w:proofErr w:type="spellEnd"/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704A27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      50</w:t>
            </w: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D9A9F5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5A1C82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046E7B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0F5AEB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0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1FDB7D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341664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4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4BB4D9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</w:tr>
      <w:tr w:rsidR="006106BE" w14:paraId="01854657" w14:textId="77777777" w:rsidTr="0072659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1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1DFB56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106.</w:t>
            </w:r>
          </w:p>
        </w:tc>
        <w:tc>
          <w:tcPr>
            <w:tcW w:w="25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4003AF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>Papryka słodka op.20 g</w:t>
            </w:r>
          </w:p>
        </w:tc>
        <w:tc>
          <w:tcPr>
            <w:tcW w:w="58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DA2AB6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</w:t>
            </w:r>
            <w:proofErr w:type="spellStart"/>
            <w:r>
              <w:t>szt</w:t>
            </w:r>
            <w:proofErr w:type="spellEnd"/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A575A9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      90</w:t>
            </w: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9FC3D0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27E04C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D4A65E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FF270F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0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8A4C27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986EFA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4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E63B7F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</w:tr>
      <w:tr w:rsidR="006106BE" w14:paraId="7BA0661F" w14:textId="77777777" w:rsidTr="0072659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1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E82ADB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107.</w:t>
            </w:r>
          </w:p>
        </w:tc>
        <w:tc>
          <w:tcPr>
            <w:tcW w:w="25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C0F6B1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>Pieprz czarny mielony op. 20 g</w:t>
            </w:r>
          </w:p>
        </w:tc>
        <w:tc>
          <w:tcPr>
            <w:tcW w:w="58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C4AF4E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</w:t>
            </w:r>
            <w:proofErr w:type="spellStart"/>
            <w:r>
              <w:t>szt</w:t>
            </w:r>
            <w:proofErr w:type="spellEnd"/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86165B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    200</w:t>
            </w: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1484CA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370A28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8D7308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82ACDC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0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2E3B2E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A12397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4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DEFD18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</w:tr>
      <w:tr w:rsidR="006106BE" w14:paraId="1291F21F" w14:textId="77777777" w:rsidTr="0072659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1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7A9C63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108.</w:t>
            </w:r>
          </w:p>
        </w:tc>
        <w:tc>
          <w:tcPr>
            <w:tcW w:w="25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CE55D0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>Pieprz czarny ziarno op. 1 kg</w:t>
            </w:r>
          </w:p>
        </w:tc>
        <w:tc>
          <w:tcPr>
            <w:tcW w:w="58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BEC9DC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</w:t>
            </w:r>
            <w:proofErr w:type="spellStart"/>
            <w:r>
              <w:t>szt</w:t>
            </w:r>
            <w:proofErr w:type="spellEnd"/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52A05D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      50</w:t>
            </w: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DEE668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39D65B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E15234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1B6A03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0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BEB5C1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4F7D96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4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91C07B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</w:tr>
      <w:tr w:rsidR="006106BE" w14:paraId="532F3114" w14:textId="77777777" w:rsidTr="0072659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1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025506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lastRenderedPageBreak/>
              <w:t xml:space="preserve"> 109.</w:t>
            </w:r>
          </w:p>
        </w:tc>
        <w:tc>
          <w:tcPr>
            <w:tcW w:w="25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847EC6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>Pieprz ziołowy op. 900 g</w:t>
            </w:r>
          </w:p>
        </w:tc>
        <w:tc>
          <w:tcPr>
            <w:tcW w:w="58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006997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</w:t>
            </w:r>
            <w:proofErr w:type="spellStart"/>
            <w:r>
              <w:t>szt</w:t>
            </w:r>
            <w:proofErr w:type="spellEnd"/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DFA2C5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        3</w:t>
            </w: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741C09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644F27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3D4263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28CB26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0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063BF6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3706F6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4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12E6DB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</w:tr>
      <w:tr w:rsidR="006106BE" w14:paraId="7AE2CBC7" w14:textId="77777777" w:rsidTr="0072659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1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7ABE15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110.</w:t>
            </w:r>
          </w:p>
        </w:tc>
        <w:tc>
          <w:tcPr>
            <w:tcW w:w="25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DB021A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>Przyprawa do kurczaka złocista op. 20g</w:t>
            </w:r>
          </w:p>
        </w:tc>
        <w:tc>
          <w:tcPr>
            <w:tcW w:w="58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EC4417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</w:t>
            </w:r>
            <w:proofErr w:type="spellStart"/>
            <w:r>
              <w:t>szt</w:t>
            </w:r>
            <w:proofErr w:type="spellEnd"/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FCD304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       30</w:t>
            </w: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37FDD3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11320F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BA624F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5A4A03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0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D642B7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CA0FFD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4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D44EE0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</w:tr>
      <w:tr w:rsidR="006106BE" w14:paraId="1930D9F0" w14:textId="77777777" w:rsidTr="0072659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1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B07A6A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111.</w:t>
            </w:r>
          </w:p>
        </w:tc>
        <w:tc>
          <w:tcPr>
            <w:tcW w:w="25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552EB8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>Przyprawa w płynie z wyciągiem z lubczyku 1 l</w:t>
            </w:r>
          </w:p>
        </w:tc>
        <w:tc>
          <w:tcPr>
            <w:tcW w:w="58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EE0624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</w:t>
            </w:r>
            <w:proofErr w:type="spellStart"/>
            <w:r>
              <w:t>szt</w:t>
            </w:r>
            <w:proofErr w:type="spellEnd"/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6E3685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        5</w:t>
            </w: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2E62EF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9643C3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B280FB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0B01D0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0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51604E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E85EB7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4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8645CE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</w:tr>
      <w:tr w:rsidR="006106BE" w14:paraId="3103E1DA" w14:textId="77777777" w:rsidTr="0072659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1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258776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112.</w:t>
            </w:r>
          </w:p>
        </w:tc>
        <w:tc>
          <w:tcPr>
            <w:tcW w:w="25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CA60FA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>Przyprawa do mięsa drobiowego op.900g</w:t>
            </w:r>
          </w:p>
        </w:tc>
        <w:tc>
          <w:tcPr>
            <w:tcW w:w="58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F74FFC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</w:t>
            </w:r>
            <w:proofErr w:type="spellStart"/>
            <w:r>
              <w:t>szt</w:t>
            </w:r>
            <w:proofErr w:type="spellEnd"/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C43603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        3</w:t>
            </w: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58E528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5C2816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7ADE2A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A9A2A3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0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D11598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361B8C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4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CB8D99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</w:tr>
      <w:tr w:rsidR="006106BE" w14:paraId="2EC8C57C" w14:textId="77777777" w:rsidTr="0072659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1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FC35AB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113.</w:t>
            </w:r>
          </w:p>
        </w:tc>
        <w:tc>
          <w:tcPr>
            <w:tcW w:w="25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A3DA47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>Przyprawa do mięsa wieprzowego op.900g</w:t>
            </w:r>
          </w:p>
        </w:tc>
        <w:tc>
          <w:tcPr>
            <w:tcW w:w="58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F9CB0F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</w:t>
            </w:r>
            <w:proofErr w:type="spellStart"/>
            <w:r>
              <w:t>szt</w:t>
            </w:r>
            <w:proofErr w:type="spellEnd"/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EFBC45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        3</w:t>
            </w: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1650EC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2B4DDE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57194A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71E4FA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0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6A3464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68DDE9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4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15F79A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</w:tr>
      <w:tr w:rsidR="006106BE" w14:paraId="12F93F0D" w14:textId="77777777" w:rsidTr="0072659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1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4CE728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114.</w:t>
            </w:r>
          </w:p>
        </w:tc>
        <w:tc>
          <w:tcPr>
            <w:tcW w:w="25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4CE3D1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>Przyprawa do pierników 20 g</w:t>
            </w:r>
          </w:p>
        </w:tc>
        <w:tc>
          <w:tcPr>
            <w:tcW w:w="58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CC8D2F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</w:t>
            </w:r>
            <w:proofErr w:type="spellStart"/>
            <w:r>
              <w:t>szt</w:t>
            </w:r>
            <w:proofErr w:type="spellEnd"/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51301F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      40</w:t>
            </w: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AFEC68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0D0EC6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FC9639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1BEFCF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0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CBAFA3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1DFF72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4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DD7C5F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</w:tr>
      <w:tr w:rsidR="006106BE" w14:paraId="7851A437" w14:textId="77777777" w:rsidTr="0072659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1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F496FB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115.</w:t>
            </w:r>
          </w:p>
        </w:tc>
        <w:tc>
          <w:tcPr>
            <w:tcW w:w="25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512368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>Sól morska 350 g, jodowana z potasem o obniżonej zawartości sodu w składzie: sól 69,4 g, potas 15714 mg, magnez 56,4 mg, jod 2313 mg</w:t>
            </w:r>
          </w:p>
        </w:tc>
        <w:tc>
          <w:tcPr>
            <w:tcW w:w="58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C808F3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</w:t>
            </w:r>
            <w:proofErr w:type="spellStart"/>
            <w:r>
              <w:t>szt</w:t>
            </w:r>
            <w:proofErr w:type="spellEnd"/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0C26A6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     600</w:t>
            </w: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337603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432469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D8A963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E6FB42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0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41C09B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86EBE7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4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14D58F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</w:tr>
      <w:tr w:rsidR="006106BE" w14:paraId="527DC42C" w14:textId="77777777" w:rsidTr="0072659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1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15C6F1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116.</w:t>
            </w:r>
          </w:p>
        </w:tc>
        <w:tc>
          <w:tcPr>
            <w:tcW w:w="25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7DFA39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Sos pieczeniowy 1,4 kg w składzie: tłuszcz 1,6 g, w tym kwasy tłuszczowe nasycone węglowodany 4,9 g, w </w:t>
            </w:r>
            <w:proofErr w:type="spellStart"/>
            <w:r>
              <w:t>tm</w:t>
            </w:r>
            <w:proofErr w:type="spellEnd"/>
            <w:r>
              <w:t xml:space="preserve"> cukry 1,2 g, błonnik &lt; 0,5 g, białko 1,1 g, sól 1,4 g typu </w:t>
            </w:r>
            <w:proofErr w:type="spellStart"/>
            <w:r>
              <w:t>Knorr</w:t>
            </w:r>
            <w:proofErr w:type="spellEnd"/>
            <w:r>
              <w:t xml:space="preserve"> </w:t>
            </w:r>
            <w:proofErr w:type="spellStart"/>
            <w:r>
              <w:t>professional</w:t>
            </w:r>
            <w:proofErr w:type="spellEnd"/>
            <w:r>
              <w:t xml:space="preserve"> lub równoważny</w:t>
            </w:r>
          </w:p>
        </w:tc>
        <w:tc>
          <w:tcPr>
            <w:tcW w:w="58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F51B1F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</w:t>
            </w:r>
            <w:proofErr w:type="spellStart"/>
            <w:r>
              <w:t>szt</w:t>
            </w:r>
            <w:proofErr w:type="spellEnd"/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1E59DC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       7</w:t>
            </w: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6A58D0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DE0233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0721E4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ABE69F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0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BB1D7A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66C89B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4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2AC2BE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</w:tr>
      <w:tr w:rsidR="006106BE" w14:paraId="1371A1C5" w14:textId="77777777" w:rsidTr="0072659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1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DB9AF6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117.</w:t>
            </w:r>
          </w:p>
        </w:tc>
        <w:tc>
          <w:tcPr>
            <w:tcW w:w="25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D49414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>Przyprawa warzywna do potraw 150 g, w składzie tłuszcz 0,6 g, w tym kwasy tłuszczowe nasycone 0,1 g, węglowodany 30 g, w tym cukry 26 g, błonnik 6,8 g, białko 3,0 g, sól 54,8 g Typu VEGETA NATUR lub równoważny</w:t>
            </w:r>
          </w:p>
        </w:tc>
        <w:tc>
          <w:tcPr>
            <w:tcW w:w="58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418C65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</w:t>
            </w:r>
            <w:proofErr w:type="spellStart"/>
            <w:r>
              <w:t>szt</w:t>
            </w:r>
            <w:proofErr w:type="spellEnd"/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B3E352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    400</w:t>
            </w: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249888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FC67C8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263D59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0C4311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0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75C4CF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0C06AD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4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68EDA5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</w:tr>
      <w:tr w:rsidR="006106BE" w14:paraId="5CD1C3B6" w14:textId="77777777" w:rsidTr="0072659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1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57B958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118.</w:t>
            </w:r>
          </w:p>
        </w:tc>
        <w:tc>
          <w:tcPr>
            <w:tcW w:w="25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6E0FFB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>Przyprawa warzywna do potraw  op.180 g bez dodatku: glutenu, konserwantów, aromatów w składzie: tłuszcz 0,5 g, w tym kwasy tłuszczowe nasycone 0,3 g, węglowodany 27 g, w tym cukry 22 g, błonnik 5,0 g, białko 8,5 g, sól 56,9 g Typu VEGETA ORYGINALNA lub równoważny</w:t>
            </w:r>
          </w:p>
        </w:tc>
        <w:tc>
          <w:tcPr>
            <w:tcW w:w="58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67CDB3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</w:t>
            </w:r>
            <w:proofErr w:type="spellStart"/>
            <w:r>
              <w:t>szt</w:t>
            </w:r>
            <w:proofErr w:type="spellEnd"/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4B2ABD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    10</w:t>
            </w: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B35EE9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4D1112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94C644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86F9AA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0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24DC3A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21855F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4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06615C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</w:tr>
      <w:tr w:rsidR="006106BE" w14:paraId="6BFE6376" w14:textId="77777777" w:rsidTr="0072659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1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4E0D48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119.</w:t>
            </w:r>
          </w:p>
        </w:tc>
        <w:tc>
          <w:tcPr>
            <w:tcW w:w="25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608023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>Ziele angielskie op. 1 kg</w:t>
            </w:r>
          </w:p>
        </w:tc>
        <w:tc>
          <w:tcPr>
            <w:tcW w:w="58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2097A8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</w:t>
            </w:r>
            <w:proofErr w:type="spellStart"/>
            <w:r>
              <w:t>szt</w:t>
            </w:r>
            <w:proofErr w:type="spellEnd"/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66D2CF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       2</w:t>
            </w: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B233AE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756403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8AC412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90BF7B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0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0E9C77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953F58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4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AC0311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</w:tr>
      <w:tr w:rsidR="006106BE" w14:paraId="551C1C36" w14:textId="77777777" w:rsidTr="0072659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1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3AA03A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120.</w:t>
            </w:r>
          </w:p>
        </w:tc>
        <w:tc>
          <w:tcPr>
            <w:tcW w:w="25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219C5F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>Zioła prowansalskie op. 250 g</w:t>
            </w:r>
          </w:p>
        </w:tc>
        <w:tc>
          <w:tcPr>
            <w:tcW w:w="58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78D769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</w:t>
            </w:r>
            <w:proofErr w:type="spellStart"/>
            <w:r>
              <w:t>szt</w:t>
            </w:r>
            <w:proofErr w:type="spellEnd"/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EC8407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       2</w:t>
            </w: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91D2D0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516056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E996DD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4D6B0A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0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100E71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06B42F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4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3B2C38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</w:tr>
      <w:tr w:rsidR="006106BE" w14:paraId="0ACD7C85" w14:textId="77777777" w:rsidTr="0072659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1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73227A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lastRenderedPageBreak/>
              <w:t xml:space="preserve"> 121.</w:t>
            </w:r>
          </w:p>
        </w:tc>
        <w:tc>
          <w:tcPr>
            <w:tcW w:w="25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FE7A84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Goździki </w:t>
            </w:r>
            <w:proofErr w:type="spellStart"/>
            <w:r>
              <w:t>op</w:t>
            </w:r>
            <w:proofErr w:type="spellEnd"/>
            <w:r>
              <w:t xml:space="preserve"> 15 g</w:t>
            </w:r>
          </w:p>
        </w:tc>
        <w:tc>
          <w:tcPr>
            <w:tcW w:w="58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AEC56A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</w:t>
            </w:r>
            <w:proofErr w:type="spellStart"/>
            <w:r>
              <w:t>szt</w:t>
            </w:r>
            <w:proofErr w:type="spellEnd"/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D83478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      10</w:t>
            </w: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61CBF1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D9A90D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374305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12F4DB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0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482777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1EB2A8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4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B8BA3D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</w:tr>
      <w:tr w:rsidR="006106BE" w14:paraId="55F3A9D3" w14:textId="77777777" w:rsidTr="0072659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1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2EC34D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122.</w:t>
            </w:r>
          </w:p>
        </w:tc>
        <w:tc>
          <w:tcPr>
            <w:tcW w:w="25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07114E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>Baton pszenny</w:t>
            </w:r>
          </w:p>
        </w:tc>
        <w:tc>
          <w:tcPr>
            <w:tcW w:w="58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2F96E1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</w:t>
            </w:r>
            <w:proofErr w:type="spellStart"/>
            <w:r>
              <w:t>szt</w:t>
            </w:r>
            <w:proofErr w:type="spellEnd"/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BC22C2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    250</w:t>
            </w: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8E5168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D5D009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9AA729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0BAB14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0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AF20A4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840F83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4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540FED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</w:tr>
      <w:tr w:rsidR="006106BE" w14:paraId="1868FFD7" w14:textId="77777777" w:rsidTr="0072659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1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C6DC5D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123.</w:t>
            </w:r>
          </w:p>
        </w:tc>
        <w:tc>
          <w:tcPr>
            <w:tcW w:w="25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00DE64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>Bułka mleczka</w:t>
            </w:r>
          </w:p>
        </w:tc>
        <w:tc>
          <w:tcPr>
            <w:tcW w:w="58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604685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</w:t>
            </w:r>
            <w:proofErr w:type="spellStart"/>
            <w:r>
              <w:t>szt</w:t>
            </w:r>
            <w:proofErr w:type="spellEnd"/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7E2BE3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  1000</w:t>
            </w: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669FEC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11EF57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177E7A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5BC5B1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0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BC110C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E6F0B9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4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ADAA3E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</w:tr>
      <w:tr w:rsidR="006106BE" w14:paraId="5C18477F" w14:textId="77777777" w:rsidTr="0072659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1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2BA37D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124.</w:t>
            </w:r>
          </w:p>
        </w:tc>
        <w:tc>
          <w:tcPr>
            <w:tcW w:w="25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2BB7B9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>Bułka pszenna zwykła</w:t>
            </w:r>
          </w:p>
        </w:tc>
        <w:tc>
          <w:tcPr>
            <w:tcW w:w="58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33E85B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</w:t>
            </w:r>
            <w:proofErr w:type="spellStart"/>
            <w:r>
              <w:t>szt</w:t>
            </w:r>
            <w:proofErr w:type="spellEnd"/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65D515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    600</w:t>
            </w: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AC614B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1D4BD9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F36FE3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18502C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0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C899CC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C12404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4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8F7F6D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</w:tr>
      <w:tr w:rsidR="006106BE" w14:paraId="75D832DF" w14:textId="77777777" w:rsidTr="0072659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1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7BB73E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125.</w:t>
            </w:r>
          </w:p>
        </w:tc>
        <w:tc>
          <w:tcPr>
            <w:tcW w:w="25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3192C6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>Bułka tarta op.500g</w:t>
            </w:r>
          </w:p>
        </w:tc>
        <w:tc>
          <w:tcPr>
            <w:tcW w:w="58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D89A2E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</w:t>
            </w:r>
            <w:proofErr w:type="spellStart"/>
            <w:r>
              <w:t>szt</w:t>
            </w:r>
            <w:proofErr w:type="spellEnd"/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9FD843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    250</w:t>
            </w: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385E6E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8B5E81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B54BB6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265E95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0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074F52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7AEAC9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4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8DED60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</w:tr>
      <w:tr w:rsidR="006106BE" w14:paraId="3CFB4E9F" w14:textId="77777777" w:rsidTr="0072659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1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247B4B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126.</w:t>
            </w:r>
          </w:p>
        </w:tc>
        <w:tc>
          <w:tcPr>
            <w:tcW w:w="25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9A9D79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>Chleb graham</w:t>
            </w:r>
          </w:p>
        </w:tc>
        <w:tc>
          <w:tcPr>
            <w:tcW w:w="58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9811C2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</w:t>
            </w:r>
            <w:proofErr w:type="spellStart"/>
            <w:r>
              <w:t>szt</w:t>
            </w:r>
            <w:proofErr w:type="spellEnd"/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EE3868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     25</w:t>
            </w: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F6F46E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0BE32D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16E633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8A1CDA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0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81A75E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FEA8A0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4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97D60B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</w:tr>
      <w:tr w:rsidR="006106BE" w14:paraId="627EF47B" w14:textId="77777777" w:rsidTr="0072659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1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03EF73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127.</w:t>
            </w:r>
          </w:p>
        </w:tc>
        <w:tc>
          <w:tcPr>
            <w:tcW w:w="25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05BF69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>Chleb orkiszowy</w:t>
            </w:r>
          </w:p>
        </w:tc>
        <w:tc>
          <w:tcPr>
            <w:tcW w:w="58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8CCE33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</w:t>
            </w:r>
            <w:proofErr w:type="spellStart"/>
            <w:r>
              <w:t>szt</w:t>
            </w:r>
            <w:proofErr w:type="spellEnd"/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CF5712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     25</w:t>
            </w: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4BFE2C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628D0B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C9AC29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DE954B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0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125229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E6C8BB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4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AFA5F7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</w:tr>
      <w:tr w:rsidR="006106BE" w14:paraId="2B658C75" w14:textId="77777777" w:rsidTr="0072659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1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760759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128.</w:t>
            </w:r>
          </w:p>
        </w:tc>
        <w:tc>
          <w:tcPr>
            <w:tcW w:w="25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04B40E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>Chleb pszenno-żytni</w:t>
            </w:r>
          </w:p>
        </w:tc>
        <w:tc>
          <w:tcPr>
            <w:tcW w:w="58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7C44F1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</w:t>
            </w:r>
            <w:proofErr w:type="spellStart"/>
            <w:r>
              <w:t>szt</w:t>
            </w:r>
            <w:proofErr w:type="spellEnd"/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6DB2CE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  1500</w:t>
            </w: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718032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4FE5A5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299880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CC2AC3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0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914086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652BAC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4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493AE8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</w:tr>
      <w:tr w:rsidR="006106BE" w14:paraId="2DFB8A2B" w14:textId="77777777" w:rsidTr="0072659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1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CA247E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129.</w:t>
            </w:r>
          </w:p>
        </w:tc>
        <w:tc>
          <w:tcPr>
            <w:tcW w:w="25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E6EB42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>Chleb wiejski</w:t>
            </w:r>
          </w:p>
        </w:tc>
        <w:tc>
          <w:tcPr>
            <w:tcW w:w="58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DC3BFD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</w:t>
            </w:r>
            <w:proofErr w:type="spellStart"/>
            <w:r>
              <w:t>szt</w:t>
            </w:r>
            <w:proofErr w:type="spellEnd"/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F619DF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      30</w:t>
            </w: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4B6C5C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88D1ED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EA3609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27AEF1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0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6F2BD0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F0C9B7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4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7754C2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</w:tr>
      <w:tr w:rsidR="006106BE" w14:paraId="796F24D9" w14:textId="77777777" w:rsidTr="0072659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1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F0587B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130.</w:t>
            </w:r>
          </w:p>
        </w:tc>
        <w:tc>
          <w:tcPr>
            <w:tcW w:w="25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7F3DC1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>Chleb pełen ziaren</w:t>
            </w:r>
          </w:p>
        </w:tc>
        <w:tc>
          <w:tcPr>
            <w:tcW w:w="58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70CB22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</w:t>
            </w:r>
            <w:proofErr w:type="spellStart"/>
            <w:r>
              <w:t>szt</w:t>
            </w:r>
            <w:proofErr w:type="spellEnd"/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2DD622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    400</w:t>
            </w: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7C96B8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AEC572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D96D86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4B6F9E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0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05D43E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AC3DAE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4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C714A1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</w:tr>
      <w:tr w:rsidR="006106BE" w14:paraId="32D30E05" w14:textId="77777777" w:rsidTr="0072659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1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E59A29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131.</w:t>
            </w:r>
          </w:p>
        </w:tc>
        <w:tc>
          <w:tcPr>
            <w:tcW w:w="25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57DE26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Ciastka owsiane ze słonecznikiem </w:t>
            </w:r>
            <w:proofErr w:type="spellStart"/>
            <w:r>
              <w:t>op</w:t>
            </w:r>
            <w:proofErr w:type="spellEnd"/>
            <w:r>
              <w:t xml:space="preserve"> 1 kg</w:t>
            </w:r>
          </w:p>
        </w:tc>
        <w:tc>
          <w:tcPr>
            <w:tcW w:w="58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24E0C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</w:t>
            </w:r>
            <w:proofErr w:type="spellStart"/>
            <w:r>
              <w:t>szt</w:t>
            </w:r>
            <w:proofErr w:type="spellEnd"/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A8C7BF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      25</w:t>
            </w: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03DCBB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37AC74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DFB2A9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D5D30A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0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0DF1B6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FEAD1B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4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43C46B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</w:tr>
      <w:tr w:rsidR="006106BE" w14:paraId="63A48C8D" w14:textId="77777777" w:rsidTr="0072659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1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CDA4CA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132.</w:t>
            </w:r>
          </w:p>
        </w:tc>
        <w:tc>
          <w:tcPr>
            <w:tcW w:w="25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37C475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>Ciastka maślane op. 2,5 kg</w:t>
            </w:r>
          </w:p>
        </w:tc>
        <w:tc>
          <w:tcPr>
            <w:tcW w:w="58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7885A1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</w:t>
            </w:r>
            <w:proofErr w:type="spellStart"/>
            <w:r>
              <w:t>szt</w:t>
            </w:r>
            <w:proofErr w:type="spellEnd"/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AB7C7B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      12</w:t>
            </w: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D3526D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0DEDF9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6F4326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6FCC8A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0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06ABC4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F84BAE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4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7C2503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</w:tr>
      <w:tr w:rsidR="006106BE" w14:paraId="6CC9D25D" w14:textId="77777777" w:rsidTr="0072659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1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B0DA5C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133.</w:t>
            </w:r>
          </w:p>
        </w:tc>
        <w:tc>
          <w:tcPr>
            <w:tcW w:w="25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B5CCCC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>Ciastka zbożowe z owocami bez dodatku cukru w składzie: tłuszcz 14 g, w tym kwasy tłuszczowe nasycone 1,7 g, węglowodany 71 g, w tym cukry 6,7 g, błonnik 3,8 g, sól 0,71 g Typu SANTE lub równoważne</w:t>
            </w:r>
          </w:p>
        </w:tc>
        <w:tc>
          <w:tcPr>
            <w:tcW w:w="58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7E6BA0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</w:t>
            </w:r>
            <w:proofErr w:type="spellStart"/>
            <w:r>
              <w:t>szt</w:t>
            </w:r>
            <w:proofErr w:type="spellEnd"/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F3B7D6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    200</w:t>
            </w: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E056FF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764EB3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B60F9B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817A56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0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3F0497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9FFC69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4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A2FCD2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</w:tr>
      <w:tr w:rsidR="006106BE" w14:paraId="78C09871" w14:textId="77777777" w:rsidTr="0072659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1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981DF8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134.</w:t>
            </w:r>
          </w:p>
        </w:tc>
        <w:tc>
          <w:tcPr>
            <w:tcW w:w="25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C26107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>Wafelki kakaowe 1 kg przekładane kremem kakaowym 70% w składzie: kakao o obniżonej zawartości tłuszczu 5,5%, tłuszcz 34 g, w tym kwasy tłuszczowe nasycone 21 g, węglowodany 55 g, w tym cukry 26 g, białko 5,4 g, sól Typu WAFLE CHRUPS KAKAOWE lub równoważne</w:t>
            </w:r>
          </w:p>
        </w:tc>
        <w:tc>
          <w:tcPr>
            <w:tcW w:w="58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110A48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 </w:t>
            </w:r>
            <w:proofErr w:type="spellStart"/>
            <w:r>
              <w:t>szt</w:t>
            </w:r>
            <w:proofErr w:type="spellEnd"/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C44398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      25</w:t>
            </w: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621D72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1088BE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5A8AD6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8CF4DB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0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9A497A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01B7F2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4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FA84AB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</w:tr>
      <w:tr w:rsidR="006106BE" w14:paraId="27B604A7" w14:textId="77777777" w:rsidTr="0072659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1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A51EDD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135.</w:t>
            </w:r>
          </w:p>
        </w:tc>
        <w:tc>
          <w:tcPr>
            <w:tcW w:w="25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9DC8D8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Ciastka zwierzaczki z czekoladą 510 g, w </w:t>
            </w:r>
            <w:proofErr w:type="spellStart"/>
            <w:r>
              <w:t>składzie:polewa</w:t>
            </w:r>
            <w:proofErr w:type="spellEnd"/>
            <w:r>
              <w:t xml:space="preserve"> czekoladowa 36%kakao o obniżonej zawartości tłuszczu 15,5%Tłuszcz21 g, w tym kwasy tłuszczowe nasycone16 g, węglowodany 66 g, w tym cukry 31 g, białko 6,6 g, sól 0,37 g Typu dr. Gerard lub równoważny</w:t>
            </w:r>
          </w:p>
        </w:tc>
        <w:tc>
          <w:tcPr>
            <w:tcW w:w="58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2EE806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</w:t>
            </w:r>
            <w:proofErr w:type="spellStart"/>
            <w:r>
              <w:t>szt</w:t>
            </w:r>
            <w:proofErr w:type="spellEnd"/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881B0E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     25</w:t>
            </w: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8298A4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269A08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EFDF34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528D81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0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0B6FDF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CF9EF8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4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126B95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</w:tr>
      <w:tr w:rsidR="006106BE" w14:paraId="53E024B0" w14:textId="77777777" w:rsidTr="0072659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1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DD4620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136.</w:t>
            </w:r>
          </w:p>
        </w:tc>
        <w:tc>
          <w:tcPr>
            <w:tcW w:w="25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D7E9BB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>Ciastka maślane kruche op. 1kg</w:t>
            </w:r>
          </w:p>
        </w:tc>
        <w:tc>
          <w:tcPr>
            <w:tcW w:w="58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2E75F0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 </w:t>
            </w:r>
            <w:proofErr w:type="spellStart"/>
            <w:r>
              <w:t>szt</w:t>
            </w:r>
            <w:proofErr w:type="spellEnd"/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6F4B35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    20</w:t>
            </w: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A513FC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FC7B51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13CB48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6A88E8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0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1320F2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E3B6B5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4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E532F1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</w:tr>
      <w:tr w:rsidR="006106BE" w14:paraId="3D8D3DB2" w14:textId="77777777" w:rsidTr="0072659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1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EC454F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137.</w:t>
            </w:r>
          </w:p>
        </w:tc>
        <w:tc>
          <w:tcPr>
            <w:tcW w:w="25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2BCB93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>Ciastka herbatniki op.1 kg</w:t>
            </w:r>
          </w:p>
        </w:tc>
        <w:tc>
          <w:tcPr>
            <w:tcW w:w="58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2DCB79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 </w:t>
            </w:r>
            <w:proofErr w:type="spellStart"/>
            <w:r>
              <w:t>szt</w:t>
            </w:r>
            <w:proofErr w:type="spellEnd"/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E3D193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    30</w:t>
            </w: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EBCE78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5C91CF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527F3B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E7A36C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0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75276D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764C21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4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53450F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</w:tr>
      <w:tr w:rsidR="006106BE" w14:paraId="2566756F" w14:textId="77777777" w:rsidTr="0072659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1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84A90F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lastRenderedPageBreak/>
              <w:t xml:space="preserve"> 138.</w:t>
            </w:r>
          </w:p>
        </w:tc>
        <w:tc>
          <w:tcPr>
            <w:tcW w:w="25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5684A8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>Ciastka biszkopty bez cukru  op. 100 g w składzie: tłuszcz 4,5 g, w tym kwasy tłuszczowe nasycone 1,9 g, węglowodany 72 g, w tym cukry 1,9 g, białko 11 g, sól 0,12 g</w:t>
            </w:r>
          </w:p>
        </w:tc>
        <w:tc>
          <w:tcPr>
            <w:tcW w:w="58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2C038F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 </w:t>
            </w:r>
            <w:proofErr w:type="spellStart"/>
            <w:r>
              <w:t>szt</w:t>
            </w:r>
            <w:proofErr w:type="spellEnd"/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917FC2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    35</w:t>
            </w: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DF043A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B1FB3D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0028A7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24722D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0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3CE438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0BF0D8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4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23404C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</w:tr>
      <w:tr w:rsidR="006106BE" w14:paraId="5EBED045" w14:textId="77777777" w:rsidTr="0072659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1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B3E449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139.</w:t>
            </w:r>
          </w:p>
        </w:tc>
        <w:tc>
          <w:tcPr>
            <w:tcW w:w="25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49B0DE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>Rogal mleczny</w:t>
            </w:r>
          </w:p>
        </w:tc>
        <w:tc>
          <w:tcPr>
            <w:tcW w:w="58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130127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 </w:t>
            </w:r>
            <w:proofErr w:type="spellStart"/>
            <w:r>
              <w:t>szt</w:t>
            </w:r>
            <w:proofErr w:type="spellEnd"/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1FFA1A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    800</w:t>
            </w: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CA957A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D567F2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01AE37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856532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0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881A9D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71BEA5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4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AB8FF6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</w:tr>
      <w:tr w:rsidR="006106BE" w14:paraId="5C75B2A4" w14:textId="77777777" w:rsidTr="0072659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1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48C33A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140.</w:t>
            </w:r>
          </w:p>
        </w:tc>
        <w:tc>
          <w:tcPr>
            <w:tcW w:w="25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7671F1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>Ryba łosoś świeża kl. I</w:t>
            </w:r>
          </w:p>
        </w:tc>
        <w:tc>
          <w:tcPr>
            <w:tcW w:w="58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FE1DA3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 kg</w:t>
            </w:r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C3F66B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       7</w:t>
            </w: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D1389E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75E5C2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FC0D94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A1D941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0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18816F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2A4B9A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4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A32957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</w:tr>
      <w:tr w:rsidR="006106BE" w14:paraId="7DA3C690" w14:textId="77777777" w:rsidTr="0072659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1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5314B9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141.</w:t>
            </w:r>
          </w:p>
        </w:tc>
        <w:tc>
          <w:tcPr>
            <w:tcW w:w="25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4EBA33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Ryba filet </w:t>
            </w:r>
            <w:proofErr w:type="spellStart"/>
            <w:r>
              <w:t>miruna</w:t>
            </w:r>
            <w:proofErr w:type="spellEnd"/>
            <w:r>
              <w:t xml:space="preserve"> bez skóry mrożony</w:t>
            </w:r>
          </w:p>
        </w:tc>
        <w:tc>
          <w:tcPr>
            <w:tcW w:w="58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4A0AD2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 kg</w:t>
            </w:r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8E0163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    220</w:t>
            </w: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D830C5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D3CE81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A61C01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8D36FE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0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838603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B915D3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4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873FB5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</w:tr>
      <w:tr w:rsidR="006106BE" w14:paraId="20A7D1A7" w14:textId="77777777" w:rsidTr="0072659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1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056AEA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142.</w:t>
            </w:r>
          </w:p>
        </w:tc>
        <w:tc>
          <w:tcPr>
            <w:tcW w:w="25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E35C5C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>Ryba w pomidorach w puszce w składzie: tłuszcz 13 g, w tym kwasy tłuszczowe nasycone 2,3 g, węglowodany 6,3 g, w tym cukry 5,2 g, białko 11 g, sól 0,88 g</w:t>
            </w:r>
          </w:p>
        </w:tc>
        <w:tc>
          <w:tcPr>
            <w:tcW w:w="58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5B2EF4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</w:t>
            </w:r>
            <w:proofErr w:type="spellStart"/>
            <w:r>
              <w:t>szt</w:t>
            </w:r>
            <w:proofErr w:type="spellEnd"/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25384F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     70</w:t>
            </w: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EDF74E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35458C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BA0060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AD27BC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0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DA2E5C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31822C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4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5BAA79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</w:tr>
      <w:tr w:rsidR="006106BE" w14:paraId="1FB05874" w14:textId="77777777" w:rsidTr="0072659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1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22CA82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143.</w:t>
            </w:r>
          </w:p>
        </w:tc>
        <w:tc>
          <w:tcPr>
            <w:tcW w:w="25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BFCB13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>Tuńczyk w sosie własnym 130 g</w:t>
            </w:r>
          </w:p>
        </w:tc>
        <w:tc>
          <w:tcPr>
            <w:tcW w:w="58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DE5651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</w:t>
            </w:r>
            <w:proofErr w:type="spellStart"/>
            <w:r>
              <w:t>szt</w:t>
            </w:r>
            <w:proofErr w:type="spellEnd"/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A24707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     20</w:t>
            </w: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8BBD13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E13A19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7EB3C4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C32225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0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01CB45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DFEA24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4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2612EA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</w:tr>
      <w:tr w:rsidR="006106BE" w14:paraId="5D3BC04D" w14:textId="77777777" w:rsidTr="0072659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1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3E0B85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144.</w:t>
            </w:r>
          </w:p>
        </w:tc>
        <w:tc>
          <w:tcPr>
            <w:tcW w:w="25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4CBBB1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>Herbata czarna 100 torebek w składzie: tłuszcz &lt;0,5 g, w tym kwasy nasycone &lt; 0,1 g, węglowodany &lt; 0,5 g, w tym cukry &lt;0,5 g, białko &lt; 0,5 g, sól &lt;0,01 g Typu LIPTON lub równoważny</w:t>
            </w:r>
          </w:p>
        </w:tc>
        <w:tc>
          <w:tcPr>
            <w:tcW w:w="58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C94EFD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</w:t>
            </w:r>
            <w:proofErr w:type="spellStart"/>
            <w:r>
              <w:t>szt</w:t>
            </w:r>
            <w:proofErr w:type="spellEnd"/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E82A03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     35</w:t>
            </w: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A0705C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0346E7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C3B859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842386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0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538274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C06D83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4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361E78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</w:tr>
      <w:tr w:rsidR="006106BE" w14:paraId="27F300C8" w14:textId="77777777" w:rsidTr="0072659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1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4D3A97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145.</w:t>
            </w:r>
          </w:p>
        </w:tc>
        <w:tc>
          <w:tcPr>
            <w:tcW w:w="25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CD8CEC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>Herbata koperkowa op. 20 torebek</w:t>
            </w:r>
          </w:p>
        </w:tc>
        <w:tc>
          <w:tcPr>
            <w:tcW w:w="58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A3F9F2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</w:t>
            </w:r>
            <w:proofErr w:type="spellStart"/>
            <w:r>
              <w:t>szt</w:t>
            </w:r>
            <w:proofErr w:type="spellEnd"/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B8AC4F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    40</w:t>
            </w: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B6FBB0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E25020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28CD82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60F062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0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F2B8B1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A43704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4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DF70B1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</w:tr>
      <w:tr w:rsidR="006106BE" w14:paraId="5CA32DBC" w14:textId="77777777" w:rsidTr="0072659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1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71C143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146.</w:t>
            </w:r>
          </w:p>
        </w:tc>
        <w:tc>
          <w:tcPr>
            <w:tcW w:w="25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10018E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>Herbata lipowa  op.20 torebek</w:t>
            </w:r>
          </w:p>
        </w:tc>
        <w:tc>
          <w:tcPr>
            <w:tcW w:w="58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1872BC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</w:t>
            </w:r>
            <w:proofErr w:type="spellStart"/>
            <w:r>
              <w:t>szt</w:t>
            </w:r>
            <w:proofErr w:type="spellEnd"/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F68172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    20</w:t>
            </w: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D0C282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C2FC1A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4E231F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A64683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0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EBD8CC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E8CF57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4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673683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</w:tr>
      <w:tr w:rsidR="006106BE" w14:paraId="6B836450" w14:textId="77777777" w:rsidTr="0072659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1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1E5F95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147.</w:t>
            </w:r>
          </w:p>
        </w:tc>
        <w:tc>
          <w:tcPr>
            <w:tcW w:w="25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45D29C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>Herbata miętowa  op.20 torebek</w:t>
            </w:r>
          </w:p>
        </w:tc>
        <w:tc>
          <w:tcPr>
            <w:tcW w:w="58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AD91B3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</w:t>
            </w:r>
            <w:proofErr w:type="spellStart"/>
            <w:r>
              <w:t>szt</w:t>
            </w:r>
            <w:proofErr w:type="spellEnd"/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BB5081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    40</w:t>
            </w: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0C1B7C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874DD8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C24398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A7D5D1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0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C28439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575B9E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4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629F3B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</w:tr>
      <w:tr w:rsidR="006106BE" w14:paraId="666D4C9C" w14:textId="77777777" w:rsidTr="0072659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1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AC2EA6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148.</w:t>
            </w:r>
          </w:p>
        </w:tc>
        <w:tc>
          <w:tcPr>
            <w:tcW w:w="25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866B33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>Herbata owocowa op. 20 torebek</w:t>
            </w:r>
          </w:p>
        </w:tc>
        <w:tc>
          <w:tcPr>
            <w:tcW w:w="58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CB55A7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</w:t>
            </w:r>
            <w:proofErr w:type="spellStart"/>
            <w:r>
              <w:t>szt</w:t>
            </w:r>
            <w:proofErr w:type="spellEnd"/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A19E23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    20</w:t>
            </w: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3CA6F2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DD50A1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6B0B9A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A8FEFE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0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4B2D6A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1A1EDE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4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1ED8BB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</w:tr>
      <w:tr w:rsidR="006106BE" w14:paraId="39596CF6" w14:textId="77777777" w:rsidTr="0072659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1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20E2E1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149.</w:t>
            </w:r>
          </w:p>
        </w:tc>
        <w:tc>
          <w:tcPr>
            <w:tcW w:w="25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AC7BED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>Herbata owocowa zimowa 20 torebek</w:t>
            </w:r>
          </w:p>
        </w:tc>
        <w:tc>
          <w:tcPr>
            <w:tcW w:w="58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1AF0B1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</w:t>
            </w:r>
            <w:proofErr w:type="spellStart"/>
            <w:r>
              <w:t>szt</w:t>
            </w:r>
            <w:proofErr w:type="spellEnd"/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90759E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    20</w:t>
            </w: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FCF488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3DDFD9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C14487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6EA776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0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1B5175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10BC2A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4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0F55BF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</w:tr>
      <w:tr w:rsidR="006106BE" w14:paraId="0A87DC54" w14:textId="77777777" w:rsidTr="0072659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1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B5E007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150.</w:t>
            </w:r>
          </w:p>
        </w:tc>
        <w:tc>
          <w:tcPr>
            <w:tcW w:w="25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602B08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>Herbata pokrzywowa 20 torebek</w:t>
            </w:r>
          </w:p>
        </w:tc>
        <w:tc>
          <w:tcPr>
            <w:tcW w:w="58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5FBE7A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</w:t>
            </w:r>
            <w:proofErr w:type="spellStart"/>
            <w:r>
              <w:t>szt</w:t>
            </w:r>
            <w:proofErr w:type="spellEnd"/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1B2FCE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    20</w:t>
            </w: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05B160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728AE9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480115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5E66F6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0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A0A729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39A7CA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4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E6A654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</w:tr>
      <w:tr w:rsidR="006106BE" w14:paraId="5088E76B" w14:textId="77777777" w:rsidTr="0072659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1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1C4714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151.</w:t>
            </w:r>
          </w:p>
        </w:tc>
        <w:tc>
          <w:tcPr>
            <w:tcW w:w="25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DF8575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>Herbata rumiankowa 20 torebek</w:t>
            </w:r>
          </w:p>
        </w:tc>
        <w:tc>
          <w:tcPr>
            <w:tcW w:w="58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0FC660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</w:t>
            </w:r>
            <w:proofErr w:type="spellStart"/>
            <w:r>
              <w:t>szt</w:t>
            </w:r>
            <w:proofErr w:type="spellEnd"/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3A27DE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   20</w:t>
            </w: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184510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1E79B6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30218C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83B707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0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113FBC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C71857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4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FDA3FC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</w:tr>
      <w:tr w:rsidR="006106BE" w14:paraId="1EB68D49" w14:textId="77777777" w:rsidTr="0072659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1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22CACA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152.</w:t>
            </w:r>
          </w:p>
        </w:tc>
        <w:tc>
          <w:tcPr>
            <w:tcW w:w="25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CA75D5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Kakao o obniżonej zawartości tłuszczu  9 zawartość tłuszczu kakaowego 10-12%) o składzie: tłuszcz 11 g, W tym kwasy tłuszczowe nasycone 6,4 g, węglowodany 13 g, cukry 0,5 g, białko 24 g, sól  </w:t>
            </w:r>
            <w:r>
              <w:lastRenderedPageBreak/>
              <w:t>0,06 g</w:t>
            </w:r>
          </w:p>
        </w:tc>
        <w:tc>
          <w:tcPr>
            <w:tcW w:w="58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174D09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lastRenderedPageBreak/>
              <w:t xml:space="preserve">  </w:t>
            </w:r>
            <w:proofErr w:type="spellStart"/>
            <w:r>
              <w:t>szt</w:t>
            </w:r>
            <w:proofErr w:type="spellEnd"/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F33840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   55</w:t>
            </w: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C1AAE5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C5DD26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C1B8FF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E2DF57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0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9EB1C5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16B001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4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6ADD40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</w:tr>
      <w:tr w:rsidR="006106BE" w14:paraId="58688FD4" w14:textId="77777777" w:rsidTr="0072659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1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56E35D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153.</w:t>
            </w:r>
          </w:p>
        </w:tc>
        <w:tc>
          <w:tcPr>
            <w:tcW w:w="25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5D54D2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>Kawa zbożowa klasyczna 150g, w składzie tłuszcz 0,2 g, w tym kwasy tłuszczowe nasycone 0,1g, węglowodany 79 g, w tym cukry 12 g, błonnik 13 g, białko 4,8 g, sól 0,19 g Typu INKA lub równoważny</w:t>
            </w:r>
          </w:p>
        </w:tc>
        <w:tc>
          <w:tcPr>
            <w:tcW w:w="58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8BB8FA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</w:t>
            </w:r>
            <w:proofErr w:type="spellStart"/>
            <w:r>
              <w:t>szt</w:t>
            </w:r>
            <w:proofErr w:type="spellEnd"/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4453F8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   60</w:t>
            </w: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562265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72333D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248DFF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681326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0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B39CC2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91788D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4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CA63EE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</w:tr>
      <w:tr w:rsidR="006106BE" w14:paraId="173DD1BF" w14:textId="77777777" w:rsidTr="0072659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1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62A749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154.</w:t>
            </w:r>
          </w:p>
        </w:tc>
        <w:tc>
          <w:tcPr>
            <w:tcW w:w="25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B86B3E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>Sok jabłko z polskich sadów 1 l w składzie: tłuszcz 0,0 g, w tym kwasy tłuszczowe nasycone  ,0 g, węglowodany 10,6 g, w tym cukry 10,1 g, białko 0,1 g, sól 0,0 g Witamina C 6 mg Typu HORTEX lub równoważny</w:t>
            </w:r>
          </w:p>
        </w:tc>
        <w:tc>
          <w:tcPr>
            <w:tcW w:w="58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F70D8D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</w:t>
            </w:r>
            <w:proofErr w:type="spellStart"/>
            <w:r>
              <w:t>szt</w:t>
            </w:r>
            <w:proofErr w:type="spellEnd"/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CFC6DF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   50</w:t>
            </w: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0D1B06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D28FFF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EAE2CF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0BE961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0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050155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110494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4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E96E6A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</w:tr>
      <w:tr w:rsidR="006106BE" w14:paraId="43A553EC" w14:textId="77777777" w:rsidTr="0072659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1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A43BF8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155.</w:t>
            </w:r>
          </w:p>
        </w:tc>
        <w:tc>
          <w:tcPr>
            <w:tcW w:w="25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9D59AE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>Sok pomarańcza 1 l w składzie: tłuszcz 0,0 g, w tym kwasy tłuszczowe nasycone 0,0 %, węglowodany 10,1 g, w tym cukry 10,0 g, białko 0,4 g, sól 0,0 g, Witamina C 16 mg, Potas 200 mg Typu HORTEX lub równoważny</w:t>
            </w:r>
          </w:p>
        </w:tc>
        <w:tc>
          <w:tcPr>
            <w:tcW w:w="58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865814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</w:t>
            </w:r>
            <w:proofErr w:type="spellStart"/>
            <w:r>
              <w:t>szt</w:t>
            </w:r>
            <w:proofErr w:type="spellEnd"/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EDD873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   50</w:t>
            </w: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957DE3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0B133B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ED86E3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5CA51A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0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36D35B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56F5AB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4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1B7004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</w:tr>
      <w:tr w:rsidR="006106BE" w14:paraId="31AE4430" w14:textId="77777777" w:rsidTr="0072659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1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9151FC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156.</w:t>
            </w:r>
          </w:p>
        </w:tc>
        <w:tc>
          <w:tcPr>
            <w:tcW w:w="25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0314CD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>Sok czarna porzeczka 1 i w składzie: tłuszcz 0,0 g, w tym kwasy tłuszczowe nasycone 0,0 g, węglowodany 6,0 g, w tym cukry 4,8 g, białko 0,0 g, sól 0,0 g, Witamina C 12 mg Typu HORTEX lub równoważny</w:t>
            </w:r>
          </w:p>
        </w:tc>
        <w:tc>
          <w:tcPr>
            <w:tcW w:w="58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41D7AA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</w:t>
            </w:r>
            <w:proofErr w:type="spellStart"/>
            <w:r>
              <w:t>szt</w:t>
            </w:r>
            <w:proofErr w:type="spellEnd"/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FB4A68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    50</w:t>
            </w: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6253B8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328ED1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9D9AA7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42D161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0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6778D6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939AA9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4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A114F9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</w:tr>
      <w:tr w:rsidR="006106BE" w14:paraId="3D2396B5" w14:textId="77777777" w:rsidTr="0072659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1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7AB3F7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157.</w:t>
            </w:r>
          </w:p>
        </w:tc>
        <w:tc>
          <w:tcPr>
            <w:tcW w:w="25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56CBFE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>Syrop czarna porzeczka 420 mi w składzie: Witamina: C 24 mg, D 2,5 mg, B6 0,84 mg, Cynk 6 mg, Typu Herbapol lub równoważny</w:t>
            </w:r>
          </w:p>
        </w:tc>
        <w:tc>
          <w:tcPr>
            <w:tcW w:w="58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DCB121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</w:t>
            </w:r>
            <w:proofErr w:type="spellStart"/>
            <w:r>
              <w:t>szt</w:t>
            </w:r>
            <w:proofErr w:type="spellEnd"/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84215E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    50</w:t>
            </w: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00FFF2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67B6DC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DF0EDB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49C7D7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0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846C9B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47468F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4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6AA408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</w:tr>
      <w:tr w:rsidR="006106BE" w14:paraId="0CF68271" w14:textId="77777777" w:rsidTr="0072659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1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596264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158.</w:t>
            </w:r>
          </w:p>
        </w:tc>
        <w:tc>
          <w:tcPr>
            <w:tcW w:w="25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20587E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Syrop cytryna 400 ml bez syropu </w:t>
            </w:r>
            <w:proofErr w:type="spellStart"/>
            <w:r>
              <w:t>glokozowo-fruktozowego</w:t>
            </w:r>
            <w:proofErr w:type="spellEnd"/>
            <w:r>
              <w:t xml:space="preserve"> z Wit C i D w </w:t>
            </w:r>
            <w:proofErr w:type="spellStart"/>
            <w:r>
              <w:t>składzie:sok</w:t>
            </w:r>
            <w:proofErr w:type="spellEnd"/>
            <w:r>
              <w:t xml:space="preserve"> cytrynowy z zagęszczonego soku cytrynowego 1% z Wit C 40 mg i D 0,7 mg Typu </w:t>
            </w:r>
            <w:r>
              <w:lastRenderedPageBreak/>
              <w:t>ŁOWICZ lub równoważny</w:t>
            </w:r>
          </w:p>
        </w:tc>
        <w:tc>
          <w:tcPr>
            <w:tcW w:w="58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EF9C2A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lastRenderedPageBreak/>
              <w:t xml:space="preserve">  </w:t>
            </w:r>
            <w:proofErr w:type="spellStart"/>
            <w:r>
              <w:t>szt</w:t>
            </w:r>
            <w:proofErr w:type="spellEnd"/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46A830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   120</w:t>
            </w: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AF045D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475633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C2CA75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DD9B82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0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A39C1F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A93F8F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4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F812D1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</w:tr>
      <w:tr w:rsidR="006106BE" w14:paraId="20C69C93" w14:textId="77777777" w:rsidTr="0072659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1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F6EA76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159.</w:t>
            </w:r>
          </w:p>
        </w:tc>
        <w:tc>
          <w:tcPr>
            <w:tcW w:w="25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8DA0AA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Syrop malinowy 400 ml z dodatkiem Wit C i D bez syropu glukozowo – </w:t>
            </w:r>
            <w:proofErr w:type="spellStart"/>
            <w:r>
              <w:t>fruktozowego</w:t>
            </w:r>
            <w:proofErr w:type="spellEnd"/>
            <w:r>
              <w:t xml:space="preserve"> sok malinowy z zagęszczonego soku malinowego 1%, Wit C 40 mg Typu ŁOWICZ lub równoważny</w:t>
            </w:r>
          </w:p>
        </w:tc>
        <w:tc>
          <w:tcPr>
            <w:tcW w:w="58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594D8A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</w:t>
            </w:r>
            <w:proofErr w:type="spellStart"/>
            <w:r>
              <w:t>szt</w:t>
            </w:r>
            <w:proofErr w:type="spellEnd"/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0047F4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 120</w:t>
            </w: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D5248D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E7F596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C55674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928D9D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0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4F820C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3CE12B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4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973486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</w:tr>
      <w:tr w:rsidR="006106BE" w14:paraId="563199FA" w14:textId="77777777" w:rsidTr="0072659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1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71671A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160.</w:t>
            </w:r>
          </w:p>
        </w:tc>
        <w:tc>
          <w:tcPr>
            <w:tcW w:w="25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8D4286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>Syrop pomarańcza 400 ml bez syropu glukozowo-</w:t>
            </w:r>
            <w:proofErr w:type="spellStart"/>
            <w:r>
              <w:t>fruktozowego</w:t>
            </w:r>
            <w:proofErr w:type="spellEnd"/>
            <w:r>
              <w:t xml:space="preserve"> z Wit C i D w składzie: sok pomarańczowy z zagęszczonego soku pomarańczowego 0,5 % z Wit C 40 mg i D 0,75 mg Typu ŁOWICZ lub równoważny</w:t>
            </w:r>
          </w:p>
        </w:tc>
        <w:tc>
          <w:tcPr>
            <w:tcW w:w="58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3DEA77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</w:t>
            </w:r>
            <w:proofErr w:type="spellStart"/>
            <w:r>
              <w:t>szt</w:t>
            </w:r>
            <w:proofErr w:type="spellEnd"/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58C4A0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 120</w:t>
            </w: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7C0F75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69D378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E285E0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36AFB3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0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FF513F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DCDB52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4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D68ED0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</w:tr>
      <w:tr w:rsidR="006106BE" w14:paraId="26952829" w14:textId="77777777" w:rsidTr="0072659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1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ECF28C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161.</w:t>
            </w:r>
          </w:p>
        </w:tc>
        <w:tc>
          <w:tcPr>
            <w:tcW w:w="25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21BFD2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Syrop truskawkowy 400 ml z dodatkiem Wit C i D  bez syropu glukozowo – </w:t>
            </w:r>
            <w:proofErr w:type="spellStart"/>
            <w:r>
              <w:t>fruktozowego</w:t>
            </w:r>
            <w:proofErr w:type="spellEnd"/>
            <w:r>
              <w:t xml:space="preserve"> sok truskawkowy z zagęszczonego soku truskawkowego 4,5%, Wit C 40 mg Typu ŁOWICZ lub równoważny</w:t>
            </w:r>
          </w:p>
        </w:tc>
        <w:tc>
          <w:tcPr>
            <w:tcW w:w="58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C8C8C2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</w:t>
            </w:r>
            <w:proofErr w:type="spellStart"/>
            <w:r>
              <w:t>szt</w:t>
            </w:r>
            <w:proofErr w:type="spellEnd"/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CAA2C7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 120</w:t>
            </w: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D38022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E7A25F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4CE077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4C19C9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0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8604B8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6FD25F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4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E663F2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</w:tr>
      <w:tr w:rsidR="006106BE" w14:paraId="31A5AF3D" w14:textId="77777777" w:rsidTr="0072659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1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32804A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162.</w:t>
            </w:r>
          </w:p>
        </w:tc>
        <w:tc>
          <w:tcPr>
            <w:tcW w:w="25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707718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Syrop wiśniowy 400 ml bez syropu glukozowo - </w:t>
            </w:r>
            <w:proofErr w:type="spellStart"/>
            <w:r>
              <w:t>fruktozowego</w:t>
            </w:r>
            <w:proofErr w:type="spellEnd"/>
            <w:r>
              <w:t>, z dodatkiem Wit. C i D w składzie: sok wiśniowy z zagęszczonego soku wiśniowego 2,5%, Wit C 40 mg, Typu ŁOWICZ lub równoważny</w:t>
            </w:r>
          </w:p>
        </w:tc>
        <w:tc>
          <w:tcPr>
            <w:tcW w:w="58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958FE4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</w:t>
            </w:r>
            <w:proofErr w:type="spellStart"/>
            <w:r>
              <w:t>szt</w:t>
            </w:r>
            <w:proofErr w:type="spellEnd"/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BDCBD5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  120</w:t>
            </w: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419872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824719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EE6352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652771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0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A6EE0C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070D97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4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A11B6C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</w:tr>
      <w:tr w:rsidR="006106BE" w14:paraId="54C49CB8" w14:textId="77777777" w:rsidTr="0072659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1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40890F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163.</w:t>
            </w:r>
          </w:p>
        </w:tc>
        <w:tc>
          <w:tcPr>
            <w:tcW w:w="25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D6CC62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>Syrop żurawinowy 420 ml w składzie: Witamina: C 24 mg, D 2,5 mg, B6 0,84 mg, Cynk 6 mg Typu Herbapol lub równoważny</w:t>
            </w:r>
          </w:p>
        </w:tc>
        <w:tc>
          <w:tcPr>
            <w:tcW w:w="58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6B8D76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</w:t>
            </w:r>
            <w:proofErr w:type="spellStart"/>
            <w:r>
              <w:t>szt</w:t>
            </w:r>
            <w:proofErr w:type="spellEnd"/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1EDB1C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  120</w:t>
            </w: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C88296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467DED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59A0DF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7D788F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0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86CEDB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BA7749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4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7EE930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</w:tr>
      <w:tr w:rsidR="006106BE" w14:paraId="289CB8C4" w14:textId="77777777" w:rsidTr="0072659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1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BD2739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164.</w:t>
            </w:r>
          </w:p>
        </w:tc>
        <w:tc>
          <w:tcPr>
            <w:tcW w:w="25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966A29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Woda niegazowana 1,5 l odpowiednia do przygotowywania żywności dla niemowląt Typu </w:t>
            </w:r>
            <w:proofErr w:type="spellStart"/>
            <w:r>
              <w:t>Primavera</w:t>
            </w:r>
            <w:proofErr w:type="spellEnd"/>
            <w:r>
              <w:t xml:space="preserve"> lub równoważny</w:t>
            </w:r>
          </w:p>
        </w:tc>
        <w:tc>
          <w:tcPr>
            <w:tcW w:w="58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736010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 </w:t>
            </w:r>
            <w:proofErr w:type="spellStart"/>
            <w:r>
              <w:t>szt</w:t>
            </w:r>
            <w:proofErr w:type="spellEnd"/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39365C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   100</w:t>
            </w: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E71427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FD06DD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FD3F4C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723FEB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0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0AF735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BA881E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4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04B4E6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</w:tr>
      <w:tr w:rsidR="006106BE" w14:paraId="3F341098" w14:textId="77777777" w:rsidTr="00726597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51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690F8C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165.</w:t>
            </w:r>
          </w:p>
        </w:tc>
        <w:tc>
          <w:tcPr>
            <w:tcW w:w="25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862742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Woda niegazowana 5 l odpowiednia do </w:t>
            </w:r>
            <w:r>
              <w:lastRenderedPageBreak/>
              <w:t xml:space="preserve">przygotowywania żywności dla niemowląt Typu </w:t>
            </w:r>
            <w:proofErr w:type="spellStart"/>
            <w:r>
              <w:t>Primavera</w:t>
            </w:r>
            <w:proofErr w:type="spellEnd"/>
            <w:r>
              <w:t xml:space="preserve"> lub równoważny</w:t>
            </w:r>
          </w:p>
        </w:tc>
        <w:tc>
          <w:tcPr>
            <w:tcW w:w="588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9CC7B2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lastRenderedPageBreak/>
              <w:t xml:space="preserve">   </w:t>
            </w:r>
            <w:proofErr w:type="spellStart"/>
            <w:r>
              <w:t>szt</w:t>
            </w:r>
            <w:proofErr w:type="spellEnd"/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A5E4C2" w14:textId="77777777" w:rsidR="006106BE" w:rsidRDefault="00000000">
            <w:pPr>
              <w:pStyle w:val="TableContents"/>
              <w:rPr>
                <w:rFonts w:hint="eastAsia"/>
              </w:rPr>
            </w:pPr>
            <w:r>
              <w:t xml:space="preserve">     600</w:t>
            </w: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45D24D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9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A1960F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7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069F3C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1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1775D9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0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10D063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9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17358B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  <w:tc>
          <w:tcPr>
            <w:tcW w:w="84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6DC539" w14:textId="77777777" w:rsidR="006106BE" w:rsidRDefault="006106BE">
            <w:pPr>
              <w:pStyle w:val="TableContents"/>
              <w:rPr>
                <w:rFonts w:hint="eastAsia"/>
              </w:rPr>
            </w:pPr>
          </w:p>
        </w:tc>
      </w:tr>
    </w:tbl>
    <w:p w14:paraId="4B6D7ED8" w14:textId="77777777" w:rsidR="006106BE" w:rsidRDefault="006106BE">
      <w:pPr>
        <w:pStyle w:val="Standard"/>
        <w:rPr>
          <w:rFonts w:hint="eastAsia"/>
        </w:rPr>
      </w:pPr>
    </w:p>
    <w:p w14:paraId="42A80653" w14:textId="77777777" w:rsidR="006106BE" w:rsidRDefault="006106BE">
      <w:pPr>
        <w:pStyle w:val="Standard"/>
        <w:rPr>
          <w:rFonts w:hint="eastAsia"/>
        </w:rPr>
      </w:pPr>
    </w:p>
    <w:p w14:paraId="43078089" w14:textId="77777777" w:rsidR="006106BE" w:rsidRDefault="006106BE">
      <w:pPr>
        <w:pStyle w:val="Standard"/>
        <w:rPr>
          <w:rFonts w:hint="eastAsia"/>
        </w:rPr>
      </w:pPr>
    </w:p>
    <w:sectPr w:rsidR="006106BE"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4FB821" w14:textId="77777777" w:rsidR="00743331" w:rsidRDefault="00743331">
      <w:pPr>
        <w:rPr>
          <w:rFonts w:hint="eastAsia"/>
        </w:rPr>
      </w:pPr>
      <w:r>
        <w:separator/>
      </w:r>
    </w:p>
  </w:endnote>
  <w:endnote w:type="continuationSeparator" w:id="0">
    <w:p w14:paraId="47849C07" w14:textId="77777777" w:rsidR="00743331" w:rsidRDefault="00743331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652BCA" w14:textId="77777777" w:rsidR="00743331" w:rsidRDefault="00743331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224C35AB" w14:textId="77777777" w:rsidR="00743331" w:rsidRDefault="00743331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F815AD"/>
    <w:multiLevelType w:val="multilevel"/>
    <w:tmpl w:val="A7E2297A"/>
    <w:styleLink w:val="Bezlisty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21ED32A3"/>
    <w:multiLevelType w:val="multilevel"/>
    <w:tmpl w:val="CD502EA2"/>
    <w:styleLink w:val="WWNum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69600C2"/>
    <w:multiLevelType w:val="multilevel"/>
    <w:tmpl w:val="6B24C958"/>
    <w:styleLink w:val="WWNum6"/>
    <w:lvl w:ilvl="0">
      <w:start w:val="1"/>
      <w:numFmt w:val="decimal"/>
      <w:lvlText w:val="%1."/>
      <w:lvlJc w:val="left"/>
      <w:pPr>
        <w:ind w:left="340" w:hanging="340"/>
      </w:pPr>
    </w:lvl>
    <w:lvl w:ilvl="1">
      <w:start w:val="1"/>
      <w:numFmt w:val="lowerLetter"/>
      <w:lvlText w:val="%2"/>
      <w:lvlJc w:val="left"/>
      <w:pPr>
        <w:ind w:left="1440" w:hanging="360"/>
      </w:pPr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abstractNum w:abstractNumId="3" w15:restartNumberingAfterBreak="0">
    <w:nsid w:val="2C0027F6"/>
    <w:multiLevelType w:val="multilevel"/>
    <w:tmpl w:val="729E7740"/>
    <w:styleLink w:val="WWNum11"/>
    <w:lvl w:ilvl="0">
      <w:numFmt w:val="bullet"/>
      <w:lvlText w:val=""/>
      <w:lvlJc w:val="left"/>
      <w:pPr>
        <w:ind w:left="357" w:hanging="357"/>
      </w:pPr>
      <w:rPr>
        <w:rFonts w:ascii="Times New Roman" w:hAnsi="Times New Roman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" w15:restartNumberingAfterBreak="0">
    <w:nsid w:val="307C4F9D"/>
    <w:multiLevelType w:val="multilevel"/>
    <w:tmpl w:val="F7DC7792"/>
    <w:styleLink w:val="WWNum13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5" w15:restartNumberingAfterBreak="0">
    <w:nsid w:val="39984599"/>
    <w:multiLevelType w:val="multilevel"/>
    <w:tmpl w:val="608C3A5E"/>
    <w:styleLink w:val="WWNum5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663D77"/>
    <w:multiLevelType w:val="multilevel"/>
    <w:tmpl w:val="6C1A7DA0"/>
    <w:styleLink w:val="WWNum2"/>
    <w:lvl w:ilvl="0">
      <w:start w:val="1"/>
      <w:numFmt w:val="decimal"/>
      <w:lvlText w:val="%1."/>
      <w:lvlJc w:val="left"/>
      <w:pPr>
        <w:ind w:left="36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180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39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u w:val="none"/>
      </w:rPr>
    </w:lvl>
  </w:abstractNum>
  <w:abstractNum w:abstractNumId="7" w15:restartNumberingAfterBreak="0">
    <w:nsid w:val="407B7A4D"/>
    <w:multiLevelType w:val="multilevel"/>
    <w:tmpl w:val="76180CEA"/>
    <w:styleLink w:val="WWNum12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A671573"/>
    <w:multiLevelType w:val="multilevel"/>
    <w:tmpl w:val="40B4CF36"/>
    <w:styleLink w:val="WWNum3"/>
    <w:lvl w:ilvl="0">
      <w:start w:val="1"/>
      <w:numFmt w:val="decimal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60461C1E"/>
    <w:multiLevelType w:val="multilevel"/>
    <w:tmpl w:val="BD724A48"/>
    <w:styleLink w:val="WWNum10"/>
    <w:lvl w:ilvl="0">
      <w:start w:val="1"/>
      <w:numFmt w:val="decimal"/>
      <w:lvlText w:val="%1."/>
      <w:lvlJc w:val="left"/>
      <w:pPr>
        <w:ind w:left="340" w:hanging="340"/>
      </w:pPr>
    </w:lvl>
    <w:lvl w:ilvl="1">
      <w:start w:val="1"/>
      <w:numFmt w:val="lowerLetter"/>
      <w:lvlText w:val="%2"/>
      <w:lvlJc w:val="left"/>
      <w:pPr>
        <w:ind w:left="1440" w:hanging="360"/>
      </w:pPr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abstractNum w:abstractNumId="10" w15:restartNumberingAfterBreak="0">
    <w:nsid w:val="6048703A"/>
    <w:multiLevelType w:val="multilevel"/>
    <w:tmpl w:val="6E3A12AA"/>
    <w:styleLink w:val="WWNum1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1" w15:restartNumberingAfterBreak="0">
    <w:nsid w:val="743A286E"/>
    <w:multiLevelType w:val="multilevel"/>
    <w:tmpl w:val="96943068"/>
    <w:styleLink w:val="WWNum8"/>
    <w:lvl w:ilvl="0">
      <w:start w:val="1"/>
      <w:numFmt w:val="decimal"/>
      <w:lvlText w:val="%1."/>
      <w:lvlJc w:val="left"/>
      <w:pPr>
        <w:ind w:left="340" w:hanging="340"/>
      </w:pPr>
    </w:lvl>
    <w:lvl w:ilvl="1">
      <w:start w:val="1"/>
      <w:numFmt w:val="lowerLetter"/>
      <w:lvlText w:val="%2"/>
      <w:lvlJc w:val="left"/>
      <w:pPr>
        <w:ind w:left="1440" w:hanging="360"/>
      </w:pPr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abstractNum w:abstractNumId="12" w15:restartNumberingAfterBreak="0">
    <w:nsid w:val="745824C6"/>
    <w:multiLevelType w:val="multilevel"/>
    <w:tmpl w:val="F8B2860C"/>
    <w:styleLink w:val="WWNum7"/>
    <w:lvl w:ilvl="0">
      <w:start w:val="1"/>
      <w:numFmt w:val="decimal"/>
      <w:lvlText w:val="%1."/>
      <w:lvlJc w:val="left"/>
      <w:pPr>
        <w:ind w:left="340" w:hanging="340"/>
      </w:pPr>
    </w:lvl>
    <w:lvl w:ilvl="1">
      <w:start w:val="1"/>
      <w:numFmt w:val="lowerLetter"/>
      <w:lvlText w:val="%2"/>
      <w:lvlJc w:val="left"/>
      <w:pPr>
        <w:ind w:left="1440" w:hanging="360"/>
      </w:pPr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abstractNum w:abstractNumId="13" w15:restartNumberingAfterBreak="0">
    <w:nsid w:val="75447689"/>
    <w:multiLevelType w:val="multilevel"/>
    <w:tmpl w:val="763C7AF8"/>
    <w:styleLink w:val="WWNum9"/>
    <w:lvl w:ilvl="0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/>
        <w:b w:val="0"/>
        <w:bCs w:val="0"/>
        <w:i w:val="0"/>
        <w:iCs w:val="0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120145731">
    <w:abstractNumId w:val="0"/>
  </w:num>
  <w:num w:numId="2" w16cid:durableId="921992098">
    <w:abstractNumId w:val="10"/>
  </w:num>
  <w:num w:numId="3" w16cid:durableId="55397225">
    <w:abstractNumId w:val="6"/>
  </w:num>
  <w:num w:numId="4" w16cid:durableId="1713075188">
    <w:abstractNumId w:val="8"/>
  </w:num>
  <w:num w:numId="5" w16cid:durableId="590701085">
    <w:abstractNumId w:val="1"/>
  </w:num>
  <w:num w:numId="6" w16cid:durableId="1233076522">
    <w:abstractNumId w:val="5"/>
  </w:num>
  <w:num w:numId="7" w16cid:durableId="1627007284">
    <w:abstractNumId w:val="2"/>
  </w:num>
  <w:num w:numId="8" w16cid:durableId="2141531772">
    <w:abstractNumId w:val="12"/>
  </w:num>
  <w:num w:numId="9" w16cid:durableId="1267542888">
    <w:abstractNumId w:val="11"/>
  </w:num>
  <w:num w:numId="10" w16cid:durableId="2135295895">
    <w:abstractNumId w:val="13"/>
  </w:num>
  <w:num w:numId="11" w16cid:durableId="21593360">
    <w:abstractNumId w:val="9"/>
  </w:num>
  <w:num w:numId="12" w16cid:durableId="437482912">
    <w:abstractNumId w:val="3"/>
  </w:num>
  <w:num w:numId="13" w16cid:durableId="1750691064">
    <w:abstractNumId w:val="7"/>
  </w:num>
  <w:num w:numId="14" w16cid:durableId="11612325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6106BE"/>
    <w:rsid w:val="00002559"/>
    <w:rsid w:val="006106BE"/>
    <w:rsid w:val="00726597"/>
    <w:rsid w:val="00743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103DBA"/>
  <w15:docId w15:val="{08A73A43-4FE7-4E58-BF00-0128E5CD86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Arial"/>
        <w:kern w:val="3"/>
        <w:sz w:val="24"/>
        <w:szCs w:val="24"/>
        <w:lang w:val="pl-PL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Standard"/>
    <w:uiPriority w:val="9"/>
    <w:qFormat/>
    <w:pPr>
      <w:keepNext/>
      <w:spacing w:before="240" w:after="60"/>
      <w:outlineLvl w:val="0"/>
    </w:pPr>
    <w:rPr>
      <w:rFonts w:ascii="Arial" w:eastAsia="Arial" w:hAnsi="Arial"/>
      <w:b/>
      <w:sz w:val="32"/>
      <w:szCs w:val="32"/>
    </w:rPr>
  </w:style>
  <w:style w:type="paragraph" w:styleId="Nagwek2">
    <w:name w:val="heading 2"/>
    <w:basedOn w:val="Standard"/>
    <w:next w:val="Standard"/>
    <w:uiPriority w:val="9"/>
    <w:semiHidden/>
    <w:unhideWhenUsed/>
    <w:qFormat/>
    <w:pPr>
      <w:keepNext/>
      <w:spacing w:before="240" w:after="60"/>
      <w:outlineLvl w:val="1"/>
    </w:pPr>
    <w:rPr>
      <w:rFonts w:ascii="Arial" w:eastAsia="Arial" w:hAnsi="Arial"/>
      <w:b/>
      <w:i/>
      <w:sz w:val="28"/>
      <w:szCs w:val="28"/>
    </w:rPr>
  </w:style>
  <w:style w:type="paragraph" w:styleId="Nagwek3">
    <w:name w:val="heading 3"/>
    <w:basedOn w:val="Standard"/>
    <w:next w:val="Standard"/>
    <w:uiPriority w:val="9"/>
    <w:semiHidden/>
    <w:unhideWhenUsed/>
    <w:qFormat/>
    <w:pPr>
      <w:keepNext/>
      <w:spacing w:before="240" w:after="60"/>
      <w:outlineLvl w:val="2"/>
    </w:pPr>
    <w:rPr>
      <w:rFonts w:ascii="Arial" w:eastAsia="Arial" w:hAnsi="Arial"/>
      <w:b/>
      <w:sz w:val="26"/>
      <w:szCs w:val="26"/>
    </w:rPr>
  </w:style>
  <w:style w:type="paragraph" w:styleId="Nagwek4">
    <w:name w:val="heading 4"/>
    <w:basedOn w:val="Standard"/>
    <w:next w:val="Standard"/>
    <w:uiPriority w:val="9"/>
    <w:semiHidden/>
    <w:unhideWhenUsed/>
    <w:qFormat/>
    <w:pPr>
      <w:keepNext/>
      <w:spacing w:before="240" w:after="60"/>
      <w:outlineLvl w:val="3"/>
    </w:pPr>
    <w:rPr>
      <w:b/>
      <w:sz w:val="28"/>
      <w:szCs w:val="28"/>
    </w:rPr>
  </w:style>
  <w:style w:type="paragraph" w:styleId="Nagwek5">
    <w:name w:val="heading 5"/>
    <w:basedOn w:val="Standard"/>
    <w:next w:val="Standard"/>
    <w:uiPriority w:val="9"/>
    <w:semiHidden/>
    <w:unhideWhenUsed/>
    <w:qFormat/>
    <w:pPr>
      <w:spacing w:before="240" w:after="60"/>
      <w:outlineLvl w:val="4"/>
    </w:pPr>
    <w:rPr>
      <w:b/>
      <w:i/>
      <w:sz w:val="26"/>
      <w:szCs w:val="26"/>
    </w:rPr>
  </w:style>
  <w:style w:type="paragraph" w:styleId="Nagwek6">
    <w:name w:val="heading 6"/>
    <w:basedOn w:val="Standard"/>
    <w:next w:val="Standard"/>
    <w:uiPriority w:val="9"/>
    <w:semiHidden/>
    <w:unhideWhenUsed/>
    <w:qFormat/>
    <w:pPr>
      <w:spacing w:before="240" w:after="60"/>
      <w:outlineLvl w:val="5"/>
    </w:pPr>
    <w:rPr>
      <w:b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widowControl w:val="0"/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Standard"/>
    <w:pPr>
      <w:tabs>
        <w:tab w:val="center" w:pos="4680"/>
        <w:tab w:val="right" w:pos="9360"/>
      </w:tabs>
    </w:pPr>
  </w:style>
  <w:style w:type="paragraph" w:styleId="Nagwek">
    <w:name w:val="header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Gwkaistopka">
    <w:name w:val="Główka i stopka"/>
    <w:basedOn w:val="Standard"/>
  </w:style>
  <w:style w:type="paragraph" w:customStyle="1" w:styleId="nagwekSWZ">
    <w:name w:val="nagłówek SWZ"/>
    <w:basedOn w:val="Nagwek2"/>
    <w:pPr>
      <w:keepLines/>
      <w:spacing w:before="0" w:after="0" w:line="276" w:lineRule="auto"/>
      <w:jc w:val="both"/>
    </w:pPr>
    <w:rPr>
      <w:rFonts w:ascii="Calibri" w:eastAsia="Calibri" w:hAnsi="Calibri" w:cs="Calibri"/>
      <w:b w:val="0"/>
      <w:bCs/>
      <w:i w:val="0"/>
      <w:sz w:val="22"/>
      <w:szCs w:val="22"/>
    </w:rPr>
  </w:style>
  <w:style w:type="paragraph" w:styleId="Zwykytekst">
    <w:name w:val="Plain Text"/>
    <w:basedOn w:val="Standard"/>
    <w:rPr>
      <w:rFonts w:ascii="Courier New" w:eastAsia="Courier New" w:hAnsi="Courier New" w:cs="Courier New"/>
      <w:sz w:val="20"/>
      <w:szCs w:val="20"/>
    </w:rPr>
  </w:style>
  <w:style w:type="paragraph" w:customStyle="1" w:styleId="pole">
    <w:name w:val="pole"/>
    <w:basedOn w:val="Standard"/>
    <w:rPr>
      <w:rFonts w:ascii="Bookman Old Style" w:eastAsia="Bookman Old Style" w:hAnsi="Bookman Old Style" w:cs="Bookman Old Style"/>
      <w:sz w:val="22"/>
      <w:szCs w:val="22"/>
    </w:rPr>
  </w:style>
  <w:style w:type="paragraph" w:styleId="Akapitzlist">
    <w:name w:val="List Paragraph"/>
    <w:basedOn w:val="Standard"/>
    <w:pPr>
      <w:spacing w:line="276" w:lineRule="auto"/>
      <w:ind w:left="720"/>
      <w:contextualSpacing/>
    </w:pPr>
    <w:rPr>
      <w:rFonts w:ascii="Arial" w:eastAsia="Arial" w:hAnsi="Arial"/>
      <w:sz w:val="22"/>
      <w:szCs w:val="22"/>
    </w:rPr>
  </w:style>
  <w:style w:type="paragraph" w:styleId="Podtytu">
    <w:name w:val="Subtitle"/>
    <w:basedOn w:val="Standard"/>
    <w:next w:val="Standard"/>
    <w:uiPriority w:val="11"/>
    <w:qFormat/>
    <w:pPr>
      <w:spacing w:after="60"/>
      <w:jc w:val="center"/>
    </w:pPr>
    <w:rPr>
      <w:rFonts w:ascii="Arial" w:eastAsia="Arial" w:hAnsi="Arial"/>
    </w:rPr>
  </w:style>
  <w:style w:type="paragraph" w:styleId="Tytu">
    <w:name w:val="Title"/>
    <w:basedOn w:val="Standard"/>
    <w:next w:val="Standard"/>
    <w:uiPriority w:val="10"/>
    <w:qFormat/>
    <w:pPr>
      <w:spacing w:before="240" w:after="60"/>
      <w:jc w:val="center"/>
    </w:pPr>
    <w:rPr>
      <w:rFonts w:ascii="Arial" w:eastAsia="Arial" w:hAnsi="Arial"/>
      <w:b/>
      <w:sz w:val="32"/>
      <w:szCs w:val="32"/>
    </w:rPr>
  </w:style>
  <w:style w:type="paragraph" w:customStyle="1" w:styleId="Indeks">
    <w:name w:val="Indeks"/>
    <w:basedOn w:val="Standard"/>
    <w:pPr>
      <w:suppressLineNumbers/>
    </w:pPr>
  </w:style>
  <w:style w:type="character" w:customStyle="1" w:styleId="ListLabel117">
    <w:name w:val="ListLabel 117"/>
  </w:style>
  <w:style w:type="character" w:customStyle="1" w:styleId="ListLabel116">
    <w:name w:val="ListLabel 116"/>
  </w:style>
  <w:style w:type="character" w:customStyle="1" w:styleId="ListLabel115">
    <w:name w:val="ListLabel 115"/>
  </w:style>
  <w:style w:type="character" w:customStyle="1" w:styleId="ListLabel114">
    <w:name w:val="ListLabel 114"/>
  </w:style>
  <w:style w:type="character" w:customStyle="1" w:styleId="ListLabel113">
    <w:name w:val="ListLabel 113"/>
  </w:style>
  <w:style w:type="character" w:customStyle="1" w:styleId="ListLabel112">
    <w:name w:val="ListLabel 112"/>
  </w:style>
  <w:style w:type="character" w:customStyle="1" w:styleId="ListLabel111">
    <w:name w:val="ListLabel 111"/>
  </w:style>
  <w:style w:type="character" w:customStyle="1" w:styleId="ListLabel110">
    <w:name w:val="ListLabel 110"/>
  </w:style>
  <w:style w:type="character" w:customStyle="1" w:styleId="ListLabel109">
    <w:name w:val="ListLabel 109"/>
  </w:style>
  <w:style w:type="character" w:customStyle="1" w:styleId="ListLabel108">
    <w:name w:val="ListLabel 108"/>
  </w:style>
  <w:style w:type="character" w:customStyle="1" w:styleId="ListLabel107">
    <w:name w:val="ListLabel 107"/>
  </w:style>
  <w:style w:type="character" w:customStyle="1" w:styleId="ListLabel106">
    <w:name w:val="ListLabel 106"/>
  </w:style>
  <w:style w:type="character" w:customStyle="1" w:styleId="ListLabel105">
    <w:name w:val="ListLabel 105"/>
  </w:style>
  <w:style w:type="character" w:customStyle="1" w:styleId="ListLabel104">
    <w:name w:val="ListLabel 104"/>
  </w:style>
  <w:style w:type="character" w:customStyle="1" w:styleId="ListLabel103">
    <w:name w:val="ListLabel 103"/>
  </w:style>
  <w:style w:type="character" w:customStyle="1" w:styleId="ListLabel102">
    <w:name w:val="ListLabel 102"/>
  </w:style>
  <w:style w:type="character" w:customStyle="1" w:styleId="ListLabel101">
    <w:name w:val="ListLabel 101"/>
  </w:style>
  <w:style w:type="character" w:customStyle="1" w:styleId="ListLabel100">
    <w:name w:val="ListLabel 100"/>
  </w:style>
  <w:style w:type="character" w:customStyle="1" w:styleId="ListLabel99">
    <w:name w:val="ListLabel 99"/>
  </w:style>
  <w:style w:type="character" w:customStyle="1" w:styleId="ListLabel98">
    <w:name w:val="ListLabel 98"/>
  </w:style>
  <w:style w:type="character" w:customStyle="1" w:styleId="ListLabel97">
    <w:name w:val="ListLabel 97"/>
  </w:style>
  <w:style w:type="character" w:customStyle="1" w:styleId="ListLabel96">
    <w:name w:val="ListLabel 96"/>
  </w:style>
  <w:style w:type="character" w:customStyle="1" w:styleId="ListLabel95">
    <w:name w:val="ListLabel 95"/>
  </w:style>
  <w:style w:type="character" w:customStyle="1" w:styleId="ListLabel94">
    <w:name w:val="ListLabel 94"/>
  </w:style>
  <w:style w:type="character" w:customStyle="1" w:styleId="ListLabel93">
    <w:name w:val="ListLabel 93"/>
  </w:style>
  <w:style w:type="character" w:customStyle="1" w:styleId="ListLabel92">
    <w:name w:val="ListLabel 92"/>
  </w:style>
  <w:style w:type="character" w:customStyle="1" w:styleId="ListLabel91">
    <w:name w:val="ListLabel 91"/>
    <w:rPr>
      <w:rFonts w:ascii="Times New Roman" w:eastAsia="Times New Roman" w:hAnsi="Times New Roman" w:cs="Symbol"/>
    </w:rPr>
  </w:style>
  <w:style w:type="character" w:customStyle="1" w:styleId="ListLabel90">
    <w:name w:val="ListLabel 90"/>
  </w:style>
  <w:style w:type="character" w:customStyle="1" w:styleId="ListLabel89">
    <w:name w:val="ListLabel 89"/>
  </w:style>
  <w:style w:type="character" w:customStyle="1" w:styleId="ListLabel88">
    <w:name w:val="ListLabel 88"/>
  </w:style>
  <w:style w:type="character" w:customStyle="1" w:styleId="ListLabel87">
    <w:name w:val="ListLabel 87"/>
  </w:style>
  <w:style w:type="character" w:customStyle="1" w:styleId="ListLabel86">
    <w:name w:val="ListLabel 86"/>
  </w:style>
  <w:style w:type="character" w:customStyle="1" w:styleId="ListLabel85">
    <w:name w:val="ListLabel 85"/>
  </w:style>
  <w:style w:type="character" w:customStyle="1" w:styleId="ListLabel84">
    <w:name w:val="ListLabel 84"/>
  </w:style>
  <w:style w:type="character" w:customStyle="1" w:styleId="ListLabel83">
    <w:name w:val="ListLabel 83"/>
  </w:style>
  <w:style w:type="character" w:customStyle="1" w:styleId="ListLabel82">
    <w:name w:val="ListLabel 82"/>
  </w:style>
  <w:style w:type="character" w:customStyle="1" w:styleId="ListLabel81">
    <w:name w:val="ListLabel 81"/>
  </w:style>
  <w:style w:type="character" w:customStyle="1" w:styleId="ListLabel80">
    <w:name w:val="ListLabel 80"/>
  </w:style>
  <w:style w:type="character" w:customStyle="1" w:styleId="ListLabel79">
    <w:name w:val="ListLabel 79"/>
  </w:style>
  <w:style w:type="character" w:customStyle="1" w:styleId="ListLabel78">
    <w:name w:val="ListLabel 78"/>
  </w:style>
  <w:style w:type="character" w:customStyle="1" w:styleId="ListLabel77">
    <w:name w:val="ListLabel 77"/>
  </w:style>
  <w:style w:type="character" w:customStyle="1" w:styleId="ListLabel76">
    <w:name w:val="ListLabel 76"/>
  </w:style>
  <w:style w:type="character" w:customStyle="1" w:styleId="ListLabel75">
    <w:name w:val="ListLabel 75"/>
  </w:style>
  <w:style w:type="character" w:customStyle="1" w:styleId="ListLabel74">
    <w:name w:val="ListLabel 74"/>
  </w:style>
  <w:style w:type="character" w:customStyle="1" w:styleId="ListLabel73">
    <w:name w:val="ListLabel 73"/>
    <w:rPr>
      <w:rFonts w:ascii="Calibri" w:eastAsia="Calibri" w:hAnsi="Calibri" w:cs="Calibri"/>
      <w:b w:val="0"/>
      <w:bCs w:val="0"/>
      <w:i w:val="0"/>
      <w:iCs w:val="0"/>
      <w:color w:val="000000"/>
      <w:sz w:val="22"/>
      <w:szCs w:val="22"/>
    </w:rPr>
  </w:style>
  <w:style w:type="character" w:customStyle="1" w:styleId="ListLabel72">
    <w:name w:val="ListLabel 72"/>
  </w:style>
  <w:style w:type="character" w:customStyle="1" w:styleId="ListLabel71">
    <w:name w:val="ListLabel 71"/>
  </w:style>
  <w:style w:type="character" w:customStyle="1" w:styleId="ListLabel70">
    <w:name w:val="ListLabel 70"/>
  </w:style>
  <w:style w:type="character" w:customStyle="1" w:styleId="ListLabel69">
    <w:name w:val="ListLabel 69"/>
  </w:style>
  <w:style w:type="character" w:customStyle="1" w:styleId="ListLabel68">
    <w:name w:val="ListLabel 68"/>
  </w:style>
  <w:style w:type="character" w:customStyle="1" w:styleId="ListLabel67">
    <w:name w:val="ListLabel 67"/>
  </w:style>
  <w:style w:type="character" w:customStyle="1" w:styleId="ListLabel66">
    <w:name w:val="ListLabel 66"/>
  </w:style>
  <w:style w:type="character" w:customStyle="1" w:styleId="ListLabel65">
    <w:name w:val="ListLabel 65"/>
  </w:style>
  <w:style w:type="character" w:customStyle="1" w:styleId="ListLabel64">
    <w:name w:val="ListLabel 64"/>
  </w:style>
  <w:style w:type="character" w:customStyle="1" w:styleId="ListLabel63">
    <w:name w:val="ListLabel 63"/>
  </w:style>
  <w:style w:type="character" w:customStyle="1" w:styleId="ListLabel62">
    <w:name w:val="ListLabel 62"/>
  </w:style>
  <w:style w:type="character" w:customStyle="1" w:styleId="ListLabel61">
    <w:name w:val="ListLabel 61"/>
  </w:style>
  <w:style w:type="character" w:customStyle="1" w:styleId="ListLabel60">
    <w:name w:val="ListLabel 60"/>
  </w:style>
  <w:style w:type="character" w:customStyle="1" w:styleId="ListLabel59">
    <w:name w:val="ListLabel 59"/>
  </w:style>
  <w:style w:type="character" w:customStyle="1" w:styleId="ListLabel58">
    <w:name w:val="ListLabel 58"/>
  </w:style>
  <w:style w:type="character" w:customStyle="1" w:styleId="ListLabel57">
    <w:name w:val="ListLabel 57"/>
  </w:style>
  <w:style w:type="character" w:customStyle="1" w:styleId="ListLabel56">
    <w:name w:val="ListLabel 56"/>
  </w:style>
  <w:style w:type="character" w:customStyle="1" w:styleId="ListLabel55">
    <w:name w:val="ListLabel 55"/>
  </w:style>
  <w:style w:type="character" w:customStyle="1" w:styleId="ListLabel54">
    <w:name w:val="ListLabel 54"/>
  </w:style>
  <w:style w:type="character" w:customStyle="1" w:styleId="ListLabel53">
    <w:name w:val="ListLabel 53"/>
  </w:style>
  <w:style w:type="character" w:customStyle="1" w:styleId="ListLabel52">
    <w:name w:val="ListLabel 52"/>
  </w:style>
  <w:style w:type="character" w:customStyle="1" w:styleId="ListLabel51">
    <w:name w:val="ListLabel 51"/>
  </w:style>
  <w:style w:type="character" w:customStyle="1" w:styleId="ListLabel50">
    <w:name w:val="ListLabel 50"/>
  </w:style>
  <w:style w:type="character" w:customStyle="1" w:styleId="ListLabel49">
    <w:name w:val="ListLabel 49"/>
  </w:style>
  <w:style w:type="character" w:customStyle="1" w:styleId="ListLabel48">
    <w:name w:val="ListLabel 48"/>
  </w:style>
  <w:style w:type="character" w:customStyle="1" w:styleId="ListLabel47">
    <w:name w:val="ListLabel 47"/>
  </w:style>
  <w:style w:type="character" w:customStyle="1" w:styleId="ListLabel46">
    <w:name w:val="ListLabel 46"/>
  </w:style>
  <w:style w:type="character" w:customStyle="1" w:styleId="ListLabel45">
    <w:name w:val="ListLabel 45"/>
  </w:style>
  <w:style w:type="character" w:customStyle="1" w:styleId="ListLabel44">
    <w:name w:val="ListLabel 44"/>
  </w:style>
  <w:style w:type="character" w:customStyle="1" w:styleId="ListLabel43">
    <w:name w:val="ListLabel 43"/>
  </w:style>
  <w:style w:type="character" w:customStyle="1" w:styleId="ListLabel42">
    <w:name w:val="ListLabel 42"/>
  </w:style>
  <w:style w:type="character" w:customStyle="1" w:styleId="ListLabel41">
    <w:name w:val="ListLabel 41"/>
  </w:style>
  <w:style w:type="character" w:customStyle="1" w:styleId="ListLabel40">
    <w:name w:val="ListLabel 40"/>
  </w:style>
  <w:style w:type="character" w:customStyle="1" w:styleId="ListLabel39">
    <w:name w:val="ListLabel 39"/>
  </w:style>
  <w:style w:type="character" w:customStyle="1" w:styleId="ListLabel38">
    <w:name w:val="ListLabel 38"/>
  </w:style>
  <w:style w:type="character" w:customStyle="1" w:styleId="ListLabel37">
    <w:name w:val="ListLabel 37"/>
  </w:style>
  <w:style w:type="character" w:customStyle="1" w:styleId="ListLabel36">
    <w:name w:val="ListLabel 36"/>
  </w:style>
  <w:style w:type="character" w:customStyle="1" w:styleId="ListLabel35">
    <w:name w:val="ListLabel 35"/>
  </w:style>
  <w:style w:type="character" w:customStyle="1" w:styleId="ListLabel34">
    <w:name w:val="ListLabel 34"/>
  </w:style>
  <w:style w:type="character" w:customStyle="1" w:styleId="ListLabel33">
    <w:name w:val="ListLabel 33"/>
  </w:style>
  <w:style w:type="character" w:customStyle="1" w:styleId="ListLabel32">
    <w:name w:val="ListLabel 32"/>
  </w:style>
  <w:style w:type="character" w:customStyle="1" w:styleId="ListLabel31">
    <w:name w:val="ListLabel 31"/>
  </w:style>
  <w:style w:type="character" w:customStyle="1" w:styleId="ListLabel30">
    <w:name w:val="ListLabel 30"/>
  </w:style>
  <w:style w:type="character" w:customStyle="1" w:styleId="ListLabel29">
    <w:name w:val="ListLabel 29"/>
  </w:style>
  <w:style w:type="character" w:customStyle="1" w:styleId="ListLabel28">
    <w:name w:val="ListLabel 28"/>
  </w:style>
  <w:style w:type="character" w:customStyle="1" w:styleId="ListLabel27">
    <w:name w:val="ListLabel 27"/>
  </w:style>
  <w:style w:type="character" w:customStyle="1" w:styleId="ListLabel26">
    <w:name w:val="ListLabel 26"/>
  </w:style>
  <w:style w:type="character" w:customStyle="1" w:styleId="ListLabel25">
    <w:name w:val="ListLabel 25"/>
  </w:style>
  <w:style w:type="character" w:customStyle="1" w:styleId="ListLabel24">
    <w:name w:val="ListLabel 24"/>
  </w:style>
  <w:style w:type="character" w:customStyle="1" w:styleId="ListLabel23">
    <w:name w:val="ListLabel 23"/>
  </w:style>
  <w:style w:type="character" w:customStyle="1" w:styleId="ListLabel22">
    <w:name w:val="ListLabel 22"/>
  </w:style>
  <w:style w:type="character" w:customStyle="1" w:styleId="ListLabel21">
    <w:name w:val="ListLabel 21"/>
  </w:style>
  <w:style w:type="character" w:customStyle="1" w:styleId="ListLabel20">
    <w:name w:val="ListLabel 20"/>
  </w:style>
  <w:style w:type="character" w:customStyle="1" w:styleId="ListLabel19">
    <w:name w:val="ListLabel 19"/>
  </w:style>
  <w:style w:type="character" w:customStyle="1" w:styleId="ListLabel18">
    <w:name w:val="ListLabel 18"/>
    <w:rPr>
      <w:u w:val="none"/>
    </w:rPr>
  </w:style>
  <w:style w:type="character" w:customStyle="1" w:styleId="ListLabel17">
    <w:name w:val="ListLabel 17"/>
    <w:rPr>
      <w:u w:val="none"/>
    </w:rPr>
  </w:style>
  <w:style w:type="character" w:customStyle="1" w:styleId="ListLabel16">
    <w:name w:val="ListLabel 16"/>
    <w:rPr>
      <w:u w:val="none"/>
    </w:rPr>
  </w:style>
  <w:style w:type="character" w:customStyle="1" w:styleId="ListLabel15">
    <w:name w:val="ListLabel 15"/>
    <w:rPr>
      <w:u w:val="none"/>
    </w:rPr>
  </w:style>
  <w:style w:type="character" w:customStyle="1" w:styleId="ListLabel14">
    <w:name w:val="ListLabel 14"/>
    <w:rPr>
      <w:u w:val="none"/>
    </w:rPr>
  </w:style>
  <w:style w:type="character" w:customStyle="1" w:styleId="ListLabel13">
    <w:name w:val="ListLabel 13"/>
    <w:rPr>
      <w:u w:val="none"/>
    </w:rPr>
  </w:style>
  <w:style w:type="character" w:customStyle="1" w:styleId="ListLabel12">
    <w:name w:val="ListLabel 12"/>
    <w:rPr>
      <w:u w:val="none"/>
    </w:rPr>
  </w:style>
  <w:style w:type="character" w:customStyle="1" w:styleId="ListLabel11">
    <w:name w:val="ListLabel 11"/>
    <w:rPr>
      <w:u w:val="none"/>
    </w:rPr>
  </w:style>
  <w:style w:type="character" w:customStyle="1" w:styleId="ListLabel10">
    <w:name w:val="ListLabel 10"/>
    <w:rPr>
      <w:u w:val="none"/>
    </w:rPr>
  </w:style>
  <w:style w:type="character" w:customStyle="1" w:styleId="ListLabel9">
    <w:name w:val="ListLabel 9"/>
    <w:rPr>
      <w:u w:val="none"/>
    </w:rPr>
  </w:style>
  <w:style w:type="character" w:customStyle="1" w:styleId="ListLabel8">
    <w:name w:val="ListLabel 8"/>
    <w:rPr>
      <w:u w:val="none"/>
    </w:rPr>
  </w:style>
  <w:style w:type="character" w:customStyle="1" w:styleId="ListLabel7">
    <w:name w:val="ListLabel 7"/>
    <w:rPr>
      <w:u w:val="none"/>
    </w:rPr>
  </w:style>
  <w:style w:type="character" w:customStyle="1" w:styleId="ListLabel6">
    <w:name w:val="ListLabel 6"/>
    <w:rPr>
      <w:u w:val="none"/>
    </w:rPr>
  </w:style>
  <w:style w:type="character" w:customStyle="1" w:styleId="ListLabel5">
    <w:name w:val="ListLabel 5"/>
    <w:rPr>
      <w:u w:val="none"/>
    </w:rPr>
  </w:style>
  <w:style w:type="character" w:customStyle="1" w:styleId="ListLabel4">
    <w:name w:val="ListLabel 4"/>
    <w:rPr>
      <w:u w:val="none"/>
    </w:rPr>
  </w:style>
  <w:style w:type="character" w:customStyle="1" w:styleId="ListLabel3">
    <w:name w:val="ListLabel 3"/>
    <w:rPr>
      <w:u w:val="none"/>
    </w:rPr>
  </w:style>
  <w:style w:type="character" w:customStyle="1" w:styleId="ListLabel2">
    <w:name w:val="ListLabel 2"/>
    <w:rPr>
      <w:u w:val="none"/>
    </w:rPr>
  </w:style>
  <w:style w:type="character" w:customStyle="1" w:styleId="ListLabel1">
    <w:name w:val="ListLabel 1"/>
    <w:rPr>
      <w:u w:val="none"/>
    </w:rPr>
  </w:style>
  <w:style w:type="character" w:customStyle="1" w:styleId="StopkaZnak">
    <w:name w:val="Stopka Znak"/>
    <w:basedOn w:val="Domylnaczcionkaakapitu"/>
  </w:style>
  <w:style w:type="character" w:customStyle="1" w:styleId="NagwekZnak">
    <w:name w:val="Nagłówek Znak"/>
    <w:basedOn w:val="Domylnaczcionkaakapitu"/>
  </w:style>
  <w:style w:type="character" w:customStyle="1" w:styleId="gwp6da1fb2bgwp2085757cgwpb8f8ca26size">
    <w:name w:val="gwp6da1fb2b_gwp2085757c_gwpb8f8ca26size"/>
  </w:style>
  <w:style w:type="character" w:customStyle="1" w:styleId="skgd">
    <w:name w:val="skgd"/>
  </w:style>
  <w:style w:type="character" w:customStyle="1" w:styleId="nagwekSWZZnak">
    <w:name w:val="nagłówek SWZ Znak"/>
    <w:basedOn w:val="Domylnaczcionkaakapitu"/>
    <w:rPr>
      <w:rFonts w:ascii="Calibri" w:eastAsia="Arial" w:hAnsi="Calibri" w:cs="Calibri"/>
      <w:bCs/>
      <w:sz w:val="22"/>
      <w:szCs w:val="22"/>
    </w:rPr>
  </w:style>
  <w:style w:type="character" w:customStyle="1" w:styleId="ZwykytekstZnak">
    <w:name w:val="Zwykły tekst Znak"/>
    <w:basedOn w:val="Domylnaczcionkaakapitu"/>
    <w:rPr>
      <w:rFonts w:ascii="Courier New" w:eastAsia="Courier New" w:hAnsi="Courier New" w:cs="Courier New"/>
      <w:sz w:val="20"/>
      <w:szCs w:val="20"/>
    </w:rPr>
  </w:style>
  <w:style w:type="character" w:customStyle="1" w:styleId="AkapitzlistZnak">
    <w:name w:val="Akapit z listą Znak"/>
    <w:rPr>
      <w:rFonts w:ascii="Arial" w:eastAsia="Arial" w:hAnsi="Arial" w:cs="Arial"/>
      <w:sz w:val="22"/>
      <w:szCs w:val="22"/>
    </w:rPr>
  </w:style>
  <w:style w:type="numbering" w:customStyle="1" w:styleId="Bezlisty1">
    <w:name w:val="Bez listy_1"/>
    <w:basedOn w:val="Bezlisty"/>
    <w:pPr>
      <w:numPr>
        <w:numId w:val="1"/>
      </w:numPr>
    </w:pPr>
  </w:style>
  <w:style w:type="numbering" w:customStyle="1" w:styleId="WWNum1">
    <w:name w:val="WWNum1"/>
    <w:basedOn w:val="Bezlisty"/>
    <w:pPr>
      <w:numPr>
        <w:numId w:val="2"/>
      </w:numPr>
    </w:pPr>
  </w:style>
  <w:style w:type="numbering" w:customStyle="1" w:styleId="WWNum2">
    <w:name w:val="WWNum2"/>
    <w:basedOn w:val="Bezlisty"/>
    <w:pPr>
      <w:numPr>
        <w:numId w:val="3"/>
      </w:numPr>
    </w:pPr>
  </w:style>
  <w:style w:type="numbering" w:customStyle="1" w:styleId="WWNum3">
    <w:name w:val="WWNum3"/>
    <w:basedOn w:val="Bezlisty"/>
    <w:pPr>
      <w:numPr>
        <w:numId w:val="4"/>
      </w:numPr>
    </w:pPr>
  </w:style>
  <w:style w:type="numbering" w:customStyle="1" w:styleId="WWNum4">
    <w:name w:val="WWNum4"/>
    <w:basedOn w:val="Bezlisty"/>
    <w:pPr>
      <w:numPr>
        <w:numId w:val="5"/>
      </w:numPr>
    </w:pPr>
  </w:style>
  <w:style w:type="numbering" w:customStyle="1" w:styleId="WWNum5">
    <w:name w:val="WWNum5"/>
    <w:basedOn w:val="Bezlisty"/>
    <w:pPr>
      <w:numPr>
        <w:numId w:val="6"/>
      </w:numPr>
    </w:pPr>
  </w:style>
  <w:style w:type="numbering" w:customStyle="1" w:styleId="WWNum6">
    <w:name w:val="WWNum6"/>
    <w:basedOn w:val="Bezlisty"/>
    <w:pPr>
      <w:numPr>
        <w:numId w:val="7"/>
      </w:numPr>
    </w:pPr>
  </w:style>
  <w:style w:type="numbering" w:customStyle="1" w:styleId="WWNum7">
    <w:name w:val="WWNum7"/>
    <w:basedOn w:val="Bezlisty"/>
    <w:pPr>
      <w:numPr>
        <w:numId w:val="8"/>
      </w:numPr>
    </w:pPr>
  </w:style>
  <w:style w:type="numbering" w:customStyle="1" w:styleId="WWNum8">
    <w:name w:val="WWNum8"/>
    <w:basedOn w:val="Bezlisty"/>
    <w:pPr>
      <w:numPr>
        <w:numId w:val="9"/>
      </w:numPr>
    </w:pPr>
  </w:style>
  <w:style w:type="numbering" w:customStyle="1" w:styleId="WWNum9">
    <w:name w:val="WWNum9"/>
    <w:basedOn w:val="Bezlisty"/>
    <w:pPr>
      <w:numPr>
        <w:numId w:val="10"/>
      </w:numPr>
    </w:pPr>
  </w:style>
  <w:style w:type="numbering" w:customStyle="1" w:styleId="WWNum10">
    <w:name w:val="WWNum10"/>
    <w:basedOn w:val="Bezlisty"/>
    <w:pPr>
      <w:numPr>
        <w:numId w:val="11"/>
      </w:numPr>
    </w:pPr>
  </w:style>
  <w:style w:type="numbering" w:customStyle="1" w:styleId="WWNum11">
    <w:name w:val="WWNum11"/>
    <w:basedOn w:val="Bezlisty"/>
    <w:pPr>
      <w:numPr>
        <w:numId w:val="12"/>
      </w:numPr>
    </w:pPr>
  </w:style>
  <w:style w:type="numbering" w:customStyle="1" w:styleId="WWNum12">
    <w:name w:val="WWNum12"/>
    <w:basedOn w:val="Bezlisty"/>
    <w:pPr>
      <w:numPr>
        <w:numId w:val="13"/>
      </w:numPr>
    </w:pPr>
  </w:style>
  <w:style w:type="numbering" w:customStyle="1" w:styleId="WWNum13">
    <w:name w:val="WWNum13"/>
    <w:basedOn w:val="Bezlisty"/>
    <w:pPr>
      <w:numPr>
        <w:numId w:val="1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3718</Words>
  <Characters>22312</Characters>
  <Application>Microsoft Office Word</Application>
  <DocSecurity>0</DocSecurity>
  <Lines>185</Lines>
  <Paragraphs>51</Paragraphs>
  <ScaleCrop>false</ScaleCrop>
  <Company/>
  <LinksUpToDate>false</LinksUpToDate>
  <CharactersWithSpaces>25979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</dc:creator>
  <cp:lastModifiedBy>Piotr</cp:lastModifiedBy>
  <cp:revision>2</cp:revision>
  <cp:lastPrinted>2025-11-24T15:46:00Z</cp:lastPrinted>
  <dcterms:created xsi:type="dcterms:W3CDTF">2025-12-15T11:48:00Z</dcterms:created>
  <dcterms:modified xsi:type="dcterms:W3CDTF">2025-12-15T11:48:00Z</dcterms:modified>
</cp:coreProperties>
</file>